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F85D2" w14:textId="77777777" w:rsidR="00A146C4" w:rsidRPr="00F554BD" w:rsidRDefault="00A146C4" w:rsidP="00A14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22"/>
          <w:lang w:val="it-CH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275173578"/>
      <w:bookmarkStart w:id="13" w:name="_Toc275173650"/>
      <w:r w:rsidRPr="00F554BD">
        <w:rPr>
          <w:rFonts w:cs="Arial"/>
          <w:b/>
          <w:bCs/>
          <w:color w:val="FF0000"/>
          <w:sz w:val="22"/>
          <w:lang w:val="it-CH"/>
        </w:rPr>
        <w:t xml:space="preserve">Strumento per i periti principali e specializzati </w:t>
      </w:r>
    </w:p>
    <w:p w14:paraId="6A3DAFB7" w14:textId="77777777" w:rsidR="00A146C4" w:rsidRPr="00F554BD" w:rsidRDefault="00A146C4" w:rsidP="001968DF">
      <w:pPr>
        <w:rPr>
          <w:rFonts w:cs="Arial"/>
          <w:b/>
          <w:sz w:val="24"/>
          <w:szCs w:val="24"/>
          <w:lang w:val="it-CH"/>
        </w:rPr>
      </w:pPr>
    </w:p>
    <w:p w14:paraId="5B8AE4EF" w14:textId="2B3D27FB" w:rsidR="00A146C4" w:rsidRPr="00F554BD" w:rsidRDefault="00A146C4" w:rsidP="00A146C4">
      <w:pPr>
        <w:rPr>
          <w:rFonts w:cs="Arial"/>
          <w:b/>
          <w:sz w:val="24"/>
          <w:szCs w:val="24"/>
          <w:lang w:val="it-CH"/>
        </w:rPr>
      </w:pPr>
      <w:r w:rsidRPr="00F554BD">
        <w:rPr>
          <w:rFonts w:cs="Arial"/>
          <w:b/>
          <w:sz w:val="24"/>
          <w:szCs w:val="24"/>
          <w:lang w:val="it-CH"/>
        </w:rPr>
        <w:t xml:space="preserve">Studio </w:t>
      </w:r>
      <w:proofErr w:type="spellStart"/>
      <w:r w:rsidRPr="00F554BD">
        <w:rPr>
          <w:rFonts w:cs="Arial"/>
          <w:b/>
          <w:sz w:val="24"/>
          <w:szCs w:val="24"/>
          <w:lang w:val="it-CH"/>
        </w:rPr>
        <w:t>postdiploma</w:t>
      </w:r>
      <w:proofErr w:type="spellEnd"/>
      <w:r w:rsidRPr="00F554BD">
        <w:rPr>
          <w:rFonts w:cs="Arial"/>
          <w:b/>
          <w:sz w:val="24"/>
          <w:szCs w:val="24"/>
          <w:lang w:val="it-CH"/>
        </w:rPr>
        <w:t xml:space="preserve"> </w:t>
      </w:r>
      <w:r w:rsidR="00A965E8" w:rsidRPr="006078DC">
        <w:rPr>
          <w:rFonts w:cs="Arial"/>
          <w:b/>
          <w:sz w:val="24"/>
          <w:szCs w:val="24"/>
          <w:lang w:val="it-CH"/>
        </w:rPr>
        <w:t>(SPD</w:t>
      </w:r>
      <w:r w:rsidR="00A965E8">
        <w:rPr>
          <w:rFonts w:cs="Arial"/>
          <w:b/>
          <w:sz w:val="24"/>
          <w:szCs w:val="24"/>
          <w:lang w:val="it-CH"/>
        </w:rPr>
        <w:t>)</w:t>
      </w:r>
      <w:r w:rsidR="00A965E8" w:rsidRPr="006078DC">
        <w:rPr>
          <w:rFonts w:cs="Arial"/>
          <w:b/>
          <w:sz w:val="24"/>
          <w:szCs w:val="24"/>
          <w:lang w:val="it-CH"/>
        </w:rPr>
        <w:t xml:space="preserve"> SSS</w:t>
      </w:r>
      <w:r w:rsidR="00A965E8">
        <w:rPr>
          <w:rFonts w:cs="Arial"/>
          <w:b/>
          <w:sz w:val="24"/>
          <w:szCs w:val="24"/>
          <w:lang w:val="it-CH"/>
        </w:rPr>
        <w:t xml:space="preserve"> </w:t>
      </w:r>
      <w:r w:rsidRPr="00F554BD">
        <w:rPr>
          <w:rFonts w:cs="Arial"/>
          <w:b/>
          <w:sz w:val="24"/>
          <w:szCs w:val="24"/>
          <w:u w:val="single"/>
          <w:lang w:val="it-CH"/>
        </w:rPr>
        <w:t>senza</w:t>
      </w:r>
      <w:r w:rsidRPr="00F554BD">
        <w:rPr>
          <w:rFonts w:cs="Arial"/>
          <w:b/>
          <w:sz w:val="24"/>
          <w:szCs w:val="24"/>
          <w:lang w:val="it-CH"/>
        </w:rPr>
        <w:t xml:space="preserve"> programma quadro d’insegnamento </w:t>
      </w:r>
    </w:p>
    <w:p w14:paraId="7A7D7C6A" w14:textId="77777777" w:rsidR="0082710D" w:rsidRPr="00F554BD" w:rsidRDefault="0082710D" w:rsidP="001968DF">
      <w:pPr>
        <w:rPr>
          <w:rFonts w:cs="Arial"/>
          <w:b/>
          <w:sz w:val="22"/>
          <w:szCs w:val="22"/>
          <w:lang w:val="it-CH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3B1AD54F" w14:textId="77777777" w:rsidR="00A146C4" w:rsidRPr="00F554BD" w:rsidRDefault="00A146C4" w:rsidP="00A146C4">
      <w:pPr>
        <w:rPr>
          <w:rFonts w:cs="Arial"/>
          <w:b/>
          <w:sz w:val="22"/>
          <w:szCs w:val="22"/>
          <w:lang w:val="it-CH"/>
        </w:rPr>
      </w:pPr>
      <w:r w:rsidRPr="00F554BD">
        <w:rPr>
          <w:rFonts w:cs="Arial"/>
          <w:b/>
          <w:sz w:val="22"/>
          <w:szCs w:val="22"/>
          <w:lang w:val="it-CH"/>
        </w:rPr>
        <w:t>Valutazione e rapporto fasi 1 + 2</w:t>
      </w:r>
    </w:p>
    <w:p w14:paraId="0F7619A2" w14:textId="77777777" w:rsidR="00551E0A" w:rsidRPr="00F554BD" w:rsidRDefault="00551E0A" w:rsidP="001968DF">
      <w:pPr>
        <w:rPr>
          <w:rFonts w:cs="Arial"/>
          <w:b/>
          <w:sz w:val="22"/>
          <w:szCs w:val="22"/>
          <w:lang w:val="it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5103"/>
      </w:tblGrid>
      <w:tr w:rsidR="00D605B6" w:rsidRPr="009276FB" w14:paraId="7225E06A" w14:textId="77777777" w:rsidTr="002A5D4F">
        <w:trPr>
          <w:trHeight w:val="340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14:paraId="40C21ED6" w14:textId="26DFE470" w:rsidR="00D605B6" w:rsidRPr="00F554BD" w:rsidRDefault="00A146C4" w:rsidP="00B27B8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b/>
                <w:sz w:val="18"/>
                <w:szCs w:val="18"/>
                <w:lang w:val="it-CH"/>
              </w:rPr>
              <w:t xml:space="preserve">Dati sullo studio </w:t>
            </w:r>
            <w:proofErr w:type="spellStart"/>
            <w:r w:rsidRPr="00F554BD">
              <w:rPr>
                <w:rFonts w:cs="Arial"/>
                <w:b/>
                <w:sz w:val="18"/>
                <w:szCs w:val="18"/>
                <w:lang w:val="it-CH"/>
              </w:rPr>
              <w:t>postdiploma</w:t>
            </w:r>
            <w:proofErr w:type="spellEnd"/>
            <w:r w:rsidRPr="00F554BD">
              <w:rPr>
                <w:rFonts w:cs="Arial"/>
                <w:b/>
                <w:sz w:val="18"/>
                <w:szCs w:val="18"/>
                <w:lang w:val="it-CH"/>
              </w:rPr>
              <w:t xml:space="preserve"> SSS</w:t>
            </w:r>
            <w:r w:rsidR="00DC5F03">
              <w:rPr>
                <w:rFonts w:cs="Arial"/>
                <w:b/>
                <w:sz w:val="18"/>
                <w:szCs w:val="18"/>
                <w:lang w:val="it-CH"/>
              </w:rPr>
              <w:t xml:space="preserve"> </w:t>
            </w:r>
          </w:p>
        </w:tc>
      </w:tr>
      <w:tr w:rsidR="00D605B6" w:rsidRPr="009276FB" w14:paraId="637BC3A8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21F3932" w14:textId="77777777" w:rsidR="00D605B6" w:rsidRPr="00F554BD" w:rsidRDefault="00A146C4" w:rsidP="004179E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Numero della procedura di riconoscimento</w:t>
            </w:r>
          </w:p>
        </w:tc>
        <w:tc>
          <w:tcPr>
            <w:tcW w:w="5103" w:type="dxa"/>
            <w:vAlign w:val="center"/>
          </w:tcPr>
          <w:p w14:paraId="72E20236" w14:textId="77777777" w:rsidR="00D605B6" w:rsidRPr="00F554BD" w:rsidRDefault="00D605B6" w:rsidP="00B27B8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D605B6" w:rsidRPr="00F554BD" w14:paraId="38D00229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E0DEF8E" w14:textId="77777777" w:rsidR="00752268" w:rsidRPr="00F554BD" w:rsidRDefault="00A146C4" w:rsidP="00A146C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SPD SSS</w:t>
            </w:r>
            <w:r w:rsidR="004179E1" w:rsidRPr="00F554BD">
              <w:rPr>
                <w:rFonts w:cs="Arial"/>
                <w:sz w:val="18"/>
                <w:szCs w:val="18"/>
                <w:lang w:val="it-CH"/>
              </w:rPr>
              <w:t xml:space="preserve">: </w:t>
            </w:r>
            <w:r w:rsidRPr="00F554BD">
              <w:rPr>
                <w:rFonts w:cs="Arial"/>
                <w:sz w:val="18"/>
                <w:szCs w:val="18"/>
                <w:lang w:val="it-CH"/>
              </w:rPr>
              <w:t>titolo</w:t>
            </w:r>
            <w:r w:rsidR="004179E1" w:rsidRPr="00F554BD">
              <w:rPr>
                <w:rFonts w:cs="Arial"/>
                <w:sz w:val="18"/>
                <w:szCs w:val="18"/>
                <w:lang w:val="it-CH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17ABE72A" w14:textId="77777777" w:rsidR="00752268" w:rsidRPr="00F554BD" w:rsidRDefault="00752268" w:rsidP="00B27B8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68081E" w:rsidRPr="009276FB" w14:paraId="09F9CE61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EEFB8D0" w14:textId="764B600C" w:rsidR="0068081E" w:rsidRPr="00F554BD" w:rsidRDefault="001C06C3" w:rsidP="00B27B8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Ciclo di riferimento: denominazione, data di inizio e di fine</w:t>
            </w:r>
          </w:p>
        </w:tc>
        <w:tc>
          <w:tcPr>
            <w:tcW w:w="5103" w:type="dxa"/>
            <w:vAlign w:val="center"/>
          </w:tcPr>
          <w:p w14:paraId="6D91B5D6" w14:textId="77777777" w:rsidR="0068081E" w:rsidRPr="00F554BD" w:rsidRDefault="0068081E" w:rsidP="00B27B8C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F554BD" w14:paraId="7DAF21BC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F6F07A0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Data della decisione d’avvio</w:t>
            </w:r>
          </w:p>
        </w:tc>
        <w:tc>
          <w:tcPr>
            <w:tcW w:w="5103" w:type="dxa"/>
            <w:vAlign w:val="center"/>
          </w:tcPr>
          <w:p w14:paraId="71845B4A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3B7B4808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2AE333D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Numero minimo di ore di studio: 900</w:t>
            </w:r>
          </w:p>
        </w:tc>
        <w:tc>
          <w:tcPr>
            <w:tcW w:w="5103" w:type="dxa"/>
            <w:vAlign w:val="center"/>
          </w:tcPr>
          <w:p w14:paraId="2FF09470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7EA131B5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3872F5B" w14:textId="4EC34D9D" w:rsidR="001C06C3" w:rsidRPr="00F554BD" w:rsidRDefault="001C06C3" w:rsidP="001C506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Data della domanda (</w:t>
            </w:r>
            <w:r w:rsidR="001C5061">
              <w:rPr>
                <w:rFonts w:cs="Arial"/>
                <w:sz w:val="18"/>
                <w:szCs w:val="18"/>
                <w:lang w:val="it-CH"/>
              </w:rPr>
              <w:t>parere</w:t>
            </w:r>
            <w:r w:rsidR="001C5061" w:rsidRPr="00F554BD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F554BD">
              <w:rPr>
                <w:rFonts w:cs="Arial"/>
                <w:sz w:val="18"/>
                <w:szCs w:val="18"/>
                <w:lang w:val="it-CH"/>
              </w:rPr>
              <w:t>del Cantone)</w:t>
            </w:r>
          </w:p>
        </w:tc>
        <w:tc>
          <w:tcPr>
            <w:tcW w:w="5103" w:type="dxa"/>
            <w:vAlign w:val="center"/>
          </w:tcPr>
          <w:p w14:paraId="74305E5E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569C8653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8FCECCF" w14:textId="2210B91C" w:rsidR="001C06C3" w:rsidRPr="00F554BD" w:rsidRDefault="001C06C3" w:rsidP="001C506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 xml:space="preserve">Riconoscimento secondo il diritto </w:t>
            </w:r>
            <w:r w:rsidR="001C5061">
              <w:rPr>
                <w:rFonts w:cs="Arial"/>
                <w:sz w:val="18"/>
                <w:szCs w:val="18"/>
                <w:lang w:val="it-CH"/>
              </w:rPr>
              <w:t>previgente</w:t>
            </w:r>
            <w:r w:rsidRPr="00F554BD">
              <w:rPr>
                <w:rFonts w:cs="Arial"/>
                <w:sz w:val="18"/>
                <w:szCs w:val="18"/>
                <w:lang w:val="it-CH"/>
              </w:rPr>
              <w:t>: sì o no?</w:t>
            </w:r>
          </w:p>
        </w:tc>
        <w:tc>
          <w:tcPr>
            <w:tcW w:w="5103" w:type="dxa"/>
            <w:vAlign w:val="center"/>
          </w:tcPr>
          <w:p w14:paraId="6A158502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26E19161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DDA0DDF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Riconoscimento retroattivo: sì o no?</w:t>
            </w:r>
          </w:p>
        </w:tc>
        <w:tc>
          <w:tcPr>
            <w:tcW w:w="5103" w:type="dxa"/>
            <w:vAlign w:val="center"/>
          </w:tcPr>
          <w:p w14:paraId="4152F72F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238D63D6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692FEC5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Riunione d’avvio (data, se già svolta)</w:t>
            </w:r>
          </w:p>
        </w:tc>
        <w:tc>
          <w:tcPr>
            <w:tcW w:w="5103" w:type="dxa"/>
            <w:vAlign w:val="center"/>
          </w:tcPr>
          <w:p w14:paraId="40449ED0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F554BD" w14:paraId="4B3A24CA" w14:textId="77777777" w:rsidTr="002A5D4F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023BCD28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b/>
                <w:sz w:val="18"/>
                <w:szCs w:val="18"/>
                <w:lang w:val="it-CH"/>
              </w:rPr>
              <w:t>Dati sull’operatore della formazione</w:t>
            </w:r>
          </w:p>
        </w:tc>
      </w:tr>
      <w:tr w:rsidR="001C06C3" w:rsidRPr="00F554BD" w14:paraId="3C441A1B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0A22823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Denominazione</w:t>
            </w:r>
          </w:p>
        </w:tc>
        <w:tc>
          <w:tcPr>
            <w:tcW w:w="5103" w:type="dxa"/>
            <w:vAlign w:val="center"/>
          </w:tcPr>
          <w:p w14:paraId="37EA8D86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F554BD" w14:paraId="42A4D4E7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BAA6224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Indirizzo</w:t>
            </w:r>
          </w:p>
        </w:tc>
        <w:tc>
          <w:tcPr>
            <w:tcW w:w="5103" w:type="dxa"/>
            <w:vAlign w:val="center"/>
          </w:tcPr>
          <w:p w14:paraId="7283BADE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F554BD" w14:paraId="5174027A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8887E4E" w14:textId="44B09183" w:rsidR="001C06C3" w:rsidRPr="00F554BD" w:rsidRDefault="004138C7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47624D">
              <w:rPr>
                <w:rFonts w:cs="Arial"/>
                <w:sz w:val="18"/>
                <w:szCs w:val="18"/>
                <w:lang w:val="it-CH"/>
              </w:rPr>
              <w:t>Sede</w:t>
            </w:r>
            <w:r>
              <w:rPr>
                <w:rFonts w:cs="Arial"/>
                <w:sz w:val="18"/>
                <w:szCs w:val="18"/>
                <w:lang w:val="it-CH"/>
              </w:rPr>
              <w:t>/Sedi</w:t>
            </w:r>
          </w:p>
        </w:tc>
        <w:tc>
          <w:tcPr>
            <w:tcW w:w="5103" w:type="dxa"/>
            <w:vAlign w:val="center"/>
          </w:tcPr>
          <w:p w14:paraId="37624EC1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F554BD" w14:paraId="3C09E26D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A8FDD48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5103" w:type="dxa"/>
            <w:vAlign w:val="center"/>
          </w:tcPr>
          <w:p w14:paraId="2C2900A1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F554BD" w14:paraId="7514CE8E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2404371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5103" w:type="dxa"/>
            <w:vAlign w:val="center"/>
          </w:tcPr>
          <w:p w14:paraId="566829B4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F554BD" w14:paraId="42F9492D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A451A91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Telefono</w:t>
            </w:r>
          </w:p>
        </w:tc>
        <w:tc>
          <w:tcPr>
            <w:tcW w:w="5103" w:type="dxa"/>
            <w:vAlign w:val="center"/>
          </w:tcPr>
          <w:p w14:paraId="0819059F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F554BD" w14:paraId="7157A408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07927D3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E-mail</w:t>
            </w:r>
          </w:p>
        </w:tc>
        <w:tc>
          <w:tcPr>
            <w:tcW w:w="5103" w:type="dxa"/>
            <w:vAlign w:val="center"/>
          </w:tcPr>
          <w:p w14:paraId="72F9B9BE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F554BD" w14:paraId="0C8DA0EC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A3CCA68" w14:textId="421CC726" w:rsidR="001C06C3" w:rsidRPr="00F554BD" w:rsidRDefault="003D25E8" w:rsidP="001C506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Sito</w:t>
            </w:r>
          </w:p>
        </w:tc>
        <w:tc>
          <w:tcPr>
            <w:tcW w:w="5103" w:type="dxa"/>
            <w:vAlign w:val="center"/>
          </w:tcPr>
          <w:p w14:paraId="192DC93B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2315312E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306331F6" w14:textId="0DE4B654" w:rsidR="001C06C3" w:rsidRPr="00F554BD" w:rsidRDefault="003D25E8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Altri SPD SSS della</w:t>
            </w:r>
            <w:r w:rsidR="001C5061">
              <w:rPr>
                <w:rFonts w:cs="Arial"/>
                <w:sz w:val="18"/>
                <w:szCs w:val="18"/>
                <w:lang w:val="it-CH"/>
              </w:rPr>
              <w:t xml:space="preserve"> stessa</w:t>
            </w:r>
            <w:r w:rsidRPr="00F554BD">
              <w:rPr>
                <w:rFonts w:cs="Arial"/>
                <w:sz w:val="18"/>
                <w:szCs w:val="18"/>
                <w:lang w:val="it-CH"/>
              </w:rPr>
              <w:t xml:space="preserve"> scuola specializzata superiore</w:t>
            </w:r>
          </w:p>
        </w:tc>
        <w:tc>
          <w:tcPr>
            <w:tcW w:w="5103" w:type="dxa"/>
            <w:vAlign w:val="center"/>
          </w:tcPr>
          <w:p w14:paraId="688074FE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7E06C922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F0C83AE" w14:textId="3A17E1C6" w:rsidR="001C06C3" w:rsidRPr="00F554BD" w:rsidRDefault="003D25E8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 xml:space="preserve">Cicli di formazione SSS della </w:t>
            </w:r>
            <w:r w:rsidR="001C5061">
              <w:rPr>
                <w:rFonts w:cs="Arial"/>
                <w:sz w:val="18"/>
                <w:szCs w:val="18"/>
                <w:lang w:val="it-CH"/>
              </w:rPr>
              <w:t xml:space="preserve">stessa </w:t>
            </w:r>
            <w:r w:rsidRPr="00F554BD">
              <w:rPr>
                <w:rFonts w:cs="Arial"/>
                <w:sz w:val="18"/>
                <w:szCs w:val="18"/>
                <w:lang w:val="it-CH"/>
              </w:rPr>
              <w:t>scuola specializzata superiore</w:t>
            </w:r>
          </w:p>
        </w:tc>
        <w:tc>
          <w:tcPr>
            <w:tcW w:w="5103" w:type="dxa"/>
            <w:vAlign w:val="center"/>
          </w:tcPr>
          <w:p w14:paraId="1E249F7A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0C260BF6" w14:textId="77777777" w:rsidTr="002D7246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55F17EF" w14:textId="77777777" w:rsidR="001C06C3" w:rsidRPr="00F554BD" w:rsidRDefault="003D25E8" w:rsidP="001C06C3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b/>
                <w:sz w:val="18"/>
                <w:szCs w:val="18"/>
                <w:lang w:val="it-CH"/>
              </w:rPr>
              <w:t>Perito principale e perito specializzato</w:t>
            </w:r>
          </w:p>
        </w:tc>
      </w:tr>
      <w:tr w:rsidR="001C06C3" w:rsidRPr="009276FB" w14:paraId="7F8078F3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AA59191" w14:textId="77777777" w:rsidR="001C06C3" w:rsidRPr="00F554BD" w:rsidRDefault="003D25E8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Perito principale (cognome, nome, e-mail, tel.)</w:t>
            </w:r>
          </w:p>
        </w:tc>
        <w:tc>
          <w:tcPr>
            <w:tcW w:w="5103" w:type="dxa"/>
            <w:vAlign w:val="center"/>
          </w:tcPr>
          <w:p w14:paraId="2CCE402B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0C47A2C5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EACFF7B" w14:textId="77777777" w:rsidR="001C06C3" w:rsidRPr="00F554BD" w:rsidRDefault="003D25E8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Perito specializzato (cognome, nome, e-mail, tel.)</w:t>
            </w:r>
          </w:p>
        </w:tc>
        <w:tc>
          <w:tcPr>
            <w:tcW w:w="5103" w:type="dxa"/>
            <w:vAlign w:val="center"/>
          </w:tcPr>
          <w:p w14:paraId="4DD1FF9A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24E3E574" w14:textId="77777777" w:rsidTr="002A5D4F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333C21A7" w14:textId="77777777" w:rsidR="001C06C3" w:rsidRPr="00F554BD" w:rsidRDefault="003D25E8" w:rsidP="003D25E8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b/>
                <w:sz w:val="18"/>
                <w:szCs w:val="18"/>
                <w:lang w:val="it-CH"/>
              </w:rPr>
              <w:t>Rapporti sulle fasi di riconoscimento</w:t>
            </w:r>
            <w:r w:rsidR="001C06C3" w:rsidRPr="00F554BD">
              <w:rPr>
                <w:rFonts w:cs="Arial"/>
                <w:b/>
                <w:sz w:val="18"/>
                <w:szCs w:val="18"/>
                <w:lang w:val="it-CH"/>
              </w:rPr>
              <w:t xml:space="preserve"> I + II</w:t>
            </w:r>
          </w:p>
        </w:tc>
      </w:tr>
      <w:tr w:rsidR="001C06C3" w:rsidRPr="009276FB" w14:paraId="1B6D54A3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5E64830" w14:textId="42C89C44" w:rsidR="001C06C3" w:rsidRPr="00F554BD" w:rsidRDefault="003D25E8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>Data</w:t>
            </w:r>
            <w:r w:rsidR="004138C7">
              <w:rPr>
                <w:rFonts w:cs="Arial"/>
                <w:sz w:val="18"/>
                <w:szCs w:val="18"/>
                <w:lang w:val="it-CH"/>
              </w:rPr>
              <w:t xml:space="preserve"> del</w:t>
            </w:r>
            <w:r w:rsidRPr="00F554BD">
              <w:rPr>
                <w:rFonts w:cs="Arial"/>
                <w:sz w:val="18"/>
                <w:szCs w:val="18"/>
                <w:lang w:val="it-CH"/>
              </w:rPr>
              <w:t xml:space="preserve"> rapporto intermedio </w:t>
            </w:r>
            <w:r w:rsidRPr="00F554BD">
              <w:rPr>
                <w:rFonts w:cs="Arial"/>
                <w:b/>
                <w:sz w:val="18"/>
                <w:szCs w:val="18"/>
                <w:lang w:val="it-CH"/>
              </w:rPr>
              <w:t>fase I</w:t>
            </w:r>
          </w:p>
        </w:tc>
        <w:tc>
          <w:tcPr>
            <w:tcW w:w="5103" w:type="dxa"/>
            <w:vAlign w:val="center"/>
          </w:tcPr>
          <w:p w14:paraId="7E6C4A5A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69BBAE18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C54A118" w14:textId="47F023F3" w:rsidR="001C06C3" w:rsidRPr="00F554BD" w:rsidRDefault="003D25E8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 xml:space="preserve">Data </w:t>
            </w:r>
            <w:r w:rsidR="004138C7">
              <w:rPr>
                <w:rFonts w:cs="Arial"/>
                <w:sz w:val="18"/>
                <w:szCs w:val="18"/>
                <w:lang w:val="it-CH"/>
              </w:rPr>
              <w:t xml:space="preserve">del </w:t>
            </w:r>
            <w:r w:rsidRPr="00F554BD">
              <w:rPr>
                <w:rFonts w:cs="Arial"/>
                <w:sz w:val="18"/>
                <w:szCs w:val="18"/>
                <w:lang w:val="it-CH"/>
              </w:rPr>
              <w:t xml:space="preserve">rapporto intermedio </w:t>
            </w:r>
            <w:r w:rsidRPr="00F554BD">
              <w:rPr>
                <w:rFonts w:cs="Arial"/>
                <w:b/>
                <w:sz w:val="18"/>
                <w:szCs w:val="18"/>
                <w:lang w:val="it-CH"/>
              </w:rPr>
              <w:t>fase II</w:t>
            </w:r>
          </w:p>
        </w:tc>
        <w:tc>
          <w:tcPr>
            <w:tcW w:w="5103" w:type="dxa"/>
            <w:vAlign w:val="center"/>
          </w:tcPr>
          <w:p w14:paraId="65B4F22E" w14:textId="77777777" w:rsidR="001C06C3" w:rsidRPr="00F554BD" w:rsidRDefault="001C06C3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C06C3" w:rsidRPr="009276FB" w14:paraId="7ECBDD5B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012B153" w14:textId="6510D4FE" w:rsidR="001C06C3" w:rsidRPr="00F554BD" w:rsidRDefault="004138C7" w:rsidP="001C06C3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4138C7">
              <w:rPr>
                <w:rFonts w:cs="Arial"/>
                <w:b/>
                <w:sz w:val="18"/>
                <w:szCs w:val="18"/>
                <w:lang w:val="it-CH"/>
              </w:rPr>
              <w:t>Indirizzi e-mail</w:t>
            </w:r>
            <w:r w:rsidR="0056142E" w:rsidRPr="00F554BD">
              <w:rPr>
                <w:rFonts w:cs="Arial"/>
                <w:b/>
                <w:sz w:val="18"/>
                <w:szCs w:val="18"/>
                <w:lang w:val="it-CH"/>
              </w:rPr>
              <w:t xml:space="preserve"> dei destinatari</w:t>
            </w:r>
          </w:p>
        </w:tc>
        <w:tc>
          <w:tcPr>
            <w:tcW w:w="5103" w:type="dxa"/>
            <w:vAlign w:val="center"/>
          </w:tcPr>
          <w:p w14:paraId="4829987D" w14:textId="4ACE1D10" w:rsidR="001C06C3" w:rsidRPr="00F554BD" w:rsidRDefault="0056142E" w:rsidP="001C06C3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t xml:space="preserve">Periti, direzione della scuola, rappresentante SEFRI (responsabile di progetto, segreteria </w:t>
            </w:r>
            <w:r w:rsidR="00BC662E">
              <w:rPr>
                <w:rFonts w:cs="Arial"/>
                <w:sz w:val="18"/>
                <w:szCs w:val="18"/>
                <w:lang w:val="it-CH"/>
              </w:rPr>
              <w:t>SEFRI</w:t>
            </w:r>
            <w:r w:rsidRPr="00F554BD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</w:tr>
      <w:tr w:rsidR="004138C7" w:rsidRPr="009276FB" w14:paraId="5325E8EE" w14:textId="77777777" w:rsidTr="002A5D4F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267834B" w14:textId="77777777" w:rsidR="004138C7" w:rsidRPr="004138C7" w:rsidRDefault="004138C7" w:rsidP="001C06C3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4C2CDDDB" w14:textId="77777777" w:rsidR="004138C7" w:rsidRPr="004138C7" w:rsidRDefault="004138C7" w:rsidP="004138C7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</w:pPr>
            <w:r w:rsidRPr="004138C7"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>Nominare il documento secondo il seguente esempio:</w:t>
            </w:r>
          </w:p>
          <w:p w14:paraId="1824B44F" w14:textId="163F46FA" w:rsidR="004138C7" w:rsidRPr="00F554BD" w:rsidRDefault="004138C7" w:rsidP="004138C7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4138C7">
              <w:rPr>
                <w:rFonts w:cs="Arial"/>
                <w:sz w:val="18"/>
                <w:szCs w:val="18"/>
                <w:lang w:val="it-CH"/>
              </w:rPr>
              <w:t xml:space="preserve">N19-144_Soccorritore_Berna_Rapporto 1 </w:t>
            </w:r>
            <w:r w:rsidRPr="004138C7">
              <w:rPr>
                <w:rFonts w:cs="Arial"/>
                <w:i/>
                <w:iCs/>
                <w:sz w:val="18"/>
                <w:szCs w:val="18"/>
                <w:lang w:val="it-CH"/>
              </w:rPr>
              <w:t xml:space="preserve">(o </w:t>
            </w:r>
            <w:proofErr w:type="gramStart"/>
            <w:r w:rsidRPr="004138C7">
              <w:rPr>
                <w:rFonts w:cs="Arial"/>
                <w:i/>
                <w:iCs/>
                <w:sz w:val="18"/>
                <w:szCs w:val="18"/>
                <w:lang w:val="it-CH"/>
              </w:rPr>
              <w:t>2)</w:t>
            </w:r>
            <w:r w:rsidRPr="004138C7">
              <w:rPr>
                <w:rFonts w:cs="Arial"/>
                <w:sz w:val="18"/>
                <w:szCs w:val="18"/>
                <w:lang w:val="it-CH"/>
              </w:rPr>
              <w:t>_</w:t>
            </w:r>
            <w:proofErr w:type="gramEnd"/>
            <w:r>
              <w:rPr>
                <w:rFonts w:cs="Arial"/>
                <w:sz w:val="18"/>
                <w:szCs w:val="18"/>
                <w:lang w:val="it-CH"/>
              </w:rPr>
              <w:t>07032019</w:t>
            </w:r>
          </w:p>
        </w:tc>
      </w:tr>
    </w:tbl>
    <w:p w14:paraId="6DF7E61D" w14:textId="77777777" w:rsidR="00D605B6" w:rsidRPr="00F554BD" w:rsidRDefault="00D605B6">
      <w:pPr>
        <w:rPr>
          <w:lang w:val="it-CH"/>
        </w:rPr>
      </w:pPr>
    </w:p>
    <w:p w14:paraId="5A43E2B1" w14:textId="77777777" w:rsidR="00D605B6" w:rsidRPr="00F554BD" w:rsidRDefault="00D605B6">
      <w:pPr>
        <w:spacing w:line="240" w:lineRule="auto"/>
        <w:jc w:val="left"/>
        <w:rPr>
          <w:lang w:val="it-CH"/>
        </w:rPr>
      </w:pPr>
      <w:r w:rsidRPr="00F554BD">
        <w:rPr>
          <w:lang w:val="it-CH"/>
        </w:rPr>
        <w:br w:type="page"/>
      </w:r>
    </w:p>
    <w:p w14:paraId="795C7963" w14:textId="77777777" w:rsidR="00710AC6" w:rsidRPr="00F554BD" w:rsidRDefault="00710AC6">
      <w:pPr>
        <w:rPr>
          <w:rFonts w:cs="Arial"/>
          <w:lang w:val="it-CH"/>
        </w:rPr>
      </w:pPr>
    </w:p>
    <w:p w14:paraId="6BA9CA0A" w14:textId="77777777" w:rsidR="00CE02F1" w:rsidRPr="00F554BD" w:rsidRDefault="00CE02F1" w:rsidP="00CE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b/>
          <w:sz w:val="22"/>
          <w:szCs w:val="22"/>
          <w:lang w:val="it-CH"/>
        </w:rPr>
      </w:pPr>
      <w:r w:rsidRPr="00F554BD">
        <w:rPr>
          <w:rFonts w:cs="Arial"/>
          <w:b/>
          <w:sz w:val="22"/>
          <w:szCs w:val="22"/>
          <w:lang w:val="it-CH"/>
        </w:rPr>
        <w:t xml:space="preserve">Breve rapporto sui risultati della valutazione </w:t>
      </w:r>
      <w:r w:rsidRPr="00F554BD">
        <w:rPr>
          <w:rFonts w:cs="Arial"/>
          <w:b/>
          <w:color w:val="FF0000"/>
          <w:sz w:val="22"/>
          <w:szCs w:val="22"/>
          <w:lang w:val="it-CH"/>
        </w:rPr>
        <w:t>fase 1</w:t>
      </w:r>
    </w:p>
    <w:p w14:paraId="6BB8E43B" w14:textId="77777777" w:rsidR="001968DF" w:rsidRPr="00F554BD" w:rsidRDefault="001968DF">
      <w:pPr>
        <w:rPr>
          <w:rFonts w:cs="Arial"/>
          <w:lang w:val="it-CH"/>
        </w:rPr>
      </w:pPr>
    </w:p>
    <w:p w14:paraId="2F189C5A" w14:textId="77777777" w:rsidR="00CE02F1" w:rsidRPr="00F554BD" w:rsidRDefault="00CE02F1" w:rsidP="00CE02F1">
      <w:pPr>
        <w:pStyle w:val="Listenabsatz"/>
        <w:numPr>
          <w:ilvl w:val="0"/>
          <w:numId w:val="19"/>
        </w:numPr>
        <w:rPr>
          <w:rFonts w:cs="Arial"/>
          <w:b/>
          <w:lang w:val="it-CH"/>
        </w:rPr>
      </w:pPr>
      <w:bookmarkStart w:id="14" w:name="_Hlk508869738"/>
      <w:bookmarkStart w:id="15" w:name="_Toc159144628"/>
      <w:r w:rsidRPr="00F554BD">
        <w:rPr>
          <w:rFonts w:cs="Arial"/>
          <w:b/>
          <w:lang w:val="it-CH"/>
        </w:rPr>
        <w:t>Osservazioni sullo svolgimento della procedura:</w:t>
      </w:r>
    </w:p>
    <w:p w14:paraId="5E32F858" w14:textId="77777777" w:rsidR="00A415F7" w:rsidRPr="00F554BD" w:rsidRDefault="006A1218" w:rsidP="006A1218">
      <w:pPr>
        <w:ind w:left="360"/>
        <w:rPr>
          <w:rFonts w:cs="Arial"/>
          <w:lang w:val="it-CH"/>
        </w:rPr>
      </w:pPr>
      <w:r w:rsidRPr="00F554BD">
        <w:rPr>
          <w:rFonts w:cs="Arial"/>
          <w:lang w:val="it-CH"/>
        </w:rPr>
        <w:t>Te</w:t>
      </w:r>
      <w:r w:rsidR="00CE02F1" w:rsidRPr="00F554BD">
        <w:rPr>
          <w:rFonts w:cs="Arial"/>
          <w:lang w:val="it-CH"/>
        </w:rPr>
        <w:t>sto</w:t>
      </w:r>
    </w:p>
    <w:bookmarkEnd w:id="14"/>
    <w:p w14:paraId="646E2507" w14:textId="77777777" w:rsidR="00A415F7" w:rsidRPr="00F554BD" w:rsidRDefault="00A415F7" w:rsidP="00A415F7">
      <w:pPr>
        <w:rPr>
          <w:rFonts w:cs="Arial"/>
          <w:lang w:val="it-CH"/>
        </w:rPr>
      </w:pPr>
    </w:p>
    <w:p w14:paraId="708F6E4F" w14:textId="77777777" w:rsidR="00A415F7" w:rsidRPr="00F554BD" w:rsidRDefault="00A415F7" w:rsidP="00A415F7">
      <w:pPr>
        <w:rPr>
          <w:rFonts w:cs="Arial"/>
          <w:lang w:val="it-CH"/>
        </w:rPr>
      </w:pPr>
    </w:p>
    <w:p w14:paraId="4987B4B3" w14:textId="77777777" w:rsidR="00A415F7" w:rsidRPr="00F554BD" w:rsidRDefault="00CE02F1" w:rsidP="00A415F7">
      <w:pPr>
        <w:pStyle w:val="Listenabsatz"/>
        <w:numPr>
          <w:ilvl w:val="0"/>
          <w:numId w:val="19"/>
        </w:numPr>
        <w:spacing w:after="120"/>
        <w:ind w:left="357" w:hanging="357"/>
        <w:contextualSpacing w:val="0"/>
        <w:rPr>
          <w:rFonts w:cs="Arial"/>
          <w:b/>
          <w:lang w:val="it-CH"/>
        </w:rPr>
      </w:pPr>
      <w:r w:rsidRPr="00F554BD">
        <w:rPr>
          <w:rFonts w:cs="Arial"/>
          <w:b/>
          <w:lang w:val="it-CH"/>
        </w:rPr>
        <w:t xml:space="preserve">Condizioni della </w:t>
      </w:r>
      <w:r w:rsidRPr="00F554BD">
        <w:rPr>
          <w:rFonts w:cs="Arial"/>
          <w:b/>
          <w:color w:val="FF0000"/>
          <w:lang w:val="it-CH"/>
        </w:rPr>
        <w:t>fase 1</w:t>
      </w:r>
      <w:r w:rsidRPr="00F554BD">
        <w:rPr>
          <w:rFonts w:cs="Arial"/>
          <w:b/>
          <w:lang w:val="it-CH"/>
        </w:rPr>
        <w:t xml:space="preserve"> che l’operatore della formazione deve soddisfare </w:t>
      </w:r>
      <w:r w:rsidRPr="00F554BD">
        <w:rPr>
          <w:rFonts w:cs="Arial"/>
          <w:lang w:val="it-CH"/>
        </w:rPr>
        <w:t>(motivazioni: v. indicatori fase 1</w:t>
      </w:r>
      <w:r w:rsidR="00A415F7" w:rsidRPr="00F554BD">
        <w:rPr>
          <w:rFonts w:cs="Arial"/>
          <w:lang w:val="it-CH"/>
        </w:rPr>
        <w:t>)</w:t>
      </w:r>
      <w:r w:rsidR="00A415F7" w:rsidRPr="001C5061">
        <w:rPr>
          <w:rFonts w:cs="Arial"/>
          <w:lang w:val="it-CH"/>
        </w:rPr>
        <w:t>:</w:t>
      </w:r>
    </w:p>
    <w:tbl>
      <w:tblPr>
        <w:tblStyle w:val="Tabellenraster"/>
        <w:tblW w:w="96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  <w:gridCol w:w="1701"/>
      </w:tblGrid>
      <w:tr w:rsidR="00A415F7" w:rsidRPr="00F554BD" w14:paraId="27198BD8" w14:textId="77777777" w:rsidTr="001C5061">
        <w:tc>
          <w:tcPr>
            <w:tcW w:w="1191" w:type="dxa"/>
          </w:tcPr>
          <w:p w14:paraId="762C155C" w14:textId="77777777" w:rsidR="00A415F7" w:rsidRPr="00F554BD" w:rsidRDefault="00A415F7" w:rsidP="00CE02F1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F554BD">
              <w:rPr>
                <w:rFonts w:cs="Arial"/>
                <w:b/>
                <w:lang w:val="it-CH"/>
              </w:rPr>
              <w:t>Indi</w:t>
            </w:r>
            <w:r w:rsidR="00CE02F1" w:rsidRPr="00F554BD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143C5E90" w14:textId="77777777" w:rsidR="00A415F7" w:rsidRPr="00F554BD" w:rsidRDefault="00CE02F1" w:rsidP="002D7246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F554BD">
              <w:rPr>
                <w:rFonts w:cs="Arial"/>
                <w:b/>
                <w:lang w:val="it-CH"/>
              </w:rPr>
              <w:t>Argomento</w:t>
            </w:r>
          </w:p>
        </w:tc>
        <w:tc>
          <w:tcPr>
            <w:tcW w:w="1701" w:type="dxa"/>
          </w:tcPr>
          <w:p w14:paraId="6B0482C4" w14:textId="77777777" w:rsidR="00A415F7" w:rsidRPr="00F554BD" w:rsidRDefault="00CE02F1" w:rsidP="002D7246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F554BD">
              <w:rPr>
                <w:rFonts w:cs="Arial"/>
                <w:b/>
                <w:lang w:val="it-CH"/>
              </w:rPr>
              <w:t>Scadenza</w:t>
            </w:r>
          </w:p>
        </w:tc>
      </w:tr>
      <w:tr w:rsidR="00A415F7" w:rsidRPr="00F554BD" w14:paraId="50D3BF4C" w14:textId="77777777" w:rsidTr="001C5061">
        <w:tc>
          <w:tcPr>
            <w:tcW w:w="1191" w:type="dxa"/>
          </w:tcPr>
          <w:p w14:paraId="1A16B403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7404A90F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71D699B6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A415F7" w:rsidRPr="00F554BD" w14:paraId="721A06D7" w14:textId="77777777" w:rsidTr="001C5061">
        <w:tc>
          <w:tcPr>
            <w:tcW w:w="1191" w:type="dxa"/>
          </w:tcPr>
          <w:p w14:paraId="665E9AE7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6697705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2707D242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B5324" w:rsidRPr="00F554BD" w14:paraId="5378215D" w14:textId="77777777" w:rsidTr="001C5061">
        <w:tc>
          <w:tcPr>
            <w:tcW w:w="1191" w:type="dxa"/>
          </w:tcPr>
          <w:p w14:paraId="6B855047" w14:textId="77777777" w:rsidR="001B5324" w:rsidRPr="00F554BD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74659C77" w14:textId="77777777" w:rsidR="001B5324" w:rsidRPr="00F554BD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793077FD" w14:textId="77777777" w:rsidR="001B5324" w:rsidRPr="00F554BD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B5324" w:rsidRPr="00F554BD" w14:paraId="3E5B8621" w14:textId="77777777" w:rsidTr="001C5061">
        <w:tc>
          <w:tcPr>
            <w:tcW w:w="1191" w:type="dxa"/>
          </w:tcPr>
          <w:p w14:paraId="42A4E1C0" w14:textId="77777777" w:rsidR="001B5324" w:rsidRPr="00F554BD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4A754AFB" w14:textId="77777777" w:rsidR="001B5324" w:rsidRPr="00F554BD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10CA5CEC" w14:textId="77777777" w:rsidR="001B5324" w:rsidRPr="00F554BD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583562E6" w14:textId="77777777" w:rsidR="00A415F7" w:rsidRPr="00F554BD" w:rsidRDefault="00A415F7" w:rsidP="00A415F7">
      <w:pPr>
        <w:rPr>
          <w:rFonts w:cs="Arial"/>
          <w:lang w:val="it-CH"/>
        </w:rPr>
      </w:pPr>
    </w:p>
    <w:p w14:paraId="131FF344" w14:textId="77777777" w:rsidR="00A415F7" w:rsidRPr="00F554BD" w:rsidRDefault="00A415F7" w:rsidP="00A415F7">
      <w:pPr>
        <w:rPr>
          <w:rFonts w:cs="Arial"/>
          <w:lang w:val="it-CH"/>
        </w:rPr>
      </w:pPr>
    </w:p>
    <w:p w14:paraId="4BC425C9" w14:textId="4665803A" w:rsidR="00A415F7" w:rsidRPr="00F554BD" w:rsidRDefault="00CE02F1" w:rsidP="00A415F7">
      <w:pPr>
        <w:pStyle w:val="Listenabsatz"/>
        <w:numPr>
          <w:ilvl w:val="0"/>
          <w:numId w:val="19"/>
        </w:numPr>
        <w:rPr>
          <w:rFonts w:cs="Arial"/>
          <w:b/>
          <w:lang w:val="it-CH"/>
        </w:rPr>
      </w:pPr>
      <w:r w:rsidRPr="00F554BD">
        <w:rPr>
          <w:rFonts w:cs="Arial"/>
          <w:b/>
          <w:lang w:val="it-CH"/>
        </w:rPr>
        <w:t xml:space="preserve">Valutazione del potenziale e del fabbisogno di sviluppo </w:t>
      </w:r>
      <w:r w:rsidR="001C5061">
        <w:rPr>
          <w:rFonts w:cs="Arial"/>
          <w:b/>
          <w:lang w:val="it-CH"/>
        </w:rPr>
        <w:t>dell</w:t>
      </w:r>
      <w:r w:rsidR="00194B1A">
        <w:rPr>
          <w:rFonts w:cs="Arial"/>
          <w:b/>
          <w:lang w:val="it-CH"/>
        </w:rPr>
        <w:t xml:space="preserve">o </w:t>
      </w:r>
      <w:r w:rsidRPr="00F554BD">
        <w:rPr>
          <w:rFonts w:cs="Arial"/>
          <w:b/>
          <w:lang w:val="it-CH"/>
        </w:rPr>
        <w:t>SPD</w:t>
      </w:r>
      <w:r w:rsidR="002C482E">
        <w:rPr>
          <w:rFonts w:cs="Arial"/>
          <w:b/>
          <w:lang w:val="it-CH"/>
        </w:rPr>
        <w:t xml:space="preserve"> SSS</w:t>
      </w:r>
      <w:r w:rsidR="00A415F7" w:rsidRPr="00F554BD">
        <w:rPr>
          <w:rFonts w:cs="Arial"/>
          <w:b/>
          <w:lang w:val="it-CH"/>
        </w:rPr>
        <w:t>:</w:t>
      </w:r>
    </w:p>
    <w:p w14:paraId="3EEA5EB2" w14:textId="77777777" w:rsidR="006A1218" w:rsidRPr="00F554BD" w:rsidRDefault="006A1218" w:rsidP="006A1218">
      <w:pPr>
        <w:ind w:left="360"/>
        <w:rPr>
          <w:rFonts w:cs="Arial"/>
          <w:lang w:val="it-CH"/>
        </w:rPr>
      </w:pPr>
      <w:r w:rsidRPr="00F554BD">
        <w:rPr>
          <w:rFonts w:cs="Arial"/>
          <w:lang w:val="it-CH"/>
        </w:rPr>
        <w:t>Te</w:t>
      </w:r>
      <w:r w:rsidR="00CE02F1" w:rsidRPr="00F554BD">
        <w:rPr>
          <w:rFonts w:cs="Arial"/>
          <w:lang w:val="it-CH"/>
        </w:rPr>
        <w:t>sto</w:t>
      </w:r>
    </w:p>
    <w:p w14:paraId="403FA1DD" w14:textId="77777777" w:rsidR="00A415F7" w:rsidRPr="00F554BD" w:rsidRDefault="00A415F7" w:rsidP="00A415F7">
      <w:pPr>
        <w:rPr>
          <w:rFonts w:cs="Arial"/>
          <w:lang w:val="it-CH"/>
        </w:rPr>
      </w:pPr>
    </w:p>
    <w:p w14:paraId="643174E6" w14:textId="77777777" w:rsidR="00A415F7" w:rsidRPr="00F554BD" w:rsidRDefault="00A415F7" w:rsidP="00A415F7">
      <w:pPr>
        <w:rPr>
          <w:rFonts w:cs="Arial"/>
          <w:lang w:val="it-CH"/>
        </w:rPr>
      </w:pPr>
    </w:p>
    <w:p w14:paraId="585E7EAF" w14:textId="77777777" w:rsidR="00A415F7" w:rsidRPr="00F554BD" w:rsidRDefault="00CE02F1" w:rsidP="00A415F7">
      <w:pPr>
        <w:pStyle w:val="Listenabsatz"/>
        <w:numPr>
          <w:ilvl w:val="0"/>
          <w:numId w:val="19"/>
        </w:numPr>
        <w:ind w:left="357" w:hanging="357"/>
        <w:contextualSpacing w:val="0"/>
        <w:rPr>
          <w:rFonts w:cs="Arial"/>
          <w:b/>
          <w:lang w:val="it-CH"/>
        </w:rPr>
      </w:pPr>
      <w:r w:rsidRPr="00F554BD">
        <w:rPr>
          <w:rFonts w:cs="Arial"/>
          <w:b/>
          <w:lang w:val="it-CH"/>
        </w:rPr>
        <w:t>Previsione sull’esito del riconoscimento – prima valutazione</w:t>
      </w:r>
      <w:r w:rsidR="00A415F7" w:rsidRPr="00F554BD">
        <w:rPr>
          <w:rFonts w:cs="Arial"/>
          <w:b/>
          <w:lang w:val="it-CH"/>
        </w:rPr>
        <w:t>:</w:t>
      </w:r>
    </w:p>
    <w:p w14:paraId="3C2EE554" w14:textId="77777777" w:rsidR="006A1218" w:rsidRPr="00F554BD" w:rsidRDefault="006A1218" w:rsidP="006A1218">
      <w:pPr>
        <w:ind w:left="360"/>
        <w:rPr>
          <w:rFonts w:cs="Arial"/>
          <w:lang w:val="it-CH"/>
        </w:rPr>
      </w:pPr>
      <w:r w:rsidRPr="00F554BD">
        <w:rPr>
          <w:rFonts w:cs="Arial"/>
          <w:lang w:val="it-CH"/>
        </w:rPr>
        <w:t>Te</w:t>
      </w:r>
      <w:r w:rsidR="00CE02F1" w:rsidRPr="00F554BD">
        <w:rPr>
          <w:rFonts w:cs="Arial"/>
          <w:lang w:val="it-CH"/>
        </w:rPr>
        <w:t>sto</w:t>
      </w:r>
    </w:p>
    <w:p w14:paraId="6E20949D" w14:textId="77777777" w:rsidR="00A415F7" w:rsidRPr="00F554BD" w:rsidRDefault="00A415F7" w:rsidP="00A415F7">
      <w:pPr>
        <w:rPr>
          <w:rFonts w:cs="Arial"/>
          <w:lang w:val="it-CH"/>
        </w:rPr>
      </w:pPr>
    </w:p>
    <w:p w14:paraId="72F247B7" w14:textId="77777777" w:rsidR="00B467CC" w:rsidRPr="00F554BD" w:rsidRDefault="00B467CC" w:rsidP="00B467CC">
      <w:pPr>
        <w:rPr>
          <w:rFonts w:cs="Arial"/>
          <w:lang w:val="it-CH"/>
        </w:rPr>
      </w:pPr>
    </w:p>
    <w:p w14:paraId="53B61AE9" w14:textId="482269CE" w:rsidR="00B467CC" w:rsidRPr="00F554BD" w:rsidRDefault="00CE02F1" w:rsidP="00B467CC">
      <w:pPr>
        <w:pStyle w:val="Listenabsatz"/>
        <w:numPr>
          <w:ilvl w:val="0"/>
          <w:numId w:val="19"/>
        </w:numPr>
        <w:rPr>
          <w:rFonts w:cs="Arial"/>
          <w:b/>
          <w:lang w:val="it-CH"/>
        </w:rPr>
      </w:pPr>
      <w:r w:rsidRPr="00F554BD">
        <w:rPr>
          <w:rFonts w:cs="Arial"/>
          <w:b/>
          <w:lang w:val="it-CH"/>
        </w:rPr>
        <w:t>Strutturazione delle ore di studio</w:t>
      </w:r>
      <w:r w:rsidR="001C5061">
        <w:rPr>
          <w:rFonts w:cs="Arial"/>
          <w:b/>
          <w:lang w:val="it-CH"/>
        </w:rPr>
        <w:t>:</w:t>
      </w:r>
    </w:p>
    <w:p w14:paraId="0C3337FC" w14:textId="77777777" w:rsidR="00B467CC" w:rsidRPr="00F554BD" w:rsidRDefault="00B467CC" w:rsidP="00B467CC">
      <w:pPr>
        <w:spacing w:line="240" w:lineRule="auto"/>
        <w:rPr>
          <w:rFonts w:cs="Arial"/>
          <w:lang w:val="it-CH"/>
        </w:rPr>
      </w:pPr>
    </w:p>
    <w:p w14:paraId="23F78222" w14:textId="77777777" w:rsidR="00A415F7" w:rsidRPr="00F554BD" w:rsidRDefault="00A415F7" w:rsidP="00A415F7">
      <w:pPr>
        <w:rPr>
          <w:rFonts w:cs="Arial"/>
          <w:lang w:val="it-CH"/>
        </w:rPr>
      </w:pPr>
    </w:p>
    <w:p w14:paraId="6948260B" w14:textId="77777777" w:rsidR="00A415F7" w:rsidRPr="00F554BD" w:rsidRDefault="0068147E" w:rsidP="00E53D03">
      <w:pPr>
        <w:pStyle w:val="Listenabsatz"/>
        <w:numPr>
          <w:ilvl w:val="0"/>
          <w:numId w:val="19"/>
        </w:numPr>
        <w:ind w:left="357" w:hanging="357"/>
        <w:contextualSpacing w:val="0"/>
        <w:rPr>
          <w:rFonts w:cs="Arial"/>
          <w:b/>
          <w:lang w:val="it-CH"/>
        </w:rPr>
      </w:pPr>
      <w:r w:rsidRPr="00F554BD">
        <w:rPr>
          <w:rFonts w:cs="Arial"/>
          <w:b/>
          <w:lang w:val="it-CH"/>
        </w:rPr>
        <w:t>Eventuali osservazioni conclusive</w:t>
      </w:r>
      <w:r w:rsidR="00A415F7" w:rsidRPr="00F554BD">
        <w:rPr>
          <w:rFonts w:cs="Arial"/>
          <w:b/>
          <w:lang w:val="it-CH"/>
        </w:rPr>
        <w:t>:</w:t>
      </w:r>
    </w:p>
    <w:p w14:paraId="0FE87015" w14:textId="77777777" w:rsidR="006A1218" w:rsidRPr="00F554BD" w:rsidRDefault="006A1218" w:rsidP="006A1218">
      <w:pPr>
        <w:ind w:left="360"/>
        <w:rPr>
          <w:rFonts w:cs="Arial"/>
          <w:lang w:val="it-CH"/>
        </w:rPr>
      </w:pPr>
      <w:r w:rsidRPr="00F554BD">
        <w:rPr>
          <w:rFonts w:cs="Arial"/>
          <w:lang w:val="it-CH"/>
        </w:rPr>
        <w:t>Te</w:t>
      </w:r>
      <w:r w:rsidR="0068147E" w:rsidRPr="00F554BD">
        <w:rPr>
          <w:rFonts w:cs="Arial"/>
          <w:lang w:val="it-CH"/>
        </w:rPr>
        <w:t>sto</w:t>
      </w:r>
    </w:p>
    <w:p w14:paraId="6320814F" w14:textId="77777777" w:rsidR="00A415F7" w:rsidRPr="00F554BD" w:rsidRDefault="00A415F7" w:rsidP="00A415F7">
      <w:pPr>
        <w:rPr>
          <w:rFonts w:cs="Arial"/>
          <w:lang w:val="it-CH"/>
        </w:rPr>
      </w:pPr>
    </w:p>
    <w:p w14:paraId="710DAFED" w14:textId="77777777" w:rsidR="000E2C13" w:rsidRPr="00F554BD" w:rsidRDefault="000E2C13" w:rsidP="000E2C13">
      <w:pPr>
        <w:rPr>
          <w:rFonts w:cs="Arial"/>
          <w:lang w:val="it-CH"/>
        </w:rPr>
      </w:pPr>
    </w:p>
    <w:p w14:paraId="35231D72" w14:textId="77777777" w:rsidR="003A4FD2" w:rsidRPr="00F554BD" w:rsidRDefault="003A4FD2">
      <w:pPr>
        <w:spacing w:line="240" w:lineRule="auto"/>
        <w:jc w:val="left"/>
        <w:rPr>
          <w:rFonts w:cs="Arial"/>
          <w:lang w:val="it-CH"/>
        </w:rPr>
      </w:pPr>
      <w:r w:rsidRPr="00F554BD">
        <w:rPr>
          <w:rFonts w:cs="Arial"/>
          <w:lang w:val="it-CH"/>
        </w:rPr>
        <w:br w:type="page"/>
      </w:r>
    </w:p>
    <w:p w14:paraId="1F2D6C1E" w14:textId="77777777" w:rsidR="003A4FD2" w:rsidRPr="00F554BD" w:rsidRDefault="003A4FD2" w:rsidP="003A4FD2">
      <w:pPr>
        <w:rPr>
          <w:rFonts w:cs="Arial"/>
          <w:lang w:val="it-CH"/>
        </w:rPr>
      </w:pPr>
    </w:p>
    <w:p w14:paraId="2C997C3D" w14:textId="77777777" w:rsidR="003A4FD2" w:rsidRPr="00F554BD" w:rsidRDefault="00035269" w:rsidP="003A4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r w:rsidRPr="00F554BD">
        <w:rPr>
          <w:rFonts w:cs="Arial"/>
          <w:b/>
          <w:sz w:val="22"/>
          <w:szCs w:val="22"/>
          <w:lang w:val="it-CH"/>
        </w:rPr>
        <w:t>Breve rapporto sui risultati della valutazione</w:t>
      </w:r>
      <w:r w:rsidR="00A415F7" w:rsidRPr="00F554BD">
        <w:rPr>
          <w:rFonts w:cs="Arial"/>
          <w:b/>
          <w:sz w:val="22"/>
          <w:szCs w:val="22"/>
          <w:lang w:val="it-CH"/>
        </w:rPr>
        <w:t xml:space="preserve"> </w:t>
      </w:r>
      <w:r w:rsidRPr="00F554BD">
        <w:rPr>
          <w:rFonts w:cs="Arial"/>
          <w:b/>
          <w:color w:val="FF0000"/>
          <w:sz w:val="22"/>
          <w:szCs w:val="22"/>
          <w:lang w:val="it-CH"/>
        </w:rPr>
        <w:t xml:space="preserve">fase </w:t>
      </w:r>
      <w:r w:rsidR="00A415F7" w:rsidRPr="00F554BD">
        <w:rPr>
          <w:rFonts w:cs="Arial"/>
          <w:b/>
          <w:color w:val="FF0000"/>
          <w:sz w:val="22"/>
          <w:szCs w:val="22"/>
          <w:lang w:val="it-CH"/>
        </w:rPr>
        <w:t>2</w:t>
      </w:r>
    </w:p>
    <w:p w14:paraId="173FF2A0" w14:textId="77777777" w:rsidR="003A4FD2" w:rsidRPr="00F554BD" w:rsidRDefault="003A4FD2" w:rsidP="003A4FD2">
      <w:pPr>
        <w:rPr>
          <w:rFonts w:cs="Arial"/>
          <w:lang w:val="it-CH"/>
        </w:rPr>
      </w:pPr>
    </w:p>
    <w:p w14:paraId="0B4B9C06" w14:textId="77777777" w:rsidR="003A4FD2" w:rsidRPr="00F554BD" w:rsidRDefault="00035269" w:rsidP="00A415F7">
      <w:pPr>
        <w:pStyle w:val="Listenabsatz"/>
        <w:numPr>
          <w:ilvl w:val="0"/>
          <w:numId w:val="23"/>
        </w:numPr>
        <w:rPr>
          <w:rFonts w:cs="Arial"/>
          <w:b/>
          <w:lang w:val="it-CH"/>
        </w:rPr>
      </w:pPr>
      <w:r w:rsidRPr="00F554BD">
        <w:rPr>
          <w:rFonts w:cs="Arial"/>
          <w:b/>
          <w:lang w:val="it-CH"/>
        </w:rPr>
        <w:t>Osservazioni sullo svolgimento della procedura</w:t>
      </w:r>
      <w:r w:rsidR="003A4FD2" w:rsidRPr="00F554BD">
        <w:rPr>
          <w:rFonts w:cs="Arial"/>
          <w:b/>
          <w:lang w:val="it-CH"/>
        </w:rPr>
        <w:t>:</w:t>
      </w:r>
    </w:p>
    <w:p w14:paraId="6EAD58FC" w14:textId="77777777" w:rsidR="006A1218" w:rsidRPr="00F554BD" w:rsidRDefault="006A1218" w:rsidP="006A1218">
      <w:pPr>
        <w:ind w:left="360"/>
        <w:rPr>
          <w:rFonts w:cs="Arial"/>
          <w:lang w:val="it-CH"/>
        </w:rPr>
      </w:pPr>
      <w:r w:rsidRPr="00F554BD">
        <w:rPr>
          <w:rFonts w:cs="Arial"/>
          <w:lang w:val="it-CH"/>
        </w:rPr>
        <w:t>Te</w:t>
      </w:r>
      <w:r w:rsidR="00035269" w:rsidRPr="00F554BD">
        <w:rPr>
          <w:rFonts w:cs="Arial"/>
          <w:lang w:val="it-CH"/>
        </w:rPr>
        <w:t>sto</w:t>
      </w:r>
    </w:p>
    <w:p w14:paraId="0B3BAE57" w14:textId="77777777" w:rsidR="003A4FD2" w:rsidRPr="00F554BD" w:rsidRDefault="003A4FD2" w:rsidP="003A4FD2">
      <w:pPr>
        <w:rPr>
          <w:rFonts w:cs="Arial"/>
          <w:lang w:val="it-CH"/>
        </w:rPr>
      </w:pPr>
    </w:p>
    <w:p w14:paraId="0B9BFD93" w14:textId="77777777" w:rsidR="00A415F7" w:rsidRPr="00F554BD" w:rsidRDefault="00A415F7" w:rsidP="003A4FD2">
      <w:pPr>
        <w:rPr>
          <w:rFonts w:cs="Arial"/>
          <w:lang w:val="it-CH"/>
        </w:rPr>
      </w:pPr>
    </w:p>
    <w:p w14:paraId="7A5BAC31" w14:textId="77777777" w:rsidR="00A415F7" w:rsidRPr="00F554BD" w:rsidRDefault="00035269" w:rsidP="00A415F7">
      <w:pPr>
        <w:pStyle w:val="Listenabsatz"/>
        <w:numPr>
          <w:ilvl w:val="0"/>
          <w:numId w:val="23"/>
        </w:numPr>
        <w:spacing w:after="120"/>
        <w:ind w:left="357" w:hanging="357"/>
        <w:contextualSpacing w:val="0"/>
        <w:rPr>
          <w:rFonts w:cs="Arial"/>
          <w:b/>
          <w:lang w:val="it-CH"/>
        </w:rPr>
      </w:pPr>
      <w:r w:rsidRPr="00F554BD">
        <w:rPr>
          <w:rFonts w:cs="Arial"/>
          <w:b/>
          <w:lang w:val="it-CH"/>
        </w:rPr>
        <w:t xml:space="preserve">Condizioni della </w:t>
      </w:r>
      <w:r w:rsidRPr="00F554BD">
        <w:rPr>
          <w:rFonts w:cs="Arial"/>
          <w:b/>
          <w:color w:val="FF0000"/>
          <w:lang w:val="it-CH"/>
        </w:rPr>
        <w:t xml:space="preserve">fase 1 </w:t>
      </w:r>
      <w:r w:rsidRPr="00F554BD">
        <w:rPr>
          <w:rFonts w:cs="Arial"/>
          <w:b/>
          <w:lang w:val="it-CH"/>
        </w:rPr>
        <w:t xml:space="preserve">– Stato di elaborazione </w:t>
      </w:r>
      <w:r w:rsidRPr="00F554BD">
        <w:rPr>
          <w:rFonts w:cs="Arial"/>
          <w:lang w:val="it-CH"/>
        </w:rPr>
        <w:t>alla fine della fase 2</w:t>
      </w:r>
      <w:r w:rsidR="00A415F7" w:rsidRPr="00F554BD">
        <w:rPr>
          <w:rFonts w:cs="Arial"/>
          <w:b/>
          <w:lang w:val="it-CH"/>
        </w:rPr>
        <w:t>:</w:t>
      </w:r>
    </w:p>
    <w:tbl>
      <w:tblPr>
        <w:tblStyle w:val="Tabellenraster"/>
        <w:tblW w:w="96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1474"/>
        <w:gridCol w:w="1474"/>
        <w:gridCol w:w="5499"/>
      </w:tblGrid>
      <w:tr w:rsidR="00FD0214" w:rsidRPr="009276FB" w14:paraId="36B86C3D" w14:textId="77777777" w:rsidTr="001C5061">
        <w:tc>
          <w:tcPr>
            <w:tcW w:w="1191" w:type="dxa"/>
            <w:vMerge w:val="restart"/>
            <w:vAlign w:val="center"/>
          </w:tcPr>
          <w:p w14:paraId="29E9D20E" w14:textId="77777777" w:rsidR="00FD0214" w:rsidRPr="00F554BD" w:rsidRDefault="00FD0214" w:rsidP="00035269">
            <w:pPr>
              <w:pStyle w:val="Listenabsatz"/>
              <w:ind w:left="0"/>
              <w:jc w:val="center"/>
              <w:rPr>
                <w:rFonts w:cs="Arial"/>
                <w:b/>
                <w:lang w:val="it-CH"/>
              </w:rPr>
            </w:pPr>
            <w:r w:rsidRPr="00F554BD">
              <w:rPr>
                <w:rFonts w:cs="Arial"/>
                <w:b/>
                <w:lang w:val="it-CH"/>
              </w:rPr>
              <w:t>Indi</w:t>
            </w:r>
            <w:r w:rsidR="00035269" w:rsidRPr="00F554BD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2948" w:type="dxa"/>
            <w:gridSpan w:val="2"/>
            <w:vAlign w:val="center"/>
          </w:tcPr>
          <w:p w14:paraId="0A2C3F7A" w14:textId="77777777" w:rsidR="00FD0214" w:rsidRPr="00F554BD" w:rsidRDefault="00035269" w:rsidP="0099250D">
            <w:pPr>
              <w:pStyle w:val="Listenabsatz"/>
              <w:ind w:left="0"/>
              <w:jc w:val="center"/>
              <w:rPr>
                <w:rFonts w:cs="Arial"/>
                <w:b/>
                <w:lang w:val="it-CH"/>
              </w:rPr>
            </w:pPr>
            <w:r w:rsidRPr="00F554BD">
              <w:rPr>
                <w:rFonts w:cs="Arial"/>
                <w:b/>
                <w:lang w:val="it-CH"/>
              </w:rPr>
              <w:t>Requisito</w:t>
            </w:r>
          </w:p>
        </w:tc>
        <w:tc>
          <w:tcPr>
            <w:tcW w:w="5499" w:type="dxa"/>
            <w:vMerge w:val="restart"/>
            <w:vAlign w:val="center"/>
          </w:tcPr>
          <w:p w14:paraId="5E8BDD5F" w14:textId="77777777" w:rsidR="00FD0214" w:rsidRPr="00F554BD" w:rsidRDefault="00035269" w:rsidP="00FD0214">
            <w:pPr>
              <w:pStyle w:val="Listenabsatz"/>
              <w:ind w:left="0"/>
              <w:jc w:val="left"/>
              <w:rPr>
                <w:rFonts w:cs="Arial"/>
                <w:b/>
                <w:lang w:val="it-CH"/>
              </w:rPr>
            </w:pPr>
            <w:r w:rsidRPr="00F554BD">
              <w:rPr>
                <w:rFonts w:cs="Arial"/>
                <w:lang w:val="it-CH"/>
              </w:rPr>
              <w:t>Se b): nuova scadenza o misura</w:t>
            </w:r>
          </w:p>
        </w:tc>
      </w:tr>
      <w:tr w:rsidR="00FD0214" w:rsidRPr="00F554BD" w14:paraId="39F3474F" w14:textId="77777777" w:rsidTr="001C5061">
        <w:tc>
          <w:tcPr>
            <w:tcW w:w="1191" w:type="dxa"/>
            <w:vMerge/>
          </w:tcPr>
          <w:p w14:paraId="5C1D3B1F" w14:textId="77777777" w:rsidR="00FD0214" w:rsidRPr="00F554BD" w:rsidRDefault="00FD021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  <w:vAlign w:val="center"/>
          </w:tcPr>
          <w:p w14:paraId="687201BB" w14:textId="77777777" w:rsidR="00FD0214" w:rsidRPr="00F554BD" w:rsidRDefault="00FD0214" w:rsidP="00035269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lang w:val="it-CH"/>
              </w:rPr>
              <w:t xml:space="preserve">a) </w:t>
            </w:r>
            <w:r w:rsidR="00035269" w:rsidRPr="00F554BD">
              <w:rPr>
                <w:rFonts w:cs="Arial"/>
                <w:lang w:val="it-CH"/>
              </w:rPr>
              <w:t>soddisfatto</w:t>
            </w:r>
          </w:p>
        </w:tc>
        <w:tc>
          <w:tcPr>
            <w:tcW w:w="1474" w:type="dxa"/>
            <w:vAlign w:val="center"/>
          </w:tcPr>
          <w:p w14:paraId="78B94B3B" w14:textId="77777777" w:rsidR="00FD0214" w:rsidRPr="00F554BD" w:rsidRDefault="00FD0214" w:rsidP="00035269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color w:val="FF0000"/>
                <w:lang w:val="it-CH"/>
              </w:rPr>
              <w:t xml:space="preserve">b) </w:t>
            </w:r>
            <w:r w:rsidR="00035269" w:rsidRPr="00F554BD">
              <w:rPr>
                <w:rFonts w:cs="Arial"/>
                <w:color w:val="FF0000"/>
                <w:lang w:val="it-CH"/>
              </w:rPr>
              <w:t>non soddisfatto</w:t>
            </w:r>
          </w:p>
        </w:tc>
        <w:tc>
          <w:tcPr>
            <w:tcW w:w="5499" w:type="dxa"/>
            <w:vMerge/>
            <w:vAlign w:val="center"/>
          </w:tcPr>
          <w:p w14:paraId="778810A3" w14:textId="77777777" w:rsidR="00FD0214" w:rsidRPr="00F554BD" w:rsidRDefault="00FD0214" w:rsidP="002F63E9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</w:p>
        </w:tc>
      </w:tr>
      <w:tr w:rsidR="0099250D" w:rsidRPr="00F554BD" w14:paraId="69BBBC15" w14:textId="77777777" w:rsidTr="001C5061">
        <w:tc>
          <w:tcPr>
            <w:tcW w:w="1191" w:type="dxa"/>
          </w:tcPr>
          <w:p w14:paraId="4503728C" w14:textId="77777777" w:rsidR="002F63E9" w:rsidRPr="00F554BD" w:rsidRDefault="002F63E9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304E3E53" w14:textId="77777777" w:rsidR="002F63E9" w:rsidRPr="00F554BD" w:rsidRDefault="0099250D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4BD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F554BD">
              <w:rPr>
                <w:rFonts w:cs="Arial"/>
                <w:sz w:val="18"/>
                <w:szCs w:val="18"/>
                <w:lang w:val="it-CH"/>
              </w:rPr>
            </w: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474" w:type="dxa"/>
          </w:tcPr>
          <w:p w14:paraId="44B9CB59" w14:textId="77777777" w:rsidR="002F63E9" w:rsidRPr="00F554BD" w:rsidRDefault="0099250D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499" w:type="dxa"/>
          </w:tcPr>
          <w:p w14:paraId="26BADCF7" w14:textId="77777777" w:rsidR="002F63E9" w:rsidRPr="00F554BD" w:rsidRDefault="00035269" w:rsidP="00CD7773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  <w:r w:rsidRPr="00F554BD">
              <w:rPr>
                <w:rFonts w:cs="Arial"/>
                <w:lang w:val="it-CH"/>
              </w:rPr>
              <w:t>Testo</w:t>
            </w:r>
          </w:p>
        </w:tc>
      </w:tr>
      <w:tr w:rsidR="00B60AF5" w:rsidRPr="00F554BD" w14:paraId="5391BE02" w14:textId="77777777" w:rsidTr="001C5061">
        <w:tc>
          <w:tcPr>
            <w:tcW w:w="1191" w:type="dxa"/>
          </w:tcPr>
          <w:p w14:paraId="622B4EFD" w14:textId="77777777" w:rsidR="00B60AF5" w:rsidRPr="00F554BD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32822630" w14:textId="77777777" w:rsidR="00B60AF5" w:rsidRPr="00F554BD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4BD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F554BD">
              <w:rPr>
                <w:rFonts w:cs="Arial"/>
                <w:sz w:val="18"/>
                <w:szCs w:val="18"/>
                <w:lang w:val="it-CH"/>
              </w:rPr>
            </w: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474" w:type="dxa"/>
          </w:tcPr>
          <w:p w14:paraId="45FFD6F4" w14:textId="77777777" w:rsidR="00B60AF5" w:rsidRPr="00F554BD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499" w:type="dxa"/>
          </w:tcPr>
          <w:p w14:paraId="02E62E7A" w14:textId="77777777" w:rsidR="00B60AF5" w:rsidRPr="00F554BD" w:rsidRDefault="00B60AF5" w:rsidP="00B60AF5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  <w:tr w:rsidR="00B60AF5" w:rsidRPr="00F554BD" w14:paraId="6C1826DD" w14:textId="77777777" w:rsidTr="001C5061">
        <w:tc>
          <w:tcPr>
            <w:tcW w:w="1191" w:type="dxa"/>
          </w:tcPr>
          <w:p w14:paraId="19333BB5" w14:textId="77777777" w:rsidR="00B60AF5" w:rsidRPr="00F554BD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5D86453A" w14:textId="77777777" w:rsidR="00B60AF5" w:rsidRPr="00F554BD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4BD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F554BD">
              <w:rPr>
                <w:rFonts w:cs="Arial"/>
                <w:sz w:val="18"/>
                <w:szCs w:val="18"/>
                <w:lang w:val="it-CH"/>
              </w:rPr>
            </w: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474" w:type="dxa"/>
          </w:tcPr>
          <w:p w14:paraId="031A9DF0" w14:textId="77777777" w:rsidR="00B60AF5" w:rsidRPr="00F554BD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499" w:type="dxa"/>
          </w:tcPr>
          <w:p w14:paraId="2F29A7D3" w14:textId="77777777" w:rsidR="00B60AF5" w:rsidRPr="00F554BD" w:rsidRDefault="00B60AF5" w:rsidP="00B60AF5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  <w:tr w:rsidR="00B60AF5" w:rsidRPr="00F554BD" w14:paraId="69246C05" w14:textId="77777777" w:rsidTr="001C5061">
        <w:tc>
          <w:tcPr>
            <w:tcW w:w="1191" w:type="dxa"/>
          </w:tcPr>
          <w:p w14:paraId="7597DBA0" w14:textId="77777777" w:rsidR="00B60AF5" w:rsidRPr="00F554BD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5DD18654" w14:textId="77777777" w:rsidR="00B60AF5" w:rsidRPr="00F554BD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4BD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F554BD">
              <w:rPr>
                <w:rFonts w:cs="Arial"/>
                <w:sz w:val="18"/>
                <w:szCs w:val="18"/>
                <w:lang w:val="it-CH"/>
              </w:rPr>
            </w: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F554BD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474" w:type="dxa"/>
          </w:tcPr>
          <w:p w14:paraId="4A1B326F" w14:textId="77777777" w:rsidR="00B60AF5" w:rsidRPr="00F554BD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F554BD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499" w:type="dxa"/>
          </w:tcPr>
          <w:p w14:paraId="106AB813" w14:textId="77777777" w:rsidR="00B60AF5" w:rsidRPr="00F554BD" w:rsidRDefault="00B60AF5" w:rsidP="00B60AF5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</w:tbl>
    <w:p w14:paraId="3550E1B8" w14:textId="4732D51E" w:rsidR="00A415F7" w:rsidRPr="00F554BD" w:rsidRDefault="00035269" w:rsidP="007E13BA">
      <w:pPr>
        <w:spacing w:before="60"/>
        <w:ind w:left="357"/>
        <w:rPr>
          <w:rFonts w:cs="Arial"/>
          <w:lang w:val="it-CH"/>
        </w:rPr>
      </w:pPr>
      <w:r w:rsidRPr="00F554BD">
        <w:rPr>
          <w:rFonts w:cs="Arial"/>
          <w:lang w:val="it-CH"/>
        </w:rPr>
        <w:t>Quando una condizione della fase 1 è soddisfatta</w:t>
      </w:r>
      <w:r w:rsidR="001C5061">
        <w:rPr>
          <w:rFonts w:cs="Arial"/>
          <w:lang w:val="it-CH"/>
        </w:rPr>
        <w:t>, per l’indicatore corrispondente</w:t>
      </w:r>
      <w:r w:rsidRPr="00F554BD">
        <w:rPr>
          <w:rFonts w:cs="Arial"/>
          <w:lang w:val="it-CH"/>
        </w:rPr>
        <w:t xml:space="preserve"> viene contrassegnata la casella «requisito soddisfatto» e la valutazione iniziale diventa irrilevante</w:t>
      </w:r>
      <w:r w:rsidR="007E13BA" w:rsidRPr="00F554BD">
        <w:rPr>
          <w:rFonts w:cs="Arial"/>
          <w:lang w:val="it-CH"/>
        </w:rPr>
        <w:t>.</w:t>
      </w:r>
    </w:p>
    <w:p w14:paraId="7AF02AE1" w14:textId="77777777" w:rsidR="00A415F7" w:rsidRPr="00F554BD" w:rsidRDefault="00A415F7" w:rsidP="003A4FD2">
      <w:pPr>
        <w:rPr>
          <w:rFonts w:cs="Arial"/>
          <w:lang w:val="it-CH"/>
        </w:rPr>
      </w:pPr>
    </w:p>
    <w:p w14:paraId="6AA9EE2D" w14:textId="77777777" w:rsidR="00A415F7" w:rsidRPr="00F554BD" w:rsidRDefault="00035269" w:rsidP="00A415F7">
      <w:pPr>
        <w:pStyle w:val="Listenabsatz"/>
        <w:numPr>
          <w:ilvl w:val="0"/>
          <w:numId w:val="23"/>
        </w:numPr>
        <w:spacing w:after="120"/>
        <w:ind w:left="357" w:hanging="357"/>
        <w:contextualSpacing w:val="0"/>
        <w:rPr>
          <w:rFonts w:cs="Arial"/>
          <w:b/>
          <w:lang w:val="it-CH"/>
        </w:rPr>
      </w:pPr>
      <w:r w:rsidRPr="00F554BD">
        <w:rPr>
          <w:rFonts w:cs="Arial"/>
          <w:b/>
          <w:lang w:val="it-CH"/>
        </w:rPr>
        <w:t xml:space="preserve">Condizioni della </w:t>
      </w:r>
      <w:r w:rsidRPr="00F554BD">
        <w:rPr>
          <w:rFonts w:cs="Arial"/>
          <w:b/>
          <w:color w:val="FF0000"/>
          <w:lang w:val="it-CH"/>
        </w:rPr>
        <w:t xml:space="preserve">fase 2 </w:t>
      </w:r>
      <w:r w:rsidRPr="00F554BD">
        <w:rPr>
          <w:rFonts w:cs="Arial"/>
          <w:b/>
          <w:lang w:val="it-CH"/>
        </w:rPr>
        <w:t xml:space="preserve">che l’operatore della formazione deve soddisfare </w:t>
      </w:r>
      <w:r w:rsidRPr="00F554BD">
        <w:rPr>
          <w:rFonts w:cs="Arial"/>
          <w:lang w:val="it-CH"/>
        </w:rPr>
        <w:t>(motivazioni: v. indicatori fase 2)</w:t>
      </w:r>
      <w:r w:rsidR="00A415F7" w:rsidRPr="00E7306E">
        <w:rPr>
          <w:rFonts w:cs="Arial"/>
          <w:lang w:val="it-CH"/>
        </w:rPr>
        <w:t>:</w:t>
      </w:r>
    </w:p>
    <w:tbl>
      <w:tblPr>
        <w:tblStyle w:val="Tabellenraster"/>
        <w:tblW w:w="96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  <w:gridCol w:w="1701"/>
      </w:tblGrid>
      <w:tr w:rsidR="00A415F7" w:rsidRPr="00F554BD" w14:paraId="5D3DDEEC" w14:textId="77777777" w:rsidTr="00E7306E">
        <w:tc>
          <w:tcPr>
            <w:tcW w:w="1191" w:type="dxa"/>
          </w:tcPr>
          <w:p w14:paraId="142318AE" w14:textId="77777777" w:rsidR="00A415F7" w:rsidRPr="00F554BD" w:rsidRDefault="00A415F7" w:rsidP="00035269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F554BD">
              <w:rPr>
                <w:rFonts w:cs="Arial"/>
                <w:b/>
                <w:lang w:val="it-CH"/>
              </w:rPr>
              <w:t>Indi</w:t>
            </w:r>
            <w:r w:rsidR="00035269" w:rsidRPr="00F554BD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21768702" w14:textId="77777777" w:rsidR="00A415F7" w:rsidRPr="00F554BD" w:rsidRDefault="00035269" w:rsidP="002D7246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F554BD">
              <w:rPr>
                <w:rFonts w:cs="Arial"/>
                <w:b/>
                <w:lang w:val="it-CH"/>
              </w:rPr>
              <w:t>Argomento</w:t>
            </w:r>
          </w:p>
        </w:tc>
        <w:tc>
          <w:tcPr>
            <w:tcW w:w="1701" w:type="dxa"/>
          </w:tcPr>
          <w:p w14:paraId="5B260941" w14:textId="77777777" w:rsidR="00A415F7" w:rsidRPr="00F554BD" w:rsidRDefault="00035269" w:rsidP="002D7246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F554BD">
              <w:rPr>
                <w:rFonts w:cs="Arial"/>
                <w:b/>
                <w:lang w:val="it-CH"/>
              </w:rPr>
              <w:t>Scadenza</w:t>
            </w:r>
          </w:p>
        </w:tc>
      </w:tr>
      <w:tr w:rsidR="00A415F7" w:rsidRPr="00F554BD" w14:paraId="26C3B894" w14:textId="77777777" w:rsidTr="00E7306E">
        <w:tc>
          <w:tcPr>
            <w:tcW w:w="1191" w:type="dxa"/>
          </w:tcPr>
          <w:p w14:paraId="299DFB8C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2CC7EE58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0D0F808F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A415F7" w:rsidRPr="00F554BD" w14:paraId="1841E8B5" w14:textId="77777777" w:rsidTr="00E7306E">
        <w:tc>
          <w:tcPr>
            <w:tcW w:w="1191" w:type="dxa"/>
          </w:tcPr>
          <w:p w14:paraId="3D8CDC4F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FEC94AB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12105963" w14:textId="77777777" w:rsidR="00A415F7" w:rsidRPr="00F554BD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B5324" w:rsidRPr="00F554BD" w14:paraId="194DA182" w14:textId="77777777" w:rsidTr="00E7306E">
        <w:tc>
          <w:tcPr>
            <w:tcW w:w="1191" w:type="dxa"/>
          </w:tcPr>
          <w:p w14:paraId="33893502" w14:textId="77777777" w:rsidR="001B5324" w:rsidRPr="00F554BD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31C34B9E" w14:textId="77777777" w:rsidR="001B5324" w:rsidRPr="00F554BD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2C38C796" w14:textId="77777777" w:rsidR="001B5324" w:rsidRPr="00F554BD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FD0214" w:rsidRPr="00F554BD" w14:paraId="5126FBCB" w14:textId="77777777" w:rsidTr="00E7306E">
        <w:tc>
          <w:tcPr>
            <w:tcW w:w="1191" w:type="dxa"/>
          </w:tcPr>
          <w:p w14:paraId="5239ADCD" w14:textId="77777777" w:rsidR="00FD0214" w:rsidRPr="00F554BD" w:rsidRDefault="00FD021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09CD6672" w14:textId="77777777" w:rsidR="00FD0214" w:rsidRPr="00F554BD" w:rsidRDefault="00FD021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27DFD624" w14:textId="77777777" w:rsidR="00FD0214" w:rsidRPr="00F554BD" w:rsidRDefault="00FD021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5F9676FB" w14:textId="77777777" w:rsidR="00A415F7" w:rsidRPr="00F554BD" w:rsidRDefault="00A415F7" w:rsidP="00A415F7">
      <w:pPr>
        <w:rPr>
          <w:rFonts w:cs="Arial"/>
          <w:lang w:val="it-CH"/>
        </w:rPr>
      </w:pPr>
    </w:p>
    <w:p w14:paraId="2A5F6C07" w14:textId="77777777" w:rsidR="003A4FD2" w:rsidRPr="00F554BD" w:rsidRDefault="003A4FD2" w:rsidP="003A4FD2">
      <w:pPr>
        <w:rPr>
          <w:rFonts w:cs="Arial"/>
          <w:lang w:val="it-CH"/>
        </w:rPr>
      </w:pPr>
    </w:p>
    <w:p w14:paraId="29C01126" w14:textId="7B7D10BA" w:rsidR="00DD4EEC" w:rsidRPr="00F554BD" w:rsidRDefault="00035269" w:rsidP="00DD4EEC">
      <w:pPr>
        <w:rPr>
          <w:rFonts w:cs="Arial"/>
          <w:lang w:val="it-CH"/>
        </w:rPr>
      </w:pPr>
      <w:r w:rsidRPr="00F554BD">
        <w:rPr>
          <w:rFonts w:cs="Arial"/>
          <w:b/>
          <w:lang w:val="it-CH"/>
        </w:rPr>
        <w:t>Seguito:</w:t>
      </w:r>
      <w:r w:rsidRPr="00F554BD">
        <w:rPr>
          <w:rFonts w:cs="Arial"/>
          <w:lang w:val="it-CH"/>
        </w:rPr>
        <w:t xml:space="preserve"> le condizioni non ancora soddisfatte della fase 1 e le lacune riscontrate nella fase 2 vengono riportate nel rapporto finale e nella raccomandazione di riconoscimento dei periti all’attenzione della </w:t>
      </w:r>
      <w:r w:rsidR="00BC662E">
        <w:rPr>
          <w:rFonts w:cs="Arial"/>
          <w:lang w:val="it-CH"/>
        </w:rPr>
        <w:t>SEFRI</w:t>
      </w:r>
      <w:r w:rsidRPr="00F554BD">
        <w:rPr>
          <w:rFonts w:cs="Arial"/>
          <w:lang w:val="it-CH"/>
        </w:rPr>
        <w:t xml:space="preserve"> («</w:t>
      </w:r>
      <w:r w:rsidR="00E7306E">
        <w:rPr>
          <w:rFonts w:cs="Arial"/>
          <w:lang w:val="it-CH"/>
        </w:rPr>
        <w:t>r</w:t>
      </w:r>
      <w:r w:rsidRPr="00F554BD">
        <w:rPr>
          <w:rFonts w:cs="Arial"/>
          <w:lang w:val="it-CH"/>
        </w:rPr>
        <w:t>iconoscimento», «</w:t>
      </w:r>
      <w:r w:rsidR="00E7306E">
        <w:rPr>
          <w:rFonts w:cs="Arial"/>
          <w:lang w:val="it-CH"/>
        </w:rPr>
        <w:t>r</w:t>
      </w:r>
      <w:r w:rsidRPr="00F554BD">
        <w:rPr>
          <w:rFonts w:cs="Arial"/>
          <w:lang w:val="it-CH"/>
        </w:rPr>
        <w:t>iconoscimento con riserva», «</w:t>
      </w:r>
      <w:r w:rsidR="00E7306E">
        <w:rPr>
          <w:rFonts w:cs="Arial"/>
          <w:lang w:val="it-CH"/>
        </w:rPr>
        <w:t>r</w:t>
      </w:r>
      <w:r w:rsidRPr="00F554BD">
        <w:rPr>
          <w:rFonts w:cs="Arial"/>
          <w:lang w:val="it-CH"/>
        </w:rPr>
        <w:t>ifiuto del riconoscimento»)</w:t>
      </w:r>
      <w:r w:rsidR="00DD4EEC" w:rsidRPr="00F554BD">
        <w:rPr>
          <w:rFonts w:cs="Arial"/>
          <w:lang w:val="it-CH"/>
        </w:rPr>
        <w:t>.</w:t>
      </w:r>
    </w:p>
    <w:p w14:paraId="485EB905" w14:textId="77777777" w:rsidR="003A4FD2" w:rsidRPr="00F554BD" w:rsidRDefault="003A4FD2" w:rsidP="003A4FD2">
      <w:pPr>
        <w:spacing w:line="240" w:lineRule="auto"/>
        <w:jc w:val="left"/>
        <w:rPr>
          <w:rFonts w:cs="Arial"/>
          <w:lang w:val="it-CH"/>
        </w:rPr>
      </w:pPr>
    </w:p>
    <w:p w14:paraId="74ECC2F7" w14:textId="77777777" w:rsidR="00DD4EEC" w:rsidRPr="00F554BD" w:rsidRDefault="00DD4EEC" w:rsidP="003A4FD2">
      <w:pPr>
        <w:spacing w:line="240" w:lineRule="auto"/>
        <w:jc w:val="left"/>
        <w:rPr>
          <w:rFonts w:cs="Arial"/>
          <w:lang w:val="it-CH"/>
        </w:rPr>
      </w:pPr>
    </w:p>
    <w:p w14:paraId="3A0068E1" w14:textId="77777777" w:rsidR="000E2C13" w:rsidRPr="00F554BD" w:rsidRDefault="000E2C13" w:rsidP="000E2C13">
      <w:pPr>
        <w:rPr>
          <w:rFonts w:cs="Arial"/>
          <w:lang w:val="it-CH"/>
        </w:rPr>
      </w:pPr>
    </w:p>
    <w:p w14:paraId="3CC44FFD" w14:textId="77777777" w:rsidR="00D605B6" w:rsidRPr="00F554BD" w:rsidRDefault="00D605B6" w:rsidP="0019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lang w:val="it-CH"/>
        </w:rPr>
        <w:sectPr w:rsidR="00D605B6" w:rsidRPr="00F554BD" w:rsidSect="00725C3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523D64FE" w14:textId="1D751C90" w:rsidR="00752268" w:rsidRPr="00F554BD" w:rsidRDefault="00F554BD" w:rsidP="0019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lang w:val="it-CH"/>
        </w:rPr>
      </w:pPr>
      <w:bookmarkStart w:id="17" w:name="_Toc159144867"/>
      <w:bookmarkStart w:id="18" w:name="_Toc159147797"/>
      <w:bookmarkStart w:id="19" w:name="_Toc159148964"/>
      <w:bookmarkStart w:id="20" w:name="_Toc159304091"/>
      <w:bookmarkStart w:id="21" w:name="_Toc159305912"/>
      <w:bookmarkStart w:id="22" w:name="_Toc160340231"/>
      <w:bookmarkStart w:id="23" w:name="_Toc160340438"/>
      <w:bookmarkStart w:id="24" w:name="_Toc275173580"/>
      <w:bookmarkStart w:id="25" w:name="_Toc275173652"/>
      <w:bookmarkEnd w:id="15"/>
      <w:r>
        <w:rPr>
          <w:rFonts w:cs="Arial"/>
          <w:b/>
          <w:sz w:val="22"/>
          <w:lang w:val="it-CH"/>
        </w:rPr>
        <w:lastRenderedPageBreak/>
        <w:t>Risultati</w:t>
      </w:r>
      <w:r w:rsidRPr="00F554BD">
        <w:rPr>
          <w:rFonts w:cs="Arial"/>
          <w:b/>
          <w:sz w:val="22"/>
          <w:lang w:val="it-CH"/>
        </w:rPr>
        <w:t xml:space="preserve"> </w:t>
      </w:r>
      <w:r w:rsidR="006C7A10" w:rsidRPr="00F554BD">
        <w:rPr>
          <w:rFonts w:cs="Arial"/>
          <w:b/>
          <w:sz w:val="22"/>
          <w:lang w:val="it-CH"/>
        </w:rPr>
        <w:t xml:space="preserve">della valutazione: criteri e indicatori 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18583413" w14:textId="77777777" w:rsidR="00752268" w:rsidRPr="00F554BD" w:rsidRDefault="00752268" w:rsidP="00804716">
      <w:pPr>
        <w:pStyle w:val="Verzeichnis1"/>
        <w:rPr>
          <w:lang w:val="it-CH"/>
        </w:rPr>
      </w:pPr>
    </w:p>
    <w:p w14:paraId="497A6B1D" w14:textId="4135E00A" w:rsidR="00EC05C1" w:rsidRDefault="001968DF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r w:rsidRPr="00F554BD">
        <w:rPr>
          <w:rFonts w:cs="Arial"/>
          <w:sz w:val="22"/>
          <w:lang w:val="it-CH"/>
        </w:rPr>
        <w:fldChar w:fldCharType="begin"/>
      </w:r>
      <w:r w:rsidRPr="00F554BD">
        <w:rPr>
          <w:rFonts w:cs="Arial"/>
          <w:sz w:val="22"/>
          <w:lang w:val="it-CH"/>
        </w:rPr>
        <w:instrText xml:space="preserve"> TOC \o "1-3" \h \z \u </w:instrText>
      </w:r>
      <w:r w:rsidRPr="00F554BD">
        <w:rPr>
          <w:rFonts w:cs="Arial"/>
          <w:sz w:val="22"/>
          <w:lang w:val="it-CH"/>
        </w:rPr>
        <w:fldChar w:fldCharType="separate"/>
      </w:r>
      <w:hyperlink w:anchor="_Toc85211699" w:history="1">
        <w:r w:rsidR="00EC05C1"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A.</w:t>
        </w:r>
        <w:r w:rsidR="00EC05C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="00EC05C1"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Contesto e collegamenti</w:t>
        </w:r>
        <w:r w:rsidR="00EC05C1">
          <w:rPr>
            <w:noProof/>
            <w:webHidden/>
          </w:rPr>
          <w:tab/>
        </w:r>
        <w:r w:rsidR="00EC05C1">
          <w:rPr>
            <w:noProof/>
            <w:webHidden/>
          </w:rPr>
          <w:fldChar w:fldCharType="begin"/>
        </w:r>
        <w:r w:rsidR="00EC05C1">
          <w:rPr>
            <w:noProof/>
            <w:webHidden/>
          </w:rPr>
          <w:instrText xml:space="preserve"> PAGEREF _Toc85211699 \h </w:instrText>
        </w:r>
        <w:r w:rsidR="00EC05C1">
          <w:rPr>
            <w:noProof/>
            <w:webHidden/>
          </w:rPr>
        </w:r>
        <w:r w:rsidR="00EC05C1">
          <w:rPr>
            <w:noProof/>
            <w:webHidden/>
          </w:rPr>
          <w:fldChar w:fldCharType="separate"/>
        </w:r>
        <w:r w:rsidR="00EC05C1">
          <w:rPr>
            <w:noProof/>
            <w:webHidden/>
          </w:rPr>
          <w:t>5</w:t>
        </w:r>
        <w:r w:rsidR="00EC05C1">
          <w:rPr>
            <w:noProof/>
            <w:webHidden/>
          </w:rPr>
          <w:fldChar w:fldCharType="end"/>
        </w:r>
      </w:hyperlink>
    </w:p>
    <w:p w14:paraId="786C181D" w14:textId="4B84CE71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00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A.1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Cantone in cui ha sede la scuola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_Toc85211700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5</w:t>
        </w:r>
        <w:r w:rsidRPr="00EC05C1">
          <w:rPr>
            <w:noProof/>
            <w:webHidden/>
          </w:rPr>
          <w:fldChar w:fldCharType="end"/>
        </w:r>
      </w:hyperlink>
    </w:p>
    <w:p w14:paraId="65E615E8" w14:textId="468BF0B1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01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A.2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Inserimento nel sistema scolastico svizzero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_Toc85211701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6</w:t>
        </w:r>
        <w:r w:rsidRPr="00EC05C1">
          <w:rPr>
            <w:noProof/>
            <w:webHidden/>
          </w:rPr>
          <w:fldChar w:fldCharType="end"/>
        </w:r>
      </w:hyperlink>
    </w:p>
    <w:p w14:paraId="46E34B69" w14:textId="58C1265C" w:rsidR="00EC05C1" w:rsidRDefault="00EC05C1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702" w:history="1"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B.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Struttura, organizzazione e infrastruttura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8D0C4BA" w14:textId="3911731A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03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B.1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Struttura e organizzazione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_Toc85211703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7</w:t>
        </w:r>
        <w:r w:rsidRPr="00EC05C1">
          <w:rPr>
            <w:noProof/>
            <w:webHidden/>
          </w:rPr>
          <w:fldChar w:fldCharType="end"/>
        </w:r>
      </w:hyperlink>
    </w:p>
    <w:p w14:paraId="1C17D549" w14:textId="1A365AF9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04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B.2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Infrastruttura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_Toc85211704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9</w:t>
        </w:r>
        <w:r w:rsidRPr="00EC05C1">
          <w:rPr>
            <w:noProof/>
            <w:webHidden/>
          </w:rPr>
          <w:fldChar w:fldCharType="end"/>
        </w:r>
      </w:hyperlink>
    </w:p>
    <w:p w14:paraId="595E1075" w14:textId="496DC37D" w:rsidR="00EC05C1" w:rsidRDefault="00EC05C1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705" w:history="1"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C.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Qualifiche dei collaboratori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8AA4887" w14:textId="17E3C0B5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06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C.1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Qualifiche dei responsabili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_Toc85211706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10</w:t>
        </w:r>
        <w:r w:rsidRPr="00EC05C1">
          <w:rPr>
            <w:noProof/>
            <w:webHidden/>
          </w:rPr>
          <w:fldChar w:fldCharType="end"/>
        </w:r>
      </w:hyperlink>
    </w:p>
    <w:p w14:paraId="07AD055D" w14:textId="3B7D3AE1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07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C.2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Qualifiche dei docenti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_Toc85211707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11</w:t>
        </w:r>
        <w:r w:rsidRPr="00EC05C1">
          <w:rPr>
            <w:noProof/>
            <w:webHidden/>
          </w:rPr>
          <w:fldChar w:fldCharType="end"/>
        </w:r>
      </w:hyperlink>
    </w:p>
    <w:p w14:paraId="13B37B9B" w14:textId="5DBE6DAA" w:rsidR="00EC05C1" w:rsidRDefault="00EC05C1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708" w:history="1"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D.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Gestione della qualità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799B356" w14:textId="132761C7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09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D.1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Garanzia e sviluppo della qualità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_Toc85211709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12</w:t>
        </w:r>
        <w:r w:rsidRPr="00EC05C1">
          <w:rPr>
            <w:noProof/>
            <w:webHidden/>
          </w:rPr>
          <w:fldChar w:fldCharType="end"/>
        </w:r>
      </w:hyperlink>
    </w:p>
    <w:p w14:paraId="0E81D5C5" w14:textId="0921AE32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10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D.2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Attualità, garanzia e disponibilità del sapere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_Toc85211710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14</w:t>
        </w:r>
        <w:r w:rsidRPr="00EC05C1">
          <w:rPr>
            <w:noProof/>
            <w:webHidden/>
          </w:rPr>
          <w:fldChar w:fldCharType="end"/>
        </w:r>
      </w:hyperlink>
    </w:p>
    <w:p w14:paraId="25F28CC8" w14:textId="6129B3EF" w:rsidR="00EC05C1" w:rsidRDefault="00EC05C1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711" w:history="1"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E.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Prescrizioni formali dell’OERic-SSS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50FA08F" w14:textId="0AA31F47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12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E.1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Procedura di ammissione</w:t>
        </w:r>
        <w:r w:rsidR="00A965E8">
          <w:rPr>
            <w:rStyle w:val="Hyperlink"/>
            <w:rFonts w:ascii="Arial" w:hAnsi="Arial" w:cs="Arial"/>
            <w:noProof/>
            <w:kern w:val="32"/>
            <w:lang w:val="it-CH"/>
          </w:rPr>
          <w:t xml:space="preserve"> </w:t>
        </w:r>
        <w:bookmarkStart w:id="26" w:name="_Hlk206680450"/>
        <w:r w:rsidR="00A965E8" w:rsidRPr="00A965E8">
          <w:rPr>
            <w:rStyle w:val="Hyperlink"/>
            <w:rFonts w:ascii="Arial" w:hAnsi="Arial" w:cs="Arial"/>
            <w:noProof/>
            <w:kern w:val="32"/>
            <w:lang w:val="it-CH"/>
          </w:rPr>
          <w:t>e convalida degli apprendimenti acquisiti</w:t>
        </w:r>
        <w:bookmarkEnd w:id="26"/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_Toc85211712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15</w:t>
        </w:r>
        <w:r w:rsidRPr="00EC05C1">
          <w:rPr>
            <w:noProof/>
            <w:webHidden/>
          </w:rPr>
          <w:fldChar w:fldCharType="end"/>
        </w:r>
      </w:hyperlink>
    </w:p>
    <w:p w14:paraId="238F67DD" w14:textId="07728750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13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E.2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Ore di studio, forme d’insegnamento e componenti formative pratiche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_Toc85211713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16</w:t>
        </w:r>
        <w:r w:rsidRPr="00EC05C1">
          <w:rPr>
            <w:noProof/>
            <w:webHidden/>
          </w:rPr>
          <w:fldChar w:fldCharType="end"/>
        </w:r>
      </w:hyperlink>
    </w:p>
    <w:p w14:paraId="4F9061ED" w14:textId="5BE656CD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14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E.3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Diploma e titoli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_Toc85211714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17</w:t>
        </w:r>
        <w:r w:rsidRPr="00EC05C1">
          <w:rPr>
            <w:noProof/>
            <w:webHidden/>
          </w:rPr>
          <w:fldChar w:fldCharType="end"/>
        </w:r>
      </w:hyperlink>
    </w:p>
    <w:p w14:paraId="7109965D" w14:textId="4557CE11" w:rsidR="00EC05C1" w:rsidRDefault="00EC05C1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715" w:history="1"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F.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ED2276">
          <w:rPr>
            <w:rStyle w:val="Hyperlink"/>
            <w:rFonts w:ascii="Arial" w:hAnsi="Arial" w:cs="Arial"/>
            <w:noProof/>
            <w:kern w:val="32"/>
            <w:lang w:val="it-IT"/>
          </w:rPr>
          <w:t>Conformità del curriculum (piano di formazione) con le competenze necessarie per l’esercizio dell’attività professionale corrispondente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7DA62C0" w14:textId="0BEEC9CF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16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F.1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Requisiti di base del curriculum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_Toc85211716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18</w:t>
        </w:r>
        <w:r w:rsidRPr="00EC05C1">
          <w:rPr>
            <w:noProof/>
            <w:webHidden/>
          </w:rPr>
          <w:fldChar w:fldCharType="end"/>
        </w:r>
      </w:hyperlink>
    </w:p>
    <w:p w14:paraId="300B280F" w14:textId="6677FB1E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17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F.2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Unità didattiche e d’apprendimento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_Toc85211717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20</w:t>
        </w:r>
        <w:r w:rsidRPr="00EC05C1">
          <w:rPr>
            <w:noProof/>
            <w:webHidden/>
          </w:rPr>
          <w:fldChar w:fldCharType="end"/>
        </w:r>
      </w:hyperlink>
    </w:p>
    <w:p w14:paraId="370C85CA" w14:textId="361585B9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18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F.3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Materiale didattico e d’apprendimento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_Toc85211718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22</w:t>
        </w:r>
        <w:r w:rsidRPr="00EC05C1">
          <w:rPr>
            <w:noProof/>
            <w:webHidden/>
          </w:rPr>
          <w:fldChar w:fldCharType="end"/>
        </w:r>
      </w:hyperlink>
    </w:p>
    <w:p w14:paraId="76757504" w14:textId="04289B79" w:rsidR="00EC05C1" w:rsidRDefault="00EC05C1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719" w:history="1"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G.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ED2276">
          <w:rPr>
            <w:rStyle w:val="Hyperlink"/>
            <w:rFonts w:ascii="Arial" w:hAnsi="Arial" w:cs="Arial"/>
            <w:noProof/>
            <w:kern w:val="32"/>
            <w:lang w:val="it-CH"/>
          </w:rPr>
          <w:t>Promozione e procedura di qualificazione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317041B" w14:textId="528EC015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20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G.1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Regolamento degli studi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_Toc85211720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23</w:t>
        </w:r>
        <w:r w:rsidRPr="00EC05C1">
          <w:rPr>
            <w:noProof/>
            <w:webHidden/>
          </w:rPr>
          <w:fldChar w:fldCharType="end"/>
        </w:r>
      </w:hyperlink>
    </w:p>
    <w:p w14:paraId="750537C7" w14:textId="730C3E26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21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G.2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Procedure di qualificazione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_Toc85211721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24</w:t>
        </w:r>
        <w:r w:rsidRPr="00EC05C1">
          <w:rPr>
            <w:noProof/>
            <w:webHidden/>
          </w:rPr>
          <w:fldChar w:fldCharType="end"/>
        </w:r>
      </w:hyperlink>
    </w:p>
    <w:p w14:paraId="6439C16E" w14:textId="3BFEE60A" w:rsidR="00EC05C1" w:rsidRPr="00EC05C1" w:rsidRDefault="00EC05C1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722" w:history="1"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G.3</w:t>
        </w:r>
        <w:r w:rsidRPr="00EC05C1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EC05C1">
          <w:rPr>
            <w:rStyle w:val="Hyperlink"/>
            <w:rFonts w:ascii="Arial" w:hAnsi="Arial" w:cs="Arial"/>
            <w:noProof/>
            <w:kern w:val="32"/>
            <w:lang w:val="it-CH"/>
          </w:rPr>
          <w:t>Disposizioni integrative sulla procedura di qualificazione finale</w:t>
        </w:r>
        <w:r w:rsidRPr="00EC05C1">
          <w:rPr>
            <w:noProof/>
            <w:webHidden/>
          </w:rPr>
          <w:tab/>
        </w:r>
        <w:r w:rsidRPr="00EC05C1">
          <w:rPr>
            <w:noProof/>
            <w:webHidden/>
          </w:rPr>
          <w:fldChar w:fldCharType="begin"/>
        </w:r>
        <w:r w:rsidRPr="00EC05C1">
          <w:rPr>
            <w:noProof/>
            <w:webHidden/>
          </w:rPr>
          <w:instrText xml:space="preserve"> PAGEREF _Toc85211722 \h </w:instrText>
        </w:r>
        <w:r w:rsidRPr="00EC05C1">
          <w:rPr>
            <w:noProof/>
            <w:webHidden/>
          </w:rPr>
        </w:r>
        <w:r w:rsidRPr="00EC05C1">
          <w:rPr>
            <w:noProof/>
            <w:webHidden/>
          </w:rPr>
          <w:fldChar w:fldCharType="separate"/>
        </w:r>
        <w:r w:rsidRPr="00EC05C1">
          <w:rPr>
            <w:noProof/>
            <w:webHidden/>
          </w:rPr>
          <w:t>25</w:t>
        </w:r>
        <w:r w:rsidRPr="00EC05C1">
          <w:rPr>
            <w:noProof/>
            <w:webHidden/>
          </w:rPr>
          <w:fldChar w:fldCharType="end"/>
        </w:r>
      </w:hyperlink>
    </w:p>
    <w:p w14:paraId="4088E775" w14:textId="3B65BFC3" w:rsidR="00752268" w:rsidRPr="00F554BD" w:rsidRDefault="001968DF" w:rsidP="00B67CDA">
      <w:pPr>
        <w:tabs>
          <w:tab w:val="right" w:pos="13041"/>
          <w:tab w:val="left" w:pos="13325"/>
          <w:tab w:val="right" w:pos="13467"/>
        </w:tabs>
        <w:spacing w:line="360" w:lineRule="auto"/>
        <w:rPr>
          <w:rFonts w:cs="Arial"/>
          <w:sz w:val="22"/>
          <w:lang w:val="it-CH"/>
        </w:rPr>
      </w:pPr>
      <w:r w:rsidRPr="00F554BD">
        <w:rPr>
          <w:rFonts w:cs="Arial"/>
          <w:sz w:val="22"/>
          <w:lang w:val="it-CH"/>
        </w:rPr>
        <w:fldChar w:fldCharType="end"/>
      </w:r>
    </w:p>
    <w:p w14:paraId="5F243E6E" w14:textId="77777777" w:rsidR="00752268" w:rsidRPr="00F554BD" w:rsidRDefault="00752268">
      <w:pPr>
        <w:rPr>
          <w:rFonts w:cs="Arial"/>
          <w:lang w:val="it-CH"/>
        </w:rPr>
      </w:pPr>
    </w:p>
    <w:p w14:paraId="0C7BF461" w14:textId="77777777" w:rsidR="00752268" w:rsidRPr="00F554BD" w:rsidRDefault="00752268">
      <w:pPr>
        <w:rPr>
          <w:rFonts w:cs="Arial"/>
          <w:lang w:val="it-CH"/>
        </w:rPr>
      </w:pPr>
    </w:p>
    <w:p w14:paraId="0A5AEEBB" w14:textId="253C809E" w:rsidR="00752268" w:rsidRPr="00F554BD" w:rsidRDefault="006C7A10">
      <w:pPr>
        <w:rPr>
          <w:rFonts w:cs="Arial"/>
          <w:b/>
          <w:lang w:val="it-CH"/>
        </w:rPr>
      </w:pPr>
      <w:r w:rsidRPr="00F554BD">
        <w:rPr>
          <w:rFonts w:cs="Arial"/>
          <w:b/>
          <w:lang w:val="it-CH"/>
        </w:rPr>
        <w:t>Nota</w:t>
      </w:r>
      <w:r w:rsidR="00E548AD">
        <w:rPr>
          <w:rFonts w:cs="Arial"/>
          <w:b/>
          <w:lang w:val="it-CH"/>
        </w:rPr>
        <w:t xml:space="preserve"> bene</w:t>
      </w:r>
      <w:r w:rsidR="00F27780" w:rsidRPr="00F554BD">
        <w:rPr>
          <w:rFonts w:cs="Arial"/>
          <w:b/>
          <w:lang w:val="it-CH"/>
        </w:rPr>
        <w:t>:</w:t>
      </w:r>
    </w:p>
    <w:p w14:paraId="5D8525F8" w14:textId="77777777" w:rsidR="00752268" w:rsidRPr="00F554BD" w:rsidRDefault="006C7A10">
      <w:pPr>
        <w:rPr>
          <w:rFonts w:cs="Arial"/>
          <w:lang w:val="it-CH"/>
        </w:rPr>
      </w:pPr>
      <w:r w:rsidRPr="00F554BD">
        <w:rPr>
          <w:rFonts w:cs="Arial"/>
          <w:lang w:val="it-CH"/>
        </w:rPr>
        <w:t>I riferimenti a persone, espressi in forma maschile per una migliore leggibilità, vanno sempre intesi per entrambi i sessi</w:t>
      </w:r>
      <w:r w:rsidR="00F27780" w:rsidRPr="00F554BD">
        <w:rPr>
          <w:rFonts w:cs="Arial"/>
          <w:lang w:val="it-CH"/>
        </w:rPr>
        <w:t>.</w:t>
      </w:r>
    </w:p>
    <w:p w14:paraId="08259E4C" w14:textId="77777777" w:rsidR="00EC05C1" w:rsidRDefault="00F27780">
      <w:pPr>
        <w:spacing w:line="240" w:lineRule="auto"/>
        <w:jc w:val="left"/>
        <w:rPr>
          <w:lang w:val="it-CH"/>
        </w:rPr>
      </w:pPr>
      <w:r w:rsidRPr="00F554BD">
        <w:rPr>
          <w:lang w:val="it-CH"/>
        </w:rPr>
        <w:br w:type="page"/>
      </w:r>
    </w:p>
    <w:p w14:paraId="399F9FE1" w14:textId="77777777" w:rsidR="00A965E8" w:rsidRPr="00236526" w:rsidRDefault="00A965E8" w:rsidP="00A965E8">
      <w:pPr>
        <w:pStyle w:val="berschrift1"/>
        <w:ind w:left="432" w:hanging="432"/>
        <w:rPr>
          <w:lang w:val="it-CH"/>
        </w:rPr>
      </w:pPr>
      <w:r w:rsidRPr="00236526">
        <w:rPr>
          <w:lang w:val="it-CH"/>
        </w:rPr>
        <w:lastRenderedPageBreak/>
        <w:t>A.</w:t>
      </w:r>
      <w:r w:rsidRPr="00236526">
        <w:rPr>
          <w:lang w:val="it-CH"/>
        </w:rPr>
        <w:tab/>
        <w:t xml:space="preserve">Contesto e collegamenti </w:t>
      </w:r>
    </w:p>
    <w:p w14:paraId="3BC547B1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t>A.1</w:t>
      </w:r>
      <w:r w:rsidRPr="00236526">
        <w:rPr>
          <w:lang w:val="it-CH"/>
        </w:rPr>
        <w:tab/>
        <w:t>Cantone in cui ha sede la scuola</w:t>
      </w:r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647"/>
        <w:gridCol w:w="1134"/>
        <w:gridCol w:w="992"/>
        <w:gridCol w:w="993"/>
      </w:tblGrid>
      <w:tr w:rsidR="00A965E8" w:rsidRPr="00236526" w14:paraId="113CEC49" w14:textId="77777777" w:rsidTr="00B5588A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A5C19A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27" w:name="_Hlk508622542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A5213E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9D19F9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9E5341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90AFE1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5C3702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5B19AC6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98B704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755F1F2B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A.1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Oltre alla documentazione di cui all’articolo 16 </w:t>
            </w:r>
            <w:proofErr w:type="spellStart"/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-SSS, la domanda di riconoscimento comprende le prove richieste all’articolo 17 </w:t>
            </w:r>
            <w:proofErr w:type="spellStart"/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-SSS. Il Cantone in cui ha sede la scuola valuta il fabbisogno dello SPD SSS in questione e prende posizione sulla domanda di riconoscimento.</w:t>
            </w:r>
          </w:p>
          <w:p w14:paraId="5D3BAAA2" w14:textId="77777777" w:rsidR="00A965E8" w:rsidRPr="00236526" w:rsidRDefault="00A965E8" w:rsidP="00B5588A">
            <w:pPr>
              <w:tabs>
                <w:tab w:val="left" w:pos="1425"/>
              </w:tabs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ab/>
            </w: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550DE5F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118C2CD9" w14:textId="77777777" w:rsidTr="00B5588A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9416A0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D8DB9F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11249C71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44924EC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BE4025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53A1D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59B50100" w14:textId="77777777" w:rsidTr="00B5588A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49A1420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A6E94B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F4BA3E5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3DB4E3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6F55C0B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47CF3A0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3F1B04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A0555B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5EE4CC60" w14:textId="77777777" w:rsidTr="00B5588A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FF4427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8A633B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B1B73B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733D53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A.1.1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87FB6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La domanda di riconoscimento comprende il parere del Cantone in cui ha sede la scuola (o del Cantone principale e degli altri Cantoni in cui ha sede la scuola).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DC5208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E7E6B2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2E2B9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39BC8AD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A81713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2E12BD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35C91C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152617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507276C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5242F0D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D1DE01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E2A9B7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670D9BC6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A6E6C8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945CB5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597665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C3CAF1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16607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7ED3B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8E3A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68157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27"/>
      <w:tr w:rsidR="00A965E8" w:rsidRPr="00236526" w14:paraId="4D49735F" w14:textId="77777777" w:rsidTr="00B5588A">
        <w:trPr>
          <w:cantSplit/>
          <w:trHeight w:val="85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01DF7B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8B3DEF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77DCD9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04549F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A.1.2</w:t>
            </w:r>
          </w:p>
        </w:tc>
        <w:tc>
          <w:tcPr>
            <w:tcW w:w="86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D32507B" w14:textId="6C88C3EA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Dall’accordo </w:t>
            </w:r>
            <w:r w:rsidR="004138C7">
              <w:rPr>
                <w:rFonts w:cs="Arial"/>
                <w:sz w:val="18"/>
                <w:szCs w:val="18"/>
                <w:lang w:val="it-CH"/>
              </w:rPr>
              <w:t>sulle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prestazioni con il Cantone e/o da altri documenti è possibile capire: </w:t>
            </w:r>
          </w:p>
          <w:p w14:paraId="1E4665CA" w14:textId="77777777" w:rsidR="00A965E8" w:rsidRPr="00236526" w:rsidRDefault="00A965E8" w:rsidP="00B5588A">
            <w:pPr>
              <w:pStyle w:val="Listenabsatz"/>
              <w:numPr>
                <w:ilvl w:val="0"/>
                <w:numId w:val="12"/>
              </w:numPr>
              <w:spacing w:line="240" w:lineRule="auto"/>
              <w:ind w:left="357" w:hanging="357"/>
              <w:contextualSpacing w:val="0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in che modo è regolamentata la vigilanza del Cantone sulla scuola specializzata superiore in questione conformemente all’articolo 29 capoverso 5 </w:t>
            </w:r>
            <w:proofErr w:type="spellStart"/>
            <w:r w:rsidRPr="00236526">
              <w:rPr>
                <w:rFonts w:cs="Arial"/>
                <w:sz w:val="18"/>
                <w:szCs w:val="18"/>
                <w:lang w:val="it-CH"/>
              </w:rPr>
              <w:t>LFPr</w:t>
            </w:r>
            <w:proofErr w:type="spellEnd"/>
            <w:r w:rsidRPr="00236526">
              <w:rPr>
                <w:rFonts w:cs="Arial"/>
                <w:sz w:val="18"/>
                <w:szCs w:val="18"/>
                <w:lang w:val="it-CH"/>
              </w:rPr>
              <w:t>;</w:t>
            </w:r>
          </w:p>
          <w:p w14:paraId="0DBBA777" w14:textId="77777777" w:rsidR="00A965E8" w:rsidRPr="00097A98" w:rsidRDefault="00A965E8" w:rsidP="00B5588A">
            <w:pPr>
              <w:pStyle w:val="Listenabsatz"/>
              <w:numPr>
                <w:ilvl w:val="0"/>
                <w:numId w:val="12"/>
              </w:numPr>
              <w:spacing w:line="240" w:lineRule="auto"/>
              <w:ind w:left="357" w:hanging="357"/>
              <w:contextualSpacing w:val="0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097A98">
              <w:rPr>
                <w:rFonts w:cs="Arial"/>
                <w:sz w:val="18"/>
                <w:szCs w:val="18"/>
                <w:lang w:val="it-CH"/>
              </w:rPr>
              <w:t xml:space="preserve">se e su quale base il Cantone partecipa al finanziamento </w:t>
            </w:r>
            <w:r w:rsidRPr="00EC05C1">
              <w:rPr>
                <w:rFonts w:cs="Arial"/>
                <w:sz w:val="18"/>
                <w:szCs w:val="18"/>
                <w:lang w:val="it-CH"/>
              </w:rPr>
              <w:t>de</w:t>
            </w:r>
            <w:r>
              <w:rPr>
                <w:rFonts w:cs="Arial"/>
                <w:sz w:val="18"/>
                <w:szCs w:val="18"/>
                <w:lang w:val="it-CH"/>
              </w:rPr>
              <w:t>llo SPD SSS</w:t>
            </w:r>
            <w:r w:rsidRPr="00097A98">
              <w:rPr>
                <w:rFonts w:cs="Arial"/>
                <w:sz w:val="18"/>
                <w:szCs w:val="18"/>
                <w:lang w:val="it-CH"/>
              </w:rPr>
              <w:t xml:space="preserve"> (p. es. ASSS).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31432B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8EB1A1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E55667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2AA7B12" w14:textId="77777777" w:rsidTr="00B5588A">
        <w:trPr>
          <w:cantSplit/>
          <w:trHeight w:val="70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5DBD29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D29A9F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26B3A4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6A7C12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7CAA160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241C56C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E3AAFF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C7C969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67DE3EE0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140354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749F46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B3147E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C9FCC1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4AB0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00FE6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2BD83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012449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BDA459B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6E3BC" w:themeFill="accent3" w:themeFillTint="66"/>
          </w:tcPr>
          <w:p w14:paraId="541F186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E5B8B7" w:themeFill="accent2" w:themeFillTint="66"/>
          </w:tcPr>
          <w:p w14:paraId="47F7F90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F18E0E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877C3B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A.1.3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59C5B9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IT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Unitamente alla domanda di riconoscimento di uno </w:t>
            </w:r>
            <w:r>
              <w:rPr>
                <w:rFonts w:cs="Arial"/>
                <w:sz w:val="18"/>
                <w:szCs w:val="18"/>
                <w:lang w:val="it-CH"/>
              </w:rPr>
              <w:t>SPD SSS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senza programma quadro d’insegnamento va presentata – come base centrale per il c</w:t>
            </w:r>
            <w:r w:rsidRPr="00236526">
              <w:rPr>
                <w:rFonts w:cs="Arial"/>
                <w:color w:val="000000"/>
                <w:sz w:val="18"/>
                <w:szCs w:val="18"/>
                <w:lang w:val="it-CH"/>
              </w:rPr>
              <w:t>urriculum (piano di formazione) – una breve descrizione dell’attività professionale corrispondente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>. </w:t>
            </w:r>
            <w:r w:rsidRPr="00236526">
              <w:rPr>
                <w:rFonts w:cs="Arial"/>
                <w:sz w:val="18"/>
                <w:szCs w:val="18"/>
                <w:lang w:val="it-IT"/>
              </w:rPr>
              <w:t>La descrizione contiene come minimo il campo d’attività e le competenze operative necessarie.</w:t>
            </w:r>
          </w:p>
          <w:p w14:paraId="4A7258F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IT"/>
              </w:rPr>
            </w:pPr>
          </w:p>
          <w:p w14:paraId="1FCCD76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07036B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BEF584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81A812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83CBB19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FAD363B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30656F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54414C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FDE139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1BCD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8D6D7D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523AC2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90F61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7E89875" w14:textId="77777777" w:rsidTr="00B5588A">
        <w:trPr>
          <w:cantSplit/>
          <w:trHeight w:val="7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CE28E83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A822F0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F52E7B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A8F94C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4C169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F0CBAB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64AA9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F0689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12D9E29" w14:textId="77777777" w:rsidR="00A965E8" w:rsidRPr="00236526" w:rsidRDefault="00A965E8" w:rsidP="00A965E8">
      <w:pPr>
        <w:rPr>
          <w:lang w:val="it-CH"/>
        </w:rPr>
      </w:pPr>
    </w:p>
    <w:p w14:paraId="7E198D0B" w14:textId="77777777" w:rsidR="00A965E8" w:rsidRPr="00236526" w:rsidRDefault="00A965E8" w:rsidP="00A965E8">
      <w:pPr>
        <w:spacing w:line="240" w:lineRule="auto"/>
        <w:jc w:val="left"/>
        <w:rPr>
          <w:rFonts w:cs="Arial"/>
          <w:b/>
          <w:kern w:val="32"/>
          <w:sz w:val="24"/>
          <w:lang w:val="it-CH"/>
        </w:rPr>
      </w:pPr>
      <w:r w:rsidRPr="00236526">
        <w:rPr>
          <w:lang w:val="it-CH"/>
        </w:rPr>
        <w:br w:type="page"/>
      </w:r>
    </w:p>
    <w:p w14:paraId="3544CC78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A.2</w:t>
      </w:r>
      <w:r w:rsidRPr="00236526">
        <w:rPr>
          <w:lang w:val="it-CH"/>
        </w:rPr>
        <w:tab/>
        <w:t xml:space="preserve">Inserimento nel sistema scolastico svizzero </w:t>
      </w:r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647"/>
        <w:gridCol w:w="1134"/>
        <w:gridCol w:w="992"/>
        <w:gridCol w:w="993"/>
      </w:tblGrid>
      <w:tr w:rsidR="00A965E8" w:rsidRPr="00236526" w14:paraId="38722E86" w14:textId="77777777" w:rsidTr="00B5588A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B64D99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6FCEA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FAE86C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5760A4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3C758BF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487E08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BBD1AF7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0C06EF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016DCFAD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A.2   I contatti con gli attori rilevanti del sistema permettono all’operatore della formazione di attuare lo SPD SSS fondandosi si principi didattici di pedagogia professionale e sull’orientamento alla pratica.</w:t>
            </w:r>
          </w:p>
          <w:p w14:paraId="6CC4E06F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57E2F23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2B42467C" w14:textId="77777777" w:rsidTr="00B5588A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F6F93A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680911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4D4AD8E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4B6FDC9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D6DD84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1A0E223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4969B8E5" w14:textId="77777777" w:rsidTr="00B5588A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2896BB9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39A87B8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F98EAA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86ECA0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4D48713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6F2B1CC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3FBA5B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4810D93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34F80525" w14:textId="77777777" w:rsidTr="00B5588A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7E6FF9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3E7E18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1C3CF3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FF0218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A.2.1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422D2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L’operatore della formazione discute di tematiche legate alla politica scolastica e formativa all’interno di vari organismi (p. es. interni, cantonali o settoriali) che si occupano di formazione professionale superiore.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7CA07C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985CD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C2F7DC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4D927089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9EA207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28" w:name="_Hlk508624392"/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5ECBF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679F53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FC15FF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88CC71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0BBF07E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A9E685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6A1548B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6CCB04F1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5F4277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29BB99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B2B546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852EED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0A231C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D9B6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1FAA0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4CA2F0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79DAC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28"/>
      <w:tr w:rsidR="00A965E8" w:rsidRPr="00236526" w14:paraId="6CD601A3" w14:textId="77777777" w:rsidTr="00B5588A">
        <w:trPr>
          <w:cantSplit/>
          <w:trHeight w:val="85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3898D08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EF452F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E1E6B4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00071F9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A.2.2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14:paraId="2C53F40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L’operatore della formazione coinvolge attivamente i rappresentanti degli organi incaricati della formazione delle rispettive </w:t>
            </w:r>
            <w:proofErr w:type="spellStart"/>
            <w:r w:rsidRPr="00236526">
              <w:rPr>
                <w:rFonts w:cs="Arial"/>
                <w:sz w:val="18"/>
                <w:szCs w:val="18"/>
                <w:lang w:val="it-CH"/>
              </w:rPr>
              <w:t>oml</w:t>
            </w:r>
            <w:proofErr w:type="spellEnd"/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e/o altri specialisti extrascolastici nelle questioni legate alla formazione (p. es. per lo sviluppo dei contenuti formativi, come referenti specializzati, come collaboratori nelle procedure di qualificazione o nella valutazione dello SPD SSS, ecc.).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BC5299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5D8D8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AE34B8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716D6980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909CAD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7B87BD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B73D51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5C312C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7B4F97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44D356D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AB8808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3279AE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9436BDF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D75437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6A92E4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36126A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11555E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A8D21F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D9AB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904191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44832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68D86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A8E0C2D" w14:textId="77777777" w:rsidR="00A965E8" w:rsidRPr="00236526" w:rsidRDefault="00A965E8" w:rsidP="00A965E8">
      <w:pPr>
        <w:spacing w:line="240" w:lineRule="auto"/>
        <w:jc w:val="left"/>
        <w:rPr>
          <w:rFonts w:cs="Arial"/>
          <w:b/>
          <w:kern w:val="32"/>
          <w:sz w:val="24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5675DCBC" w14:textId="77777777" w:rsidR="00A965E8" w:rsidRPr="00236526" w:rsidRDefault="00A965E8" w:rsidP="00A965E8">
      <w:pPr>
        <w:pStyle w:val="berschrift1"/>
        <w:ind w:left="432" w:hanging="432"/>
        <w:rPr>
          <w:lang w:val="it-CH"/>
        </w:rPr>
      </w:pPr>
      <w:r w:rsidRPr="00236526">
        <w:rPr>
          <w:lang w:val="it-CH"/>
        </w:rPr>
        <w:lastRenderedPageBreak/>
        <w:t>B.</w:t>
      </w:r>
      <w:r w:rsidRPr="00236526">
        <w:rPr>
          <w:lang w:val="it-CH"/>
        </w:rPr>
        <w:tab/>
        <w:t>Struttura, organizzazione e infrastruttura</w:t>
      </w:r>
    </w:p>
    <w:p w14:paraId="02A1EF98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t>B.1</w:t>
      </w:r>
      <w:r w:rsidRPr="00236526">
        <w:rPr>
          <w:lang w:val="it-CH"/>
        </w:rPr>
        <w:tab/>
        <w:t>Struttura e organizzazione</w:t>
      </w:r>
    </w:p>
    <w:tbl>
      <w:tblPr>
        <w:tblW w:w="14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368"/>
        <w:gridCol w:w="403"/>
        <w:gridCol w:w="1703"/>
        <w:gridCol w:w="8795"/>
        <w:gridCol w:w="992"/>
        <w:gridCol w:w="992"/>
        <w:gridCol w:w="993"/>
      </w:tblGrid>
      <w:tr w:rsidR="00A965E8" w:rsidRPr="00236526" w14:paraId="7709828D" w14:textId="77777777" w:rsidTr="00B5588A">
        <w:trPr>
          <w:cantSplit/>
          <w:trHeight w:val="378"/>
        </w:trPr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9713EC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882711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F38BE6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EECF00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52C0ED0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E51C6A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23F262D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BA84B9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5" w:type="dxa"/>
            <w:vMerge w:val="restart"/>
            <w:shd w:val="clear" w:color="auto" w:fill="D9D9D9" w:themeFill="background1" w:themeFillShade="D9"/>
          </w:tcPr>
          <w:p w14:paraId="42689F05" w14:textId="77777777" w:rsidR="00A965E8" w:rsidRPr="00236526" w:rsidRDefault="00A965E8" w:rsidP="00B5588A">
            <w:pPr>
              <w:spacing w:line="240" w:lineRule="auto"/>
              <w:ind w:left="747" w:hanging="747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B.1.1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L’operatore della formazione è strutturato in modo trasparente in base al proprio mandato. Dispone di strutture organizzative e gestionali professionali.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42A9616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0C7153C8" w14:textId="77777777" w:rsidTr="00B5588A">
        <w:trPr>
          <w:cantSplit/>
          <w:trHeight w:val="390"/>
        </w:trPr>
        <w:tc>
          <w:tcPr>
            <w:tcW w:w="1141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2E263E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21F07A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7B758C1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78C93A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708F56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4DBAA5A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5A8B4B91" w14:textId="77777777" w:rsidTr="00B5588A">
        <w:trPr>
          <w:cantSplit/>
          <w:trHeight w:val="39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72A7D2E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B52F1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8042EF9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38ADA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40EE3F3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EFCEAF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7CEDD7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613395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350B1D59" w14:textId="77777777" w:rsidTr="00B5588A">
        <w:trPr>
          <w:cantSplit/>
          <w:trHeight w:val="378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CDEE3D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DD7E46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E633FA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08EC97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B.1.1.1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0D35FC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Esiste un documento che comprova la forma giuridica dell’operatore della formazione.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80E19B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FCE20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3775B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02B9EB99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671BBC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3E3A2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248E69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1C3308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682AA19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686B86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95D6CB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020506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8ED5A21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18FEE1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AD302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41D7CE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A4D3B8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FF177D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E7BB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2E1AB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C4A21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B5FF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BED5273" w14:textId="77777777" w:rsidTr="00B5588A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4A75DD5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29" w:name="_Hlk508630661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3C796E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AF53D0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5D328A2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B.1.1.2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76EB1A4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Esiste una dichiarazione nella quale si certifica che l’operatore della formazione è in grado di portare a termine tutti gli studi </w:t>
            </w:r>
            <w:proofErr w:type="spellStart"/>
            <w:r w:rsidRPr="00236526">
              <w:rPr>
                <w:rFonts w:cs="Arial"/>
                <w:sz w:val="18"/>
                <w:szCs w:val="18"/>
                <w:lang w:val="it-CH"/>
              </w:rPr>
              <w:t>postdiploma</w:t>
            </w:r>
            <w:proofErr w:type="spellEnd"/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SSS avviati. Gli studenti sono a conoscenza di tale dichiarazione.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45C691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83879E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9A8CD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24C4559F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A80D91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C156D5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6D0FC97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1AFC80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1F9A3FA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B89254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7685B2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97CD35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EBEB214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B15844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37FCD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8FA20E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ECC18A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6D997A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BC03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2A53C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DBCF0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A331E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29"/>
      <w:tr w:rsidR="00A965E8" w:rsidRPr="00236526" w14:paraId="2F5D7107" w14:textId="77777777" w:rsidTr="00B5588A">
        <w:trPr>
          <w:cantSplit/>
          <w:trHeight w:val="68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4C27B77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40741A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56F3B3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673FEE7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B.1.1.3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1AAB651B" w14:textId="4640BD8A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L’operatore della formazione dispone di strutture organizzative e gestionali che permettono lo sviluppo, lo svolgimento e l’adeguamento dello </w:t>
            </w:r>
            <w:r>
              <w:rPr>
                <w:rFonts w:cs="Arial"/>
                <w:sz w:val="18"/>
                <w:szCs w:val="18"/>
                <w:lang w:val="it-CH"/>
              </w:rPr>
              <w:t xml:space="preserve">SPD 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SSS in base alle esigenze. Esistono documenti che comprovano tale affermazione (p. es. organigramma, profili dei posti, </w:t>
            </w:r>
            <w:r w:rsidR="004138C7">
              <w:rPr>
                <w:rFonts w:cs="Arial"/>
                <w:sz w:val="18"/>
                <w:szCs w:val="18"/>
                <w:lang w:val="it-CH"/>
              </w:rPr>
              <w:t>schemi delle mansioni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>, descrizione dei processi ecc.).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C5280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41A362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C9B5D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5AB0807B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EC5E85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703B4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619F30E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3237ED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73C6843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1CAA74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67FB69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C8CA55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624C967E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03DC22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C4E395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FFAC36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22634F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ECB6BC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3A9E1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C91A1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FAE03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785B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8ED0682" w14:textId="77777777" w:rsidTr="00B5588A">
        <w:trPr>
          <w:cantSplit/>
          <w:trHeight w:val="85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F363EA2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F0DA50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98168D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549F014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B.1.1.4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72FFE098" w14:textId="2B275599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Durante gli incontri informativi, sul sito dell’operatore o in forma cartacea vengono comunicati i dati e gli strumenti più importanti, ovvero lo stato della procedura di riconoscimento e il regolamento degli studi, nel quale sono disciplinati la procedura di ammissione, la struttura dello SPD SSS, la promozione e i rimedi giuridici (art. 14 cpv. 2 </w:t>
            </w:r>
            <w:proofErr w:type="spellStart"/>
            <w:r w:rsidRPr="00236526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sz w:val="18"/>
                <w:szCs w:val="18"/>
                <w:lang w:val="it-CH"/>
              </w:rPr>
              <w:t>-SSS).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D581A1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7ED830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DC77C0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57038C6E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81F826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BDA160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88B494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287210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150BDE0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35127A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B6C221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E64AB1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1D97AFA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E2F4F5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02E43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61F8F8C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76BCC7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D90E97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894E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5632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CDAA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FF9A9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F4F9B9E" w14:textId="77777777" w:rsidR="00A965E8" w:rsidRDefault="00A965E8" w:rsidP="00A965E8">
      <w:pPr>
        <w:spacing w:line="240" w:lineRule="auto"/>
        <w:jc w:val="left"/>
        <w:rPr>
          <w:rFonts w:cs="Arial"/>
          <w:lang w:val="it-CH"/>
        </w:rPr>
      </w:pPr>
    </w:p>
    <w:p w14:paraId="057739B3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</w:p>
    <w:p w14:paraId="4C11CB39" w14:textId="77777777" w:rsidR="00A965E8" w:rsidRPr="00236526" w:rsidRDefault="00A965E8" w:rsidP="00A965E8">
      <w:r w:rsidRPr="00236526">
        <w:br w:type="page"/>
      </w:r>
    </w:p>
    <w:tbl>
      <w:tblPr>
        <w:tblW w:w="14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368"/>
        <w:gridCol w:w="403"/>
        <w:gridCol w:w="1703"/>
        <w:gridCol w:w="8795"/>
        <w:gridCol w:w="992"/>
        <w:gridCol w:w="992"/>
        <w:gridCol w:w="993"/>
      </w:tblGrid>
      <w:tr w:rsidR="00A965E8" w:rsidRPr="00236526" w14:paraId="767193D2" w14:textId="77777777" w:rsidTr="00B5588A">
        <w:trPr>
          <w:cantSplit/>
          <w:trHeight w:val="378"/>
        </w:trPr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1AE26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114FD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D5B04F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7DB165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AF48C1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2AF976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54F97F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986BBB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5" w:type="dxa"/>
            <w:vMerge w:val="restart"/>
            <w:shd w:val="clear" w:color="auto" w:fill="D9D9D9" w:themeFill="background1" w:themeFillShade="D9"/>
          </w:tcPr>
          <w:p w14:paraId="00DD6B60" w14:textId="77777777" w:rsidR="00A965E8" w:rsidRPr="00236526" w:rsidRDefault="00A965E8" w:rsidP="00B5588A">
            <w:pPr>
              <w:spacing w:line="240" w:lineRule="auto"/>
              <w:ind w:left="592" w:hanging="592"/>
              <w:jc w:val="left"/>
              <w:rPr>
                <w:rFonts w:cs="Arial"/>
                <w:color w:val="000000" w:themeColor="text1"/>
                <w:sz w:val="18"/>
                <w:szCs w:val="18"/>
                <w:lang w:val="it-IT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IT"/>
              </w:rPr>
              <w:t>B.1.2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IT"/>
              </w:rPr>
              <w:tab/>
              <w:t>L’operatore della formazione dispone di un ciclo di formazione riconosciuto nella sede prevista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496D054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48180F2E" w14:textId="77777777" w:rsidTr="00B5588A">
        <w:trPr>
          <w:cantSplit/>
          <w:trHeight w:val="390"/>
        </w:trPr>
        <w:tc>
          <w:tcPr>
            <w:tcW w:w="1141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E40C8B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660DD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1D2B2DF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C9015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Non </w:t>
            </w:r>
          </w:p>
          <w:p w14:paraId="5E89707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9AD18A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609826D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154318BC" w14:textId="77777777" w:rsidTr="00B5588A">
        <w:trPr>
          <w:cantSplit/>
          <w:trHeight w:val="39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5E0B2D3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6DD2076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D728FE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F082FA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1819924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80DA1D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E07364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65B96AC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1309BFA9" w14:textId="77777777" w:rsidTr="00B5588A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A18AB1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F68F73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8E19D2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255B6C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B.1.2.1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51EE8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L’operatore della formazione offre un ciclo di formazione riconosciuto nella sede prevista.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B394D2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052626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39700E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19E8252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80A7CE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56680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869603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D9C187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7863267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EC81EB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E4E364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984402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F6F752F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8FA4F5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5C1B3D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131DEC2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DFA010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05D6A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08F3E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829F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2F662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31EF65B1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481CF411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B.2</w:t>
      </w:r>
      <w:r w:rsidRPr="00236526">
        <w:rPr>
          <w:lang w:val="it-CH"/>
        </w:rPr>
        <w:tab/>
        <w:t>Infrastruttura</w:t>
      </w:r>
    </w:p>
    <w:tbl>
      <w:tblPr>
        <w:tblW w:w="14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368"/>
        <w:gridCol w:w="403"/>
        <w:gridCol w:w="1703"/>
        <w:gridCol w:w="8795"/>
        <w:gridCol w:w="992"/>
        <w:gridCol w:w="992"/>
        <w:gridCol w:w="993"/>
      </w:tblGrid>
      <w:tr w:rsidR="00A965E8" w:rsidRPr="00236526" w14:paraId="46197A74" w14:textId="77777777" w:rsidTr="00B5588A">
        <w:trPr>
          <w:cantSplit/>
          <w:trHeight w:val="378"/>
        </w:trPr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9CC15E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572189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52522A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CAE5DE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855DBA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0D7B8D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EDA9B32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380A28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5" w:type="dxa"/>
            <w:vMerge w:val="restart"/>
            <w:shd w:val="clear" w:color="auto" w:fill="D9D9D9" w:themeFill="background1" w:themeFillShade="D9"/>
          </w:tcPr>
          <w:p w14:paraId="68E72ACB" w14:textId="2EC821DE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B.2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L’infrastruttura è adeguata allo svolgimento del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 xml:space="preserve">lo SPD SSS 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conformemente ai requisiti del curriculum (piano di formazione)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0761983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4A7CE0E1" w14:textId="77777777" w:rsidTr="00B5588A">
        <w:trPr>
          <w:cantSplit/>
          <w:trHeight w:val="390"/>
        </w:trPr>
        <w:tc>
          <w:tcPr>
            <w:tcW w:w="1141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A7B936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1D19E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71BC1E1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8DAA81A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76FC8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765F8BA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0B7A3183" w14:textId="77777777" w:rsidTr="00B5588A">
        <w:trPr>
          <w:cantSplit/>
          <w:trHeight w:val="39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33CBEA8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30F1589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5E09C5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4DB206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6577FFD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79EB9D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F4B512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7762BC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243638C2" w14:textId="77777777" w:rsidTr="00B5588A">
        <w:trPr>
          <w:cantSplit/>
          <w:trHeight w:val="552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9CA155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8A10D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59C87D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112EB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B.2.1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DFF0D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 locali per gli studenti nel luogo fisico in cui si svolgono le lezioni e l’infrastruttura web (LMS e piattaforme di apprendimento) rispondono alle esigenze di studenti e docenti.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3278CA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F4B9D1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2D72F1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7666342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F2C352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E01033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7E56F8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7F5904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22AD9B2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9264EE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DAEF4E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4BF5FFE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3807D1F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DFAB2D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5ACCAF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10F310D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7D8E66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C24B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EA0AE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B1FCA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35F18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0FEC928" w14:textId="77777777" w:rsidTr="00B5588A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34CF272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9FDAD4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3ED103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4893671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B.2.2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59E6D32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Le aule fisiche, gli spazi per i lavori di gruppo (dimensioni, illuminazione, aerazione, acustica, mobili ecc.) e l’infrastruttura web (facilità e varietà di utilizzo) sono adeguati allo scopo e contribuiscono a creare un’atmosfera che incentiva lo studio.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73EFA9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620965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B34BB3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998FDF3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977C26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26985B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653C96D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072FD7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3672656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DA993A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D919EE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668A7AE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D7A7B49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D5348E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F21199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63DF94D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35EC86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 xml:space="preserve"> 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B541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D15B81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43497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66BD5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EB49DAD" w14:textId="77777777" w:rsidTr="00B5588A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ED880B4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2CE436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DFD4B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29422E5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B.2.3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6AF8B8E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Le infrastrutture disponibili per favorire il processo di apprendimento (TIC, locali speciali come laboratori, atelier, officine, equipaggiamenti speciali ecc.) sono adeguate allo scopo.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2DAC5C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DE1EB9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F189FB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2E21FC5C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211E06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2DA67C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FCBCBA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851BE4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12FC92F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E9F86E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90682B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9D226A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3A2EC4F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8DB1C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E24F5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D0AB6D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F142D3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 xml:space="preserve"> 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17872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A8937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2F4F0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4F8460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6C5058E8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616F9DB0" w14:textId="77777777" w:rsidR="00A965E8" w:rsidRPr="00236526" w:rsidRDefault="00A965E8" w:rsidP="00A965E8">
      <w:pPr>
        <w:pStyle w:val="berschrift1"/>
        <w:ind w:left="432" w:hanging="432"/>
        <w:rPr>
          <w:lang w:val="it-CH"/>
        </w:rPr>
      </w:pPr>
      <w:r w:rsidRPr="00236526">
        <w:rPr>
          <w:lang w:val="it-CH"/>
        </w:rPr>
        <w:lastRenderedPageBreak/>
        <w:t>C.</w:t>
      </w:r>
      <w:r w:rsidRPr="00236526">
        <w:rPr>
          <w:lang w:val="it-CH"/>
        </w:rPr>
        <w:tab/>
        <w:t>Qualifiche dei collaboratori</w:t>
      </w:r>
    </w:p>
    <w:p w14:paraId="120147E0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t>C.1</w:t>
      </w:r>
      <w:r w:rsidRPr="00236526">
        <w:rPr>
          <w:lang w:val="it-CH"/>
        </w:rPr>
        <w:tab/>
        <w:t xml:space="preserve">Qualifiche dei responsabili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0E511E64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62F152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0" w:name="_Hlk508672305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74C06A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6AA94F4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C53194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AFCB0E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B1A485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A55BF3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69689C2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82FC85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2C24BA8C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C.1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responsabili 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(direzione scolastica, direzione) hanno conseguito qualifiche professionali e di conduzione specifiche.</w:t>
            </w:r>
          </w:p>
          <w:p w14:paraId="18154EA6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</w:p>
          <w:p w14:paraId="0476FC37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63B68F83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6DAC840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7995ED8E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90797E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35B4DE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0C7D68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D7EDE4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7230C3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66983E2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313DDE92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7C75D0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06493D9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2CCDED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88CAF4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82DD95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1F8AE0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C3A572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52E6D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bookmarkEnd w:id="30"/>
      <w:tr w:rsidR="00A965E8" w:rsidRPr="00236526" w14:paraId="2B068DE9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D905D3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6548FC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51B75E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9868E0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C.1.1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A04B44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La direzione scolastica vanta comprovate competenze in ambito dirigenziale e di gestione della formazione.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18612E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8F86A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02D75A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460C8298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57EF71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2DAFAB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5D0F68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C8E6DC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F16A291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26779C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6B6BC3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B5FD21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B8C09E1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8FAD5D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E9692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A74AA4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8B64CC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4AC2AF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F9E45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B9621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F5556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D99DE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6BD1168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663B77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A82D31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7E9A27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90A085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C.1.2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0EEE76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La direzione del</w:t>
            </w:r>
            <w:r>
              <w:rPr>
                <w:rFonts w:cs="Arial"/>
                <w:sz w:val="18"/>
                <w:szCs w:val="18"/>
                <w:lang w:val="it-CH"/>
              </w:rPr>
              <w:t>lo SPD SSS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possiede un titolo del livello terziario.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82FD5D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E2BBC9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EEF207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1354A562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E5181A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7E77FF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726003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7E3797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5CB71C7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7CB424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BBAFAE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F38710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C850C03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1596EE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F0066A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D6E696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FCFA89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C832D2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70C1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48155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687B6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5330D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304333F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72A7E2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1" w:name="_Hlk508670221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4362D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D8EB62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6EF949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C.1.3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255B0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La direzione dello SPD SSS dispone di qualifiche comprovate e competenze specifiche per quanto riguarda la strategia formativa.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422B9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334EFC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0DF567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4241EB86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32EDDF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805292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908F61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7D5B54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2C987EB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1414FF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1A4FC9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617AE22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0700E42F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5F53DD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C52F40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568283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7DC0CB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FDFB10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9815E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8CA15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15AA4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32E17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71527B3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83E90E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2" w:name="_Hlk508671387"/>
            <w:bookmarkEnd w:id="31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349BFB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F4D9CF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F8C5BE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C.1.4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AE2CB2" w14:textId="131EE41B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Il gruppo dei responsabili vanta competenze </w:t>
            </w:r>
            <w:r w:rsidR="004138C7">
              <w:rPr>
                <w:rFonts w:cs="Arial"/>
                <w:sz w:val="18"/>
                <w:szCs w:val="18"/>
                <w:lang w:val="it-CH"/>
              </w:rPr>
              <w:t>adeguate e comprovate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nei settori pedagogia professionale, metodologia e didattica, sviluppo del curriculum e gestione della qualità.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2F56D9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C7A649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E72D9A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2FF04F7A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1A0C8E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0474B3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A1C360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7523A6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58969B2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4CA903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A0C5E0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7804C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0814B1E1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125CCF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23605A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D8418F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FBF474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81F20F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3FEB2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2D58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EA5B02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63933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CF8BE10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0DA01D91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C.2</w:t>
      </w:r>
      <w:r w:rsidRPr="00236526">
        <w:rPr>
          <w:lang w:val="it-CH"/>
        </w:rPr>
        <w:tab/>
        <w:t xml:space="preserve">Qualifiche dei docenti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3D8928E6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29B0E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3" w:name="_Hlk508697103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1893C7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8E2736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127146A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1EAF41A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476F2E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2520B3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863C9D" w14:textId="31A37D3E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C.2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docenti soddisfano i requisiti dell’articolo 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 xml:space="preserve">13 </w:t>
            </w:r>
            <w:proofErr w:type="spellStart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 xml:space="preserve">-SSS (tenuto conto delle disposizioni transitorie dell’art. 24 cpv. 4 </w:t>
            </w:r>
            <w:proofErr w:type="spellStart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 xml:space="preserve">-SSS) per quanto riguarda le qualifiche </w:t>
            </w:r>
            <w:r w:rsidR="004138C7" w:rsidRPr="004E2839">
              <w:rPr>
                <w:rFonts w:cs="Arial"/>
                <w:b/>
                <w:sz w:val="18"/>
                <w:szCs w:val="18"/>
                <w:lang w:val="it-CH"/>
              </w:rPr>
              <w:t>professionali, pedagogico-professionali e didattiche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78D02CDF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5565F0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4071E1A9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1F2DBB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CE3E55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7DE2A0C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A3F18D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1A981A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EE05D8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0EEBF026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6BEAD86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B7CB04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982500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7441E8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B5373D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B90AAD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7F6035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23EB24B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bookmarkEnd w:id="32"/>
      <w:tr w:rsidR="00A965E8" w:rsidRPr="00236526" w14:paraId="328E510F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C68A4B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583E23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F891FE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A98EFC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C.2.1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33747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 docenti possiedono un diploma universitario, un titolo della formazione professionale superiore o una qualifica equivalente nelle proprie materie d’insegnamento.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08DF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46EBC1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732CA7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2217877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8C882C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F4D7CA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AB32E1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6FCF18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2CC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2456E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26FE3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7AF3481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A671210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9174C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DDD45E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CCF6C2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C743D8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26A24F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CA0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84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9C3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5498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3"/>
      <w:tr w:rsidR="00A965E8" w:rsidRPr="00236526" w14:paraId="27A7BB6E" w14:textId="77777777" w:rsidTr="00B5588A">
        <w:trPr>
          <w:cantSplit/>
          <w:trHeight w:val="198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F2CD29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596EDF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A3364F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0B5EBF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C.2.2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2B3E0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I docenti hanno svolto una formazione pedagogico-professionale e didattica: </w:t>
            </w:r>
          </w:p>
          <w:p w14:paraId="5BF74259" w14:textId="77777777" w:rsidR="00A965E8" w:rsidRPr="00236526" w:rsidRDefault="00A965E8" w:rsidP="00B5588A">
            <w:pPr>
              <w:pStyle w:val="Listenabsatz"/>
              <w:numPr>
                <w:ilvl w:val="0"/>
                <w:numId w:val="14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di 1800 ore di studio se operano a titolo principale (di norma più di 400 lezioni all’anno);</w:t>
            </w:r>
          </w:p>
          <w:p w14:paraId="37B925FA" w14:textId="77777777" w:rsidR="00A965E8" w:rsidRPr="00236526" w:rsidRDefault="00A965E8" w:rsidP="00B5588A">
            <w:pPr>
              <w:pStyle w:val="Listenabsatz"/>
              <w:numPr>
                <w:ilvl w:val="0"/>
                <w:numId w:val="14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di 300 ore di studio se operano a titolo accessorio (di norma dalle 150 alle 400 lezioni all’anno).</w:t>
            </w:r>
          </w:p>
          <w:p w14:paraId="54F2B2E6" w14:textId="77777777" w:rsidR="00A965E8" w:rsidRPr="00236526" w:rsidRDefault="00A965E8" w:rsidP="00B5588A">
            <w:pPr>
              <w:spacing w:line="240" w:lineRule="auto"/>
              <w:ind w:left="360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Sono determinanti le disposizioni cantonali.</w:t>
            </w:r>
          </w:p>
          <w:p w14:paraId="7DC5FB8A" w14:textId="77777777" w:rsidR="00A965E8" w:rsidRPr="00236526" w:rsidRDefault="00A965E8" w:rsidP="00B5588A">
            <w:pPr>
              <w:spacing w:before="60"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Spiegazioni:</w:t>
            </w:r>
          </w:p>
          <w:p w14:paraId="2F4FE31B" w14:textId="77777777" w:rsidR="00A965E8" w:rsidRPr="00236526" w:rsidRDefault="00A965E8" w:rsidP="00B5588A">
            <w:pPr>
              <w:pStyle w:val="Listenabsatz"/>
              <w:numPr>
                <w:ilvl w:val="0"/>
                <w:numId w:val="30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Le ore settimanali di cui al capoverso 4 dell’articolo 13 </w:t>
            </w:r>
            <w:proofErr w:type="spellStart"/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-SSS sono lezioni che, secondo la prassi della SEFRI, durano tra i 45 e i 60 minuti a seconda dell’operatore.</w:t>
            </w:r>
          </w:p>
          <w:p w14:paraId="26C853F5" w14:textId="3F1D823A" w:rsidR="00A965E8" w:rsidRPr="00236526" w:rsidRDefault="00A965E8" w:rsidP="00B5588A">
            <w:pPr>
              <w:pStyle w:val="Listenabsatz"/>
              <w:numPr>
                <w:ilvl w:val="0"/>
                <w:numId w:val="30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Per i docenti che sono attivi in diversi cicli di formazione SSS dell’operatore di formazione vale la somma dei loro gradi </w:t>
            </w:r>
            <w:r w:rsidR="004138C7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d’occupazione</w:t>
            </w: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medi.</w:t>
            </w:r>
          </w:p>
          <w:p w14:paraId="6E49ACFA" w14:textId="77777777" w:rsidR="00A965E8" w:rsidRPr="00236526" w:rsidRDefault="00A965E8" w:rsidP="00B5588A">
            <w:pPr>
              <w:pStyle w:val="Listenabsatz"/>
              <w:numPr>
                <w:ilvl w:val="0"/>
                <w:numId w:val="30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Se la media delle ore di insegnamento è inferiore alle 4 ore settimanali non è richiesta alcuna formazione didattica o pedagogico-professionale.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B7DDDE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6B6636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E10054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7428371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8CE32B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97D7D5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E3D3B2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E143AB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E353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EC163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CD4E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F219AF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35F0863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DB9691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D020F9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31D0B7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C4CC3F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807CE4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2307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626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CCD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0FB35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010B624" w14:textId="77777777" w:rsidTr="00B5588A">
        <w:trPr>
          <w:cantSplit/>
          <w:trHeight w:val="1077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FD18F4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571DA4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BCEAC1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2AC6B8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C.2.3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A537D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Esiste un programma per la formazione continua regolare specialistica e metodologico-didattica dei docenti (programma di formazione continua).</w:t>
            </w:r>
          </w:p>
          <w:p w14:paraId="4C5AFB6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Il programma fornisce informazioni sui temi principali, sul processo di pianificazione delle offerte, sulle condizioni di partecipazione (p. es. partecipazione ai costi, tempo, obblighi, ecc.) alle offerte interne e/o esterne, così come sul </w:t>
            </w:r>
            <w:proofErr w:type="spellStart"/>
            <w:r w:rsidRPr="00236526">
              <w:rPr>
                <w:rFonts w:cs="Arial"/>
                <w:sz w:val="18"/>
                <w:szCs w:val="18"/>
                <w:lang w:val="it-CH"/>
              </w:rPr>
              <w:t>controlling</w:t>
            </w:r>
            <w:proofErr w:type="spellEnd"/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delle attività di formazione continua.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96AA9C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BFF321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830B80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48999E3B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C28557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264E1D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3390D3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EBCA01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76E0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24AED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53BBE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F5C724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44C1E67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58285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110C9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E1DCFE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8BDCE4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</w:p>
          <w:p w14:paraId="249F28D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EE95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BA18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89F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8D644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37373ADF" w14:textId="77777777" w:rsidR="00A965E8" w:rsidRPr="00236526" w:rsidRDefault="00A965E8" w:rsidP="00A965E8">
      <w:pPr>
        <w:spacing w:line="240" w:lineRule="auto"/>
        <w:jc w:val="left"/>
        <w:rPr>
          <w:rFonts w:cs="Arial"/>
          <w:b/>
          <w:kern w:val="32"/>
          <w:sz w:val="28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5CDA549A" w14:textId="77777777" w:rsidR="00A965E8" w:rsidRPr="00236526" w:rsidRDefault="00A965E8" w:rsidP="00A965E8">
      <w:pPr>
        <w:pStyle w:val="berschrift1"/>
        <w:ind w:left="432" w:hanging="432"/>
        <w:rPr>
          <w:lang w:val="it-CH"/>
        </w:rPr>
      </w:pPr>
      <w:r w:rsidRPr="00236526">
        <w:rPr>
          <w:lang w:val="it-CH"/>
        </w:rPr>
        <w:lastRenderedPageBreak/>
        <w:t>D.</w:t>
      </w:r>
      <w:r w:rsidRPr="00236526">
        <w:rPr>
          <w:lang w:val="it-CH"/>
        </w:rPr>
        <w:tab/>
        <w:t>Gestione della qualità</w:t>
      </w:r>
    </w:p>
    <w:p w14:paraId="3EEC7EBF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t>D.1</w:t>
      </w:r>
      <w:r w:rsidRPr="00236526">
        <w:rPr>
          <w:lang w:val="it-CH"/>
        </w:rPr>
        <w:tab/>
        <w:t>Garanzia e sviluppo della qualità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26D20A01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1C7475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507D7C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8EDAF9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1769DA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E8A1EE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3D04F9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98A659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D6836D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020D6A12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D.1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La pianificazione, l’attuazione, la verifica e lo sviluppo del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lo SPD SSS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avvengono tramite una procedura standard per la garanzia e lo sviluppo della qualità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57AAE757" w14:textId="77777777" w:rsidR="00A965E8" w:rsidRPr="00236526" w:rsidRDefault="00A965E8" w:rsidP="00B5588A">
            <w:pPr>
              <w:spacing w:before="60"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Questo modo di procedere aiuta l’operatore della formazione a soddisfare gli aspetti basilari formali e di contenuto (garanzia della qualità) e a migliorare costantemente l’offerta in base in base al fabbisogno (sviluppo della qualità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>).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5279D44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1697ED7D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2D68A26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B7EC01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89B84C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142758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DA399B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84C6A5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448FDF36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5D7E872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5A13226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B1CB233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6ED190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0E52A5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295D91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9B63BD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6F239EC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37158320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E72F20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ABD025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00EA13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C4C637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D.1.1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90E94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L’operatore della formazione lavora con una procedura standard per la garanzia e lo sviluppo della qualità. La procedura indica quali aspetti dell’offerta rilevanti per la qualità devono essere monitorati e gestiti, in che modo e con quali strumenti.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523E3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2942E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EF98FF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84F7FC6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F542E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B89CAF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03BF1A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6B21C4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69F3F21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E9B20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039535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23F0F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7D514A69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CE5B28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2FE0E6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77C465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5A329C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</w:p>
          <w:p w14:paraId="1F87B88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 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BDD93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43278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51A09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89D2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AAF9F4C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2A0895E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3C2B24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F3EA43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512F8C7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D.1.2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282C255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Esiste una strategia di valutazione del ciclo di riferimento che definisce quali aspetti del ciclo devono essere esaminati, quando e con quali strumenti.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0A072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662507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4B68F9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83DDD20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E7F01B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71EB3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25AD64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1DC697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4FC5FE9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9C518A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94FE68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94ADE4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86A433E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58E93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5F7E5F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23DAEF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36DEDB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B45FB0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BBD1B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E69770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092D8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254F9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2351908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FA28BFF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9E193C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DEDE59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1A8ED96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D.1.3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7538348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La strategia di valutazione descrive le competenze e le procedure sia per la definizione sia per l’attuazione delle misure che verranno decise in base ai risultati della valutazione.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8447B5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63C469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16DF3F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7F54DEC0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A0E1AA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A205A5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636C33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DEC591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0F21C89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E18A2B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227353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531B76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0C6ED0F9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5F255C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CD167A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882E3C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068853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4CA31A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F4B0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4F0FD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1F3D9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D8B84B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AE77A49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253A34C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4" w:name="_Hlk508661607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DAC4EF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65EF21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437B10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D.1.4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6341B47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Sono disponibili gli strumenti per la valutazione del ciclo di riferimento definiti nell’apposita strategia.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AB5011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CF78A4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F7F8A3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BBBEE00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D4B35D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95D1B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3E6601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800EE1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26BA570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5AA42C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FD0707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7A78149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77CD5E3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3A678E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478F5F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6F8183A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6A3DBC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73454B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2B30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BA85A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A74D4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4BD02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75498DD0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B263303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5" w:name="_Hlk509316199"/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37FFA3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FAF013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57CDC69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D.1.4.1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0C493AA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Gli strumenti di valutazione vengono utilizzati nel </w:t>
            </w:r>
            <w:proofErr w:type="gramStart"/>
            <w:r w:rsidRPr="00236526">
              <w:rPr>
                <w:rFonts w:cs="Arial"/>
                <w:sz w:val="18"/>
                <w:szCs w:val="18"/>
                <w:lang w:val="it-CH"/>
              </w:rPr>
              <w:t>1°</w:t>
            </w:r>
            <w:proofErr w:type="gramEnd"/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e nel </w:t>
            </w:r>
            <w:proofErr w:type="gramStart"/>
            <w:r w:rsidRPr="00236526">
              <w:rPr>
                <w:rFonts w:cs="Arial"/>
                <w:sz w:val="18"/>
                <w:szCs w:val="18"/>
                <w:lang w:val="it-CH"/>
              </w:rPr>
              <w:t>2°</w:t>
            </w:r>
            <w:proofErr w:type="gramEnd"/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semestre del ciclo di riferimento come previsto. I risultati della valutazione vengono documentati nel rapporto di valutazione 1 dell’operatore di formazione e trasmessi ai due periti alla fine del primo anno di studio.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05B9BF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57B2C4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15E2F4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41EBB1C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1D2538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CDB62B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7661BC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344AEB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4CEE400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B1BE95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8D3BEC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E4A515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9C7926E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9FD18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DAE804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A7C79B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4562B5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8CA460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EC8F8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4BB90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05890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676CD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38495862" w14:textId="77777777" w:rsidR="00A965E8" w:rsidRPr="00236526" w:rsidRDefault="00A965E8" w:rsidP="00A965E8">
      <w:r w:rsidRPr="00236526">
        <w:br w:type="page"/>
      </w:r>
    </w:p>
    <w:tbl>
      <w:tblPr>
        <w:tblW w:w="1462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6F8C4104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0D079F2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8E32AA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DE83EA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21B9764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D.1.4.2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62FB25D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Gli strumenti di valutazione vengono attuati nel secondo anno del ciclo di riferimento come previsto. I risultati della valutazione vengono illustrati ai periti in occasione della visita della procedura di qualificazione finale (secondo rapporto di valutazione orale dell’operatore della formazione).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7E7446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E371B9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329A4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547D40BF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2A71B2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FC9C33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4A54092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4EFD8A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5057ADC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EB271B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EC1BC8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96A0CE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A74F923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429C8E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20C7CB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419409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7CEA41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D7AB12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EBA72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781F3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051723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988D6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4"/>
      <w:bookmarkEnd w:id="35"/>
    </w:tbl>
    <w:p w14:paraId="04869C65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3B2A78A7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D.2</w:t>
      </w:r>
      <w:r w:rsidRPr="00236526">
        <w:rPr>
          <w:lang w:val="it-CH"/>
        </w:rPr>
        <w:tab/>
        <w:t>Attualità, garanzia e disponibilità del sapere</w:t>
      </w:r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647"/>
        <w:gridCol w:w="1134"/>
        <w:gridCol w:w="1134"/>
        <w:gridCol w:w="851"/>
      </w:tblGrid>
      <w:tr w:rsidR="00A965E8" w:rsidRPr="00236526" w14:paraId="4D6B3628" w14:textId="77777777" w:rsidTr="00B5588A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7636DB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C74F78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E4894B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17D090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54CFB99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00EC4B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19DA6E8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818C08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189E3E34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D.2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Il sapere teorico, settoriale e legato al mondo del lavoro sul quale si fonda il 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SPD SSS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è sempre aggiornato e a disposizione di tutti i collaboratori. </w:t>
            </w:r>
          </w:p>
          <w:p w14:paraId="09C517DA" w14:textId="77777777" w:rsidR="00A965E8" w:rsidRPr="00236526" w:rsidRDefault="00A965E8" w:rsidP="00B5588A">
            <w:pPr>
              <w:rPr>
                <w:rFonts w:cs="Arial"/>
                <w:sz w:val="18"/>
                <w:szCs w:val="18"/>
                <w:lang w:val="it-CH"/>
              </w:rPr>
            </w:pPr>
          </w:p>
          <w:p w14:paraId="6930BA32" w14:textId="77777777" w:rsidR="00A965E8" w:rsidRPr="00236526" w:rsidRDefault="00A965E8" w:rsidP="00B5588A">
            <w:pPr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0D63EC4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7EDA0543" w14:textId="77777777" w:rsidTr="00B5588A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5096D6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5B5FBB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6185FD9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6C5E2B3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73AC16D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2BF55C1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3404598C" w14:textId="77777777" w:rsidTr="00B5588A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D08DCA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806536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5B9801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874A42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7DC9B71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3E82E30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3E4C310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14:paraId="0C0196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476020F2" w14:textId="77777777" w:rsidTr="00B5588A">
        <w:trPr>
          <w:cantSplit/>
          <w:trHeight w:val="85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5EC267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F8CEF4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CC3A8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9156B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D.2.1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CAF1B5" w14:textId="57E29CC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Esiste una strategia sulla gestione del sapere che descrive in che modo l’operatore della formazione verifica/garantisce che la trasmissione delle competenze </w:t>
            </w:r>
            <w:r w:rsidR="00CE7D1D" w:rsidRPr="00CE7D1D">
              <w:rPr>
                <w:rFonts w:cs="Arial"/>
                <w:sz w:val="18"/>
                <w:szCs w:val="18"/>
                <w:lang w:val="it-CH"/>
              </w:rPr>
              <w:t>definite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 rispecchi lo stato attuale della teoria nonché i requisiti del ramo e del mercato del lavoro. </w:t>
            </w:r>
          </w:p>
          <w:p w14:paraId="65A79A8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9DFE47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D4D792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02CF28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29E320DD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DDCB4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712562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580CD6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955703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1DBFC35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60B642D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4B2E0DB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0D0EB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785DD7F5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970875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04F24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1CEF67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BD306C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9B8EE2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5D69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56391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D835B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908C2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0952D42" w14:textId="77777777" w:rsidTr="00B5588A">
        <w:trPr>
          <w:cantSplit/>
          <w:trHeight w:val="68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332D4C1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018C89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1D4A9A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767CCF6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D.2.2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14:paraId="2D2E29B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Esistono regole e un processo definito per garantire il sapere legato al</w:t>
            </w:r>
            <w:r>
              <w:rPr>
                <w:rFonts w:cs="Arial"/>
                <w:sz w:val="18"/>
                <w:szCs w:val="18"/>
                <w:lang w:val="it-CH"/>
              </w:rPr>
              <w:t>lo SPD SSS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>.</w:t>
            </w:r>
          </w:p>
          <w:p w14:paraId="5F03366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In questo modo si assicura che il sapere degli attori coinvolti (docenti, direzione, ecc.) sia garantito a livello istituzionale e accessibile in modo trasparente.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94B275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330521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FC9823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EBCD09F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5F5F61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7EDFA1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4FA101C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ECD0D1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4B7B621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576E5A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3F93CEE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24752FF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6E3C3F7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C9C33B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F789FB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1193036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FF5249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A89568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C8355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B2C6A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7B1D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714754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AE1A3C9" w14:textId="77777777" w:rsidR="00A965E8" w:rsidRPr="00236526" w:rsidRDefault="00A965E8" w:rsidP="00A965E8">
      <w:pPr>
        <w:spacing w:line="240" w:lineRule="auto"/>
        <w:jc w:val="left"/>
        <w:rPr>
          <w:rFonts w:cs="Arial"/>
          <w:b/>
          <w:kern w:val="32"/>
          <w:sz w:val="28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1D5533AF" w14:textId="168C29A0" w:rsidR="00A965E8" w:rsidRPr="00236526" w:rsidRDefault="00A965E8" w:rsidP="00A965E8">
      <w:pPr>
        <w:pStyle w:val="berschrift1"/>
        <w:ind w:left="432" w:hanging="432"/>
        <w:rPr>
          <w:lang w:val="it-CH"/>
        </w:rPr>
      </w:pPr>
      <w:r w:rsidRPr="00236526">
        <w:rPr>
          <w:lang w:val="it-CH"/>
        </w:rPr>
        <w:lastRenderedPageBreak/>
        <w:t>E.</w:t>
      </w:r>
      <w:r w:rsidRPr="00236526">
        <w:rPr>
          <w:lang w:val="it-CH"/>
        </w:rPr>
        <w:tab/>
        <w:t>Prescrizioni formali dell’</w:t>
      </w:r>
      <w:proofErr w:type="spellStart"/>
      <w:r w:rsidRPr="00236526">
        <w:rPr>
          <w:lang w:val="it-CH"/>
        </w:rPr>
        <w:t>OERic</w:t>
      </w:r>
      <w:proofErr w:type="spellEnd"/>
      <w:r w:rsidRPr="00236526">
        <w:rPr>
          <w:lang w:val="it-CH"/>
        </w:rPr>
        <w:t>-SSS</w:t>
      </w:r>
    </w:p>
    <w:p w14:paraId="68AC75FF" w14:textId="3835150F" w:rsidR="00A965E8" w:rsidRPr="00526C80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t>E.1</w:t>
      </w:r>
      <w:r w:rsidRPr="00236526">
        <w:rPr>
          <w:lang w:val="it-CH"/>
        </w:rPr>
        <w:tab/>
        <w:t>Procedura di ammissione</w:t>
      </w:r>
      <w:r w:rsidR="00CE7D1D">
        <w:rPr>
          <w:lang w:val="it-CH"/>
        </w:rPr>
        <w:t xml:space="preserve"> </w:t>
      </w:r>
      <w:r w:rsidRPr="00DB6660">
        <w:rPr>
          <w:lang w:val="it-CH"/>
        </w:rPr>
        <w:t>e convalida degli apprendimenti acquisiti</w:t>
      </w:r>
    </w:p>
    <w:tbl>
      <w:tblPr>
        <w:tblW w:w="147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"/>
        <w:gridCol w:w="368"/>
        <w:gridCol w:w="368"/>
        <w:gridCol w:w="403"/>
        <w:gridCol w:w="1701"/>
        <w:gridCol w:w="8789"/>
        <w:gridCol w:w="992"/>
        <w:gridCol w:w="992"/>
        <w:gridCol w:w="993"/>
      </w:tblGrid>
      <w:tr w:rsidR="00A965E8" w:rsidRPr="00526C80" w14:paraId="2EC29588" w14:textId="77777777" w:rsidTr="00B5588A">
        <w:trPr>
          <w:gridBefore w:val="1"/>
          <w:wBefore w:w="103" w:type="dxa"/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3B37A508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0C3053D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4ACCD21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644627E7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7275BC9B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9D17188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2FD458C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1EF37" w14:textId="30E0EE00" w:rsidR="00A965E8" w:rsidRPr="00526C80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E.1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La procedura di ammissione 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e </w:t>
            </w:r>
            <w:r w:rsidRPr="007B672E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la convalida degli apprendimenti acquisiti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sono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disciplinat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e attuat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in base all’</w:t>
            </w:r>
            <w:proofErr w:type="spellStart"/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-SSS </w:t>
            </w:r>
            <w:r w:rsidR="00CE7D1D" w:rsidRPr="00AB036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ed eventualmente d</w:t>
            </w:r>
            <w:r w:rsidR="00CE7D1D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</w:t>
            </w:r>
            <w:r w:rsidR="00CE7D1D" w:rsidRPr="00AB036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ulteriori disposizioni interne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D22E547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526C80" w14:paraId="5DD73465" w14:textId="77777777" w:rsidTr="00B5588A">
        <w:trPr>
          <w:gridBefore w:val="1"/>
          <w:wBefore w:w="103" w:type="dxa"/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9EF59D8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E56B2B2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89" w:type="dxa"/>
            <w:vMerge/>
            <w:shd w:val="clear" w:color="auto" w:fill="D9D9D9" w:themeFill="background1" w:themeFillShade="D9"/>
          </w:tcPr>
          <w:p w14:paraId="0F1240FE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A53FA28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2B0BEFB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19B4C9F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526C80" w14:paraId="0DC05748" w14:textId="77777777" w:rsidTr="00B5588A">
        <w:trPr>
          <w:gridBefore w:val="1"/>
          <w:wBefore w:w="103" w:type="dxa"/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2401EF38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7942F9B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973523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8264612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89" w:type="dxa"/>
            <w:vMerge/>
            <w:shd w:val="clear" w:color="auto" w:fill="D9D9D9" w:themeFill="background1" w:themeFillShade="D9"/>
          </w:tcPr>
          <w:p w14:paraId="6F5B19EC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4FE5678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C47E413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6D05ACB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526C80" w14:paraId="2863ADA1" w14:textId="77777777" w:rsidTr="00B5588A">
        <w:trPr>
          <w:gridBefore w:val="1"/>
          <w:wBefore w:w="103" w:type="dxa"/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6E11470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3D9D7C5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7375430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0A5BB69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E.1.1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137C4C" w14:textId="4FF3F03E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Durante la procedura di ammissione vengono rispettate le prescrizioni relative al titolo del livello terziario, all’esperienza professionale e all’esame attitudinale.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3941839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372076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8935D00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526C80" w14:paraId="28DAEE02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308D128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4CB2F0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D797F00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909E65C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3C93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3BB57C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E270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01CB866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526C80" w14:paraId="20C1D1C7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1E98B1B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78A767B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5F02747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91F730E" w14:textId="77777777" w:rsidR="00A965E8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68DDCFD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3CE3F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15EF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63DE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8E00CE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526C80" w14:paraId="530934F3" w14:textId="77777777" w:rsidTr="00B5588A">
        <w:trPr>
          <w:gridBefore w:val="1"/>
          <w:wBefore w:w="103" w:type="dxa"/>
          <w:cantSplit/>
          <w:trHeight w:val="68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6998B32" w14:textId="77777777" w:rsidR="00A965E8" w:rsidRPr="00526C80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B7DD715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5B0F2E7" w14:textId="77777777" w:rsidR="00A965E8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2063838D" w14:textId="77777777" w:rsidR="00A965E8" w:rsidRPr="00E13983" w:rsidRDefault="00A965E8" w:rsidP="00B5588A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24BA86F9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E.1.2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22D8D4A0" w14:textId="7D57A05D" w:rsidR="00A965E8" w:rsidRPr="00AD4591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Se il </w:t>
            </w:r>
            <w:r w:rsidR="00CE7D1D">
              <w:rPr>
                <w:rFonts w:cs="Arial"/>
                <w:sz w:val="18"/>
                <w:szCs w:val="18"/>
                <w:lang w:val="it-CH"/>
              </w:rPr>
              <w:t>r</w:t>
            </w:r>
            <w:r w:rsidR="00CE7D1D" w:rsidRPr="0039509C">
              <w:rPr>
                <w:rFonts w:cs="Arial"/>
                <w:sz w:val="18"/>
                <w:szCs w:val="18"/>
                <w:lang w:val="it-CH"/>
              </w:rPr>
              <w:t>egolamento degli studi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prevede un esame attitudinale, quest’ultimo si svolge secondo le disposizioni pertinenti (nello SPD SSS da riconoscere).</w:t>
            </w:r>
          </w:p>
          <w:p w14:paraId="7361D39E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Esiste una procedura scritta per l’esame attitudinale. I criteri di valutazione sono trasparenti.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B0037E8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26D7B27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D1A3FA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526C80" w14:paraId="797E02A9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341201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4794669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B8EF022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59EEE7E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01CB5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CA29C9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B202A6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71C733E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526C80" w14:paraId="74B7CE9C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239183C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363A5F8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0E2CB6B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7A2CE24" w14:textId="77777777" w:rsidR="00A965E8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BCB2819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2BEF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5C65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D701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424E03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526C80" w14:paraId="0A9E1451" w14:textId="77777777" w:rsidTr="00B5588A">
        <w:trPr>
          <w:gridBefore w:val="1"/>
          <w:wBefore w:w="103" w:type="dxa"/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A7E2AE3" w14:textId="77777777" w:rsidR="00A965E8" w:rsidRPr="00526C80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6" w:name="_Hlk508644896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54015D0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691B41D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7EB7976B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E.1.3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6438F0BC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C5320">
              <w:rPr>
                <w:rFonts w:cs="Arial"/>
                <w:sz w:val="18"/>
                <w:szCs w:val="18"/>
                <w:lang w:val="it-CH"/>
              </w:rPr>
              <w:t>Esiste una procedura scritta per l’ammissione su dossier.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7848B7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C8A8E50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A827A63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526C80" w14:paraId="13C6AF90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D7E0D90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7DB389D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01796B5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3FD7605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769C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C3FB83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94BD4F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12F6F1F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526C80" w14:paraId="19A51775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849DCBD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4A61131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1EE74BF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401851A" w14:textId="77777777" w:rsidR="00A965E8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95BF563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B7A0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34BD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A18A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12214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6"/>
      <w:tr w:rsidR="00A965E8" w:rsidRPr="00526C80" w14:paraId="2703E5A3" w14:textId="77777777" w:rsidTr="00B5588A">
        <w:trPr>
          <w:gridBefore w:val="1"/>
          <w:wBefore w:w="103" w:type="dxa"/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D81B433" w14:textId="77777777" w:rsidR="00A965E8" w:rsidRPr="00526C80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3EAFA6C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895B84F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72CC7594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E.1.4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28C7A887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La procedura di ammissione è descritta nel regolamento degli studi, che stabilisce anche processi e competenze.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E98FCF7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2D52DE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BD0DEE5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526C80" w14:paraId="0D8CCC53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8D6E03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C25416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920B884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75388B5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38AF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7B5C81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988CEB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7F62D4DB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526C80" w14:paraId="4DBCB986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D873BE1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8111BA0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35DB0C0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C5297AE" w14:textId="77777777" w:rsidR="00A965E8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791D790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771C7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49731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8F99B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9CAD9A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C738B5" w14:paraId="50C03C8B" w14:textId="77777777" w:rsidTr="00B5588A">
        <w:trPr>
          <w:cantSplit/>
          <w:trHeight w:val="454"/>
        </w:trPr>
        <w:tc>
          <w:tcPr>
            <w:tcW w:w="471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C261595" w14:textId="77777777" w:rsidR="00A965E8" w:rsidRPr="00C738B5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C16CF0B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211B1A3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0BD88F7D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E.1.</w:t>
            </w:r>
            <w:r>
              <w:rPr>
                <w:rFonts w:cs="Arial"/>
                <w:b/>
                <w:sz w:val="18"/>
                <w:szCs w:val="18"/>
                <w:lang w:val="it-CH"/>
              </w:rPr>
              <w:t>5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0E0556A6" w14:textId="77777777" w:rsidR="00A965E8" w:rsidRPr="00C738B5" w:rsidRDefault="00A965E8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6C532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Esiste una procedura scritta per la convalida degli apprendimenti acquisiti nell’ambito della formazione formale, non formale e informale.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DD9E688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B6DF382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4237EB2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sz w:val="18"/>
                <w:szCs w:val="18"/>
                <w:lang w:val="it-CH"/>
              </w:rPr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C738B5" w14:paraId="4F76156D" w14:textId="77777777" w:rsidTr="00B5588A">
        <w:trPr>
          <w:cantSplit/>
          <w:trHeight w:val="227"/>
        </w:trPr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DF7E14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DF4C073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187C6EF" w14:textId="77777777" w:rsidR="00A965E8" w:rsidRPr="00C738B5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0E7796B" w14:textId="77777777" w:rsidR="00A965E8" w:rsidRPr="00C738B5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9D95C" w14:textId="77777777" w:rsidR="00A965E8" w:rsidRPr="00C738B5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847B68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7F2E94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22ACFE3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C738B5" w14:paraId="22FE8411" w14:textId="77777777" w:rsidTr="00B5588A">
        <w:trPr>
          <w:cantSplit/>
          <w:trHeight w:val="227"/>
        </w:trPr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020C7E6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4A1791B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1AFBD47" w14:textId="77777777" w:rsidR="00A965E8" w:rsidRPr="00C738B5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DFD250C" w14:textId="77777777" w:rsidR="00A965E8" w:rsidRPr="00C738B5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382FF4C" w14:textId="77777777" w:rsidR="00A965E8" w:rsidRPr="00C738B5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DA75" w14:textId="77777777" w:rsidR="00A965E8" w:rsidRPr="00C738B5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77CD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96E9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2365A1" w14:textId="77777777" w:rsidR="00A965E8" w:rsidRPr="00C738B5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91D4AF6" w14:textId="77777777" w:rsidR="00A965E8" w:rsidRPr="00236526" w:rsidRDefault="00A965E8" w:rsidP="00A965E8">
      <w:pPr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13D16E20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E.2</w:t>
      </w:r>
      <w:r w:rsidRPr="00236526">
        <w:rPr>
          <w:lang w:val="it-CH"/>
        </w:rPr>
        <w:tab/>
        <w:t xml:space="preserve">Ore di studio, forme d’insegnamento e componenti formative pratiche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1009B61B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47A824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AE5215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533D7D0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78F2F8C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1C3F6FD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8B375A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7B692D7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22C1AE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10A666" w14:textId="263A53B0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E.2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Sono rispettati i requisiti dell’articolo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 xml:space="preserve"> 7 </w:t>
            </w:r>
            <w:proofErr w:type="spellStart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 xml:space="preserve">-SSS 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sulle ore di studio, le forme d’insegnamento e le componenti formative pratiche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46CC5D6A" w14:textId="77777777" w:rsidR="00A965E8" w:rsidRPr="00236526" w:rsidRDefault="00A965E8" w:rsidP="00B5588A">
            <w:pPr>
              <w:tabs>
                <w:tab w:val="left" w:pos="1245"/>
              </w:tabs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ab/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928747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40ED614B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F9BE35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A6DE0B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6452B15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369F69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3263AE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0CAF6CC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33579910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6DBA40E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7" w:name="_Hlk509341895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1D58C2C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134EC4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6599BD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06BD442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5EB6D7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3D3795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2E4171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3CC2543A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297D97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8" w:name="_Hlk509341941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67DD41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43D48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DFFE7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E.2.1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6DF3A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Lo SPD SSS comprende almeno 900 ore di studio.</w:t>
            </w:r>
          </w:p>
          <w:p w14:paraId="0E2931A0" w14:textId="77777777" w:rsidR="00A965E8" w:rsidRPr="00236526" w:rsidRDefault="00A965E8" w:rsidP="00B5588A">
            <w:pPr>
              <w:spacing w:before="60"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Spiegazione:</w:t>
            </w:r>
          </w:p>
          <w:p w14:paraId="5D618670" w14:textId="77777777" w:rsidR="00A965E8" w:rsidRPr="00236526" w:rsidRDefault="00A965E8" w:rsidP="00B5588A">
            <w:pPr>
              <w:pStyle w:val="Listenabsatz"/>
              <w:numPr>
                <w:ilvl w:val="0"/>
                <w:numId w:val="30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«1 ora di studio = 1 unità di apprendimento interattivo con pausa = 1 ora di studio individuale (studio individuale, studio guidato o assistito con pausa)».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16F633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3CDC8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EE470A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4F86564C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62614F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DFE37D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CB2231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8F8919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AAE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06E70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DA28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F3D58D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5215E5B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FA976C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33F84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6C9BBF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43C104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F4933B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17E4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FCE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E99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45C84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700F88A9" w14:textId="77777777" w:rsidTr="00B5588A">
        <w:trPr>
          <w:cantSplit/>
          <w:trHeight w:val="329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C2D87A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9B8D24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268B14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565104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E.2.2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2E9C2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Lo SPD SSS si svolge in parallelo all’attività lavorativa.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42989F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89F987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DA9A44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53D19E72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EFAB20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28BBEE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626BAD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6DBBD8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A69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BD60F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3ED95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52411F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2B45A3A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BB86F5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D93C34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8B76BD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FB1B46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F63D42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F91B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413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3B5D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14EC2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62531F20" w14:textId="77777777" w:rsidTr="00B5588A">
        <w:trPr>
          <w:cantSplit/>
          <w:trHeight w:val="1592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BF6368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9" w:name="_Hlk509342142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F97334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6983C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949B2C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E.2.3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5CAF71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Viene rispettata e riportata come segue la ripartizione delle ore di studio nelle componenti scolastiche conformemente al curriculum:</w:t>
            </w:r>
          </w:p>
          <w:p w14:paraId="2DC38DDE" w14:textId="77777777" w:rsidR="00A965E8" w:rsidRPr="00236526" w:rsidRDefault="00A965E8" w:rsidP="00B5588A">
            <w:pPr>
              <w:pStyle w:val="Listenabsatz"/>
              <w:numPr>
                <w:ilvl w:val="0"/>
                <w:numId w:val="35"/>
              </w:num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lezioni in presenza</w:t>
            </w:r>
          </w:p>
          <w:p w14:paraId="42265564" w14:textId="77777777" w:rsidR="00A965E8" w:rsidRPr="00236526" w:rsidRDefault="00A965E8" w:rsidP="00B5588A">
            <w:pPr>
              <w:pStyle w:val="Listenabsatz"/>
              <w:numPr>
                <w:ilvl w:val="0"/>
                <w:numId w:val="35"/>
              </w:num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studio individuale (autogestito)</w:t>
            </w:r>
          </w:p>
          <w:p w14:paraId="53A6ABB4" w14:textId="77777777" w:rsidR="00A965E8" w:rsidRPr="00236526" w:rsidRDefault="00A965E8" w:rsidP="00B5588A">
            <w:pPr>
              <w:pStyle w:val="Listenabsatz"/>
              <w:numPr>
                <w:ilvl w:val="0"/>
                <w:numId w:val="35"/>
              </w:num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procedura di qualificazione e altri controlli dell’apprendimento (senza procedura di qualificazione finale)</w:t>
            </w:r>
          </w:p>
          <w:p w14:paraId="3C15F215" w14:textId="77777777" w:rsidR="00A965E8" w:rsidRPr="00236526" w:rsidRDefault="00A965E8" w:rsidP="00B5588A">
            <w:pPr>
              <w:pStyle w:val="Listenabsatz"/>
              <w:numPr>
                <w:ilvl w:val="0"/>
                <w:numId w:val="35"/>
              </w:num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lavoro di diploma o di progetto ed esame scritto od orale nella procedura di qualificazione finale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0F4D35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5D786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BE16E5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3D76D5C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9DE03D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5451FB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7DDE76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70317E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0A8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32F40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C8645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3BD64F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2B3A8A0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A8B588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ECF574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353454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C94DD5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5FCA08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7AC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550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73E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8D9C5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7"/>
      <w:bookmarkEnd w:id="38"/>
      <w:bookmarkEnd w:id="39"/>
    </w:tbl>
    <w:p w14:paraId="1158AEA3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123052A6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E.3</w:t>
      </w:r>
      <w:r w:rsidRPr="00236526">
        <w:rPr>
          <w:lang w:val="it-CH"/>
        </w:rPr>
        <w:tab/>
        <w:t xml:space="preserve">Diploma e titoli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3A730314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2DF5CF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DFDF4C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02A34A1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4D5EDE4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B8215E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88FDE3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24BE760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4F8251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3CDAE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E.3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 diplomi e i titoli sono conformi alle prescrizioni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2E65C6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4DC11EAE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949EA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3A9F7B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A9053B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DE8441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289BB9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58EE6C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2AF56F45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4C2D7B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1D9A36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55D804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F0FEF6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1610031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151185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F1E9DF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49ECB9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4B274882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4BA76D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0" w:name="_Hlk509352908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06F037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DE46D0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F388BD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E.3.1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59F4E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titolo previsto è chiaro, non induce in errore, è coerente con i contenuti della formazione e si differenzia dagli altri titoli.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114F91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A3CF0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34A0ED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13A5677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15823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D3234E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A254EF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4538F6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5B2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5FF27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E5660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B88914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4C35BC5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613EED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5BF9A1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287E76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2C471D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54F494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EC6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FD2B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3641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9477C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050CCA26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5A4459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1" w:name="_Hlk509353092"/>
            <w:bookmarkEnd w:id="40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A0DDAF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0950E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156E18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E.3.2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17F7E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diploma riporta la base legale vigente e rinvia alla decisione di riconoscimento della SEFRI (con la data del riconoscimento).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8E214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6A04C4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E9B40A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7E96FB9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6B3C81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A10856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6DAB93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FFFD23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399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7C128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DEA9D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A277CB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0B5C23E4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16FD8D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ADF42C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2123B8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082F62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B29E18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BE9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2FB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AA2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E7DED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41"/>
      <w:tr w:rsidR="00A965E8" w:rsidRPr="00236526" w14:paraId="449341AB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8D9902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D7B4BE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E1CD2A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2CA782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E.3.3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6F88F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diploma è integrato da un certificato delle note che fornisce indicazioni sulla valutazione degli esami rilevanti ai fini della promozione.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DE74D8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969C1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5EF33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5633832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04B1BC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C74A4C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1E1AB0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96AEB6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DF2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8198C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CE302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11A34A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A9815C9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A6FB93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B21782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E0A5B3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E59FC8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D3AE0F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5A75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2A51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BC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B1DDD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F5474F1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7889EF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F46D5C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B84E72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4A56AC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E.3.4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FD844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layout e l’impostazione grafica dei diplomi rispettano le direttive della SEFRI e della Conferenza SSS.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0C8253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948296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06A769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0AEE2A48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617259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1098B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636238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5FD802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95CF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E1181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65534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A39152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5D0ABCC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DD8C03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F537A7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08EEC5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60DCB2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A367EB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0DB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EEE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3AC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BAF83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15B80D5" w14:textId="77777777" w:rsidR="00A965E8" w:rsidRPr="00236526" w:rsidRDefault="00A965E8" w:rsidP="00A965E8">
      <w:pPr>
        <w:rPr>
          <w:rFonts w:cs="Arial"/>
          <w:lang w:val="it-CH"/>
        </w:rPr>
      </w:pPr>
    </w:p>
    <w:p w14:paraId="5E6A4F68" w14:textId="77777777" w:rsidR="00A965E8" w:rsidRPr="00236526" w:rsidRDefault="00A965E8" w:rsidP="00A965E8">
      <w:pPr>
        <w:rPr>
          <w:rFonts w:cs="Arial"/>
          <w:lang w:val="it-CH"/>
        </w:rPr>
      </w:pPr>
    </w:p>
    <w:p w14:paraId="2F753581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3E925ED8" w14:textId="77777777" w:rsidR="00A965E8" w:rsidRPr="00236526" w:rsidRDefault="00A965E8" w:rsidP="00A965E8">
      <w:pPr>
        <w:pStyle w:val="berschrift1"/>
        <w:ind w:left="432" w:hanging="432"/>
        <w:rPr>
          <w:lang w:val="it-IT"/>
        </w:rPr>
      </w:pPr>
      <w:r w:rsidRPr="00236526">
        <w:rPr>
          <w:lang w:val="it-CH"/>
        </w:rPr>
        <w:lastRenderedPageBreak/>
        <w:t>F.</w:t>
      </w:r>
      <w:r w:rsidRPr="00236526">
        <w:rPr>
          <w:lang w:val="it-CH"/>
        </w:rPr>
        <w:tab/>
      </w:r>
      <w:r w:rsidRPr="00236526">
        <w:rPr>
          <w:lang w:val="it-IT"/>
        </w:rPr>
        <w:t>Conformità del curriculum (piano di formazione)</w:t>
      </w:r>
      <w:r w:rsidRPr="00236526">
        <w:rPr>
          <w:sz w:val="24"/>
          <w:szCs w:val="24"/>
          <w:lang w:val="it-IT"/>
        </w:rPr>
        <w:t xml:space="preserve"> </w:t>
      </w:r>
      <w:r w:rsidRPr="00236526">
        <w:rPr>
          <w:lang w:val="it-IT"/>
        </w:rPr>
        <w:t xml:space="preserve">con le competenze necessarie per l’esercizio dell’attività professionale corrispondente </w:t>
      </w:r>
    </w:p>
    <w:p w14:paraId="104D5B2A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t>F.1</w:t>
      </w:r>
      <w:r w:rsidRPr="00236526">
        <w:rPr>
          <w:lang w:val="it-CH"/>
        </w:rPr>
        <w:tab/>
        <w:t xml:space="preserve">Requisiti di base del curriculum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3C9C8E97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02AF13C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1978C7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DF5A2A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36CD7B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119BC65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015E3E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2D51A5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4614EE1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641BF990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F.1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bookmarkStart w:id="42" w:name="_Hlk206684201"/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Per quanto riguarda il curriculum (piano di formazione) l’operatore della formazione garantisce che vengano raggiunti gli obiettivi di formazione dell’</w:t>
            </w:r>
            <w:proofErr w:type="spellStart"/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-SSS e acquisite le competenze operative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definite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. </w:t>
            </w:r>
            <w:bookmarkEnd w:id="42"/>
          </w:p>
          <w:p w14:paraId="2041E268" w14:textId="77777777" w:rsidR="00A965E8" w:rsidRPr="00236526" w:rsidRDefault="00A965E8" w:rsidP="00B5588A">
            <w:pPr>
              <w:spacing w:before="120"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La 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strategia didattica </w:t>
            </w: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illustra in maniera chiara le riflessioni alla base </w:t>
            </w:r>
            <w:r w:rsidRPr="00EC05C1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del</w:t>
            </w:r>
            <w:r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lo</w:t>
            </w:r>
            <w:r w:rsidRPr="00EC05C1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</w:t>
            </w:r>
            <w:r>
              <w:rPr>
                <w:rFonts w:cs="Arial"/>
                <w:sz w:val="18"/>
                <w:szCs w:val="18"/>
                <w:lang w:val="it-CH"/>
              </w:rPr>
              <w:t>SPD SSS</w:t>
            </w: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, nonché la gestione e l’organizzazione dell’insegnamento</w:t>
            </w:r>
            <w:r w:rsidRPr="00236526">
              <w:rPr>
                <w:rFonts w:cs="Arial"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1A97622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758069F6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D17015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69B08D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4AF470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345658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854176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0D118D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3B256B43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5A6E00C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9206FE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C714DF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1CA3D7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66A5455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D60FFA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D3C919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57AA4BA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25126BCB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590AD2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3" w:name="_Hlk509438391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A4F736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50B262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7C2DFE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13D2C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Gli obiettivi di formazione di cui all’articolo 7 capoverso 1 </w:t>
            </w:r>
            <w:proofErr w:type="spellStart"/>
            <w:r w:rsidRPr="00236526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sz w:val="18"/>
                <w:szCs w:val="18"/>
                <w:lang w:val="it-CH"/>
              </w:rPr>
              <w:t>-SSS e le competenze necessarie per l’esercizio dell’attività professionale corrispondente sono illustrate in modo completo e adeguato nel curriculum.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589981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A9CCA5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C0ACAC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21345CE1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EBE1E5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E9FCAE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337AFB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A5D21D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1E8734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D9B35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65CEAC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5A8A0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389CE74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DBF73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1A7936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4CFC17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13D0E2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E53C80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E802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F815F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6E7EF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0A91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0580A5C1" w14:textId="77777777" w:rsidTr="00B5588A">
        <w:trPr>
          <w:cantSplit/>
          <w:trHeight w:val="85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8C220F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4" w:name="_Hlk509449146"/>
            <w:bookmarkEnd w:id="43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A7781F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5C2B41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983562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8C1B4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L’elaborazione degli obiettivi di apprendimento e la trasmissione delle competenze operative da acquisire avvengono nel quadro di materie, moduli o altre forme didattiche adeguate e secondo temi e contenuti formativi strutturati e predefiniti. Il numero di ore di studio di questa programmazione didattica è riportato per ogni semestre e in maniera globale.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FFF9D8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C4C28D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0C80BF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4A9C3050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363A37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08321F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1B9CAE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FA8F9A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07E1BF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103913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0E6FDE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8A7DB7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A61E314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4F6481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738DB8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B4A617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F8B195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658983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36B5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CAA74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80162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DDDA0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E577A67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85134A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5" w:name="_Hlk509450246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E5EDCD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849FD1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97F39E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DDA8B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307BAE">
              <w:rPr>
                <w:rFonts w:cs="Arial"/>
                <w:sz w:val="18"/>
                <w:szCs w:val="18"/>
                <w:lang w:val="it-CH"/>
              </w:rPr>
              <w:t>Nel p</w:t>
            </w:r>
            <w:r>
              <w:rPr>
                <w:rFonts w:cs="Arial"/>
                <w:sz w:val="18"/>
                <w:szCs w:val="18"/>
                <w:lang w:val="it-CH"/>
              </w:rPr>
              <w:t>iano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 xml:space="preserve"> di formazione, le competenze operative sono definite in modo concreto (ad es. sotto forma di obiettivi formativi, obiettivi valutativi o competenze concrete). Il processo d</w:t>
            </w:r>
            <w:r>
              <w:rPr>
                <w:rFonts w:cs="Arial"/>
                <w:sz w:val="18"/>
                <w:szCs w:val="18"/>
                <w:lang w:val="it-CH"/>
              </w:rPr>
              <w:t>’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>insegnamento e apprendimento è conforme al concetto didattico e si svolge in modo coerente.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29D4A3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736125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06ADAC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15642EB6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CFF9C2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516831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BB0246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F70965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4D43B60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9AA4C0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534B3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61D3CCC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8646059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F60C0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DD80DE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649999D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3B018A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5AFDF4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1530E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302222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3E40A6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6FF70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7AD14EA1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DD0EE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6" w:name="_Hlk509451782"/>
            <w:bookmarkEnd w:id="45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35B93B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B3F028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B50416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EA79F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L’interazione fra componenti formative scolastiche (digitali o in presenza) e pratiche è chiaramente illustrata nella strategia di trasferimento dei risultati (parte della strategia didattica).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54E4B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D8574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B98AA7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1136C141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AC272C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0BABCC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6E8C86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B5CF46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5818FD3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1B7131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764AA6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6BEA291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1DB4BA5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CA09E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DEFE5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DD09C8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712057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967997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76524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3F39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8F7B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38EA1A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46"/>
      <w:tr w:rsidR="00A965E8" w:rsidRPr="00236526" w14:paraId="74573325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4F1CE9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B8F1B9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C218A2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DBECDF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F.1.5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F072F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Nel curriculum è riportato il materiale didattico dello SPD SSS.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2775FD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8A4D3D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65E8D1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27E69347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0520E7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7011CE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0BFB76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5EC5F8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6818DDA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CFD779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2E2913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8EA84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0F40CDED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3ACCA2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6D53A2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D25A6A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877AB3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1EF2BB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C5501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06059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125AC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31A98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bookmarkEnd w:id="44"/>
    <w:p w14:paraId="6797CE3F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F.2</w:t>
      </w:r>
      <w:r w:rsidRPr="00236526">
        <w:rPr>
          <w:lang w:val="it-CH"/>
        </w:rPr>
        <w:tab/>
        <w:t xml:space="preserve">Unità didattiche e d’apprendimento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513C8052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5D02BA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7" w:name="_Hlk509455513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E27FE5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F55F4F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FA2ECD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864B06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9D1018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234F0F7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40CE17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3157E3" w14:textId="77777777" w:rsidR="00A965E8" w:rsidRPr="00236526" w:rsidRDefault="00A965E8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F.2.1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Le unità didattiche e d’apprendimento permettono agli studenti di imparare in condizioni orientate alla pratica.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90573E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1CD33D0A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91398F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FE0FB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51E26D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0C3B8F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F9B35B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7069905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519CDD60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6ED95D9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3E8ED4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9E2D0D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D71EBF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6756CB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1D8A5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F5078C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D3767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27CFA1EE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9E599F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8" w:name="_Hlk509454994"/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84FAC3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38F530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C7166E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F.2.1.1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863FB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Le unità d’insegnamento e d’apprendimento offrono agli studenti la possibilità di imparare basandosi su situazioni e problemi reali.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A47B42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D770D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30FFFA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bookmarkEnd w:id="47"/>
      <w:tr w:rsidR="00A965E8" w:rsidRPr="00236526" w14:paraId="3244D7F9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383EF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783B78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3258F7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2FD89A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487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661E8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ADD4B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EC7639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71B783B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61E3AC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0C2D8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DF428D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AD019B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C76AE1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557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8770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BF6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2ACD8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48"/>
      <w:tr w:rsidR="00A965E8" w:rsidRPr="00236526" w14:paraId="4BE4F6A2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3E02E2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A5742E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0AF06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595F09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F.2.1.2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43ABF4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Le unità didattiche e d’apprendimento permettono agli studenti di assimilare gli stessi contenuti o contenuti simili in situazioni diverse e di applicare quanto appreso ad altre problematiche.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CC896A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649582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6C843F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7BE98454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9D687C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9" w:name="_Hlk509455733"/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622EE5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51DBF9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14CE59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0BFD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9CDA8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7915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747789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6B394E05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867E0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A9EBC8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6B3278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20192B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16609F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904E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DD6E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B271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E7E49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49"/>
    </w:tbl>
    <w:p w14:paraId="1072F581" w14:textId="77777777" w:rsidR="00A965E8" w:rsidRPr="00236526" w:rsidRDefault="00A965E8" w:rsidP="00A965E8">
      <w:pPr>
        <w:tabs>
          <w:tab w:val="left" w:pos="2076"/>
        </w:tabs>
        <w:rPr>
          <w:rFonts w:cs="Arial"/>
          <w:lang w:val="it-CH"/>
        </w:rPr>
      </w:pPr>
    </w:p>
    <w:p w14:paraId="254107B1" w14:textId="77777777" w:rsidR="00A965E8" w:rsidRPr="00236526" w:rsidRDefault="00A965E8" w:rsidP="00A965E8">
      <w:pPr>
        <w:tabs>
          <w:tab w:val="left" w:pos="2076"/>
        </w:tabs>
        <w:rPr>
          <w:rFonts w:cs="Arial"/>
          <w:lang w:val="it-CH"/>
        </w:rPr>
      </w:pP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5270B4F2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AD0E3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0" w:name="_Hlk509456639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AA6039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5DE47D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21BC6D9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54C5BE9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12E1E5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14EEE3D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C164C9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84F9B3" w14:textId="77777777" w:rsidR="00A965E8" w:rsidRPr="00236526" w:rsidRDefault="00A965E8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F.2.2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L’impiego dei metodi didattici e d’apprendimento è conforme allo scopo e garantisce lezioni di livello adeguato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E6C0E6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3E8F069F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8DA7E9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137E03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7A18B0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B5E63D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F299A3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1A0EA2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50625086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FFDC54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1585DB2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B35675F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ACB79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AF4D97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E47787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6E4EC4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7486BF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1BFB526D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6B7F93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1" w:name="_Hlk509455742"/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ADFEF2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BE7361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011DDC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F.2.2.1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76E11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L’impiego dei metodi didattici e d’apprendimento è conforme agli obiettivi di formazione e di apprendimento.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3A5B3C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6EEA84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CBA23C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54A4D0E8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395DDD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76D3EF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514DE0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C97503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E4B3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C85E0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CB7B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54F77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779D99F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1EF455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34444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D11E05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1D7791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24C3B6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F70B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692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6041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18AB8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50"/>
      <w:bookmarkEnd w:id="51"/>
      <w:tr w:rsidR="00A965E8" w:rsidRPr="00236526" w14:paraId="6F7120FE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89E98B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75519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6BECF9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12F645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F.2.2.2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2A5C0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L’impiego dei metodi didattici e d’apprendimento rende possibile e promuove l’orientamento alla pratica delle lezioni.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E19C91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E437E6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E55DFA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5393185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20B93B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12E3BB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5B6388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AA31A2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7A8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7D3D0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9B0C2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82E59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C49755B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E2D9FC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7581E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AA3EDC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DE4E22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0C5A2C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87D3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48EF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D222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02E64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79E3C430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928010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EBCECC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0D513D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968099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F.2.2.3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45771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Le lezioni sono caratterizzate dalla varietà metodologica adottata.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F7A4B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780D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1BCFA8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498187BA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1EA59A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67E2B0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145200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3E9A14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BFAC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2F842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EE5F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ED3AC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8640E8C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940BFC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40989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CF9A31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FF2AD1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BE6BE8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8B20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FCE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0CFC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803AF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18ED678" w14:textId="77777777" w:rsidR="00A965E8" w:rsidRPr="00236526" w:rsidRDefault="00A965E8" w:rsidP="00A965E8">
      <w:pPr>
        <w:rPr>
          <w:rFonts w:cs="Arial"/>
          <w:lang w:val="it-CH"/>
        </w:rPr>
      </w:pPr>
    </w:p>
    <w:p w14:paraId="6FC6899D" w14:textId="77777777" w:rsidR="00A965E8" w:rsidRPr="00236526" w:rsidRDefault="00A965E8" w:rsidP="00A965E8">
      <w:pPr>
        <w:rPr>
          <w:rFonts w:cs="Arial"/>
          <w:lang w:val="it-CH"/>
        </w:rPr>
      </w:pP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3F8D6E80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E9A4BF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060126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0AFAA1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5E1C8A0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07E7C9F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23BF50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132ECE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9B6FC9D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C05CA5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2FFAAB" w14:textId="77777777" w:rsidR="00A965E8" w:rsidRPr="00236526" w:rsidRDefault="00A965E8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F.2.3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contenuti trasmessi soddisfano i requisiti legati alla pratica in termini di attualità e rilevanza.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CB0392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53878B09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FD4FC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8E9246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3258CC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297A67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ED8C3D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CDF09C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13AEDAC6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1EDAD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662195F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18401BF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043D96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5F6FB5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F13F1D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B30E34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3D8ADF8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0720B14C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60B9A6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62F04E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4DD226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27DEB0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F.2.3.1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AEB0C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 contenuti trasmessi sono attuali e rilevanti per la pratica.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BFB8F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9271E2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CBC193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4E52D569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C3E61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02AF65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B387C1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0FD18B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955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15CB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BFA8D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EBCDC0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9EB85B3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AD1EC3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25F05D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26FF47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C02D15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325314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09C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0D09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0062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48EE5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A0DA01F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B74E99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F31025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634ADC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DFCBA2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F.2.3.2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7DA5B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Gli esempi utilizzati sono realistici.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64A03D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081293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616F6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AF3010B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7C4B42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04035C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A5BE59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282B01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0F9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25C8C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949D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55F0FE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676567F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77BC5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26157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B57F27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7FD8D8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52B842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8CB2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062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723D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25E95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60FE776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4E12B7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D4C57B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4CD836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B381A8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F.2.3.3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5DB741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IT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Il livello richiesto per le competenze operative (complessità, responsabilità) e i contenuti formativi sono conformi alle competenze necessarie per l’esercizio dell’attività professionale corrispondente.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04C242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4131F4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CA44C4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6BE4102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B2F6A4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50C88B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CE5E8C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B1F6CAA" w14:textId="77777777" w:rsidR="00A965E8" w:rsidRPr="00236526" w:rsidRDefault="00A965E8" w:rsidP="00B5588A">
            <w:pPr>
              <w:tabs>
                <w:tab w:val="center" w:pos="744"/>
                <w:tab w:val="right" w:pos="1488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ab/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77E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3D5B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DD8B8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93F918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E1C53F8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BD0AB3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F452D6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BEAB84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6AB838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CE1E42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8DA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8FF3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36F4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D15E5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0FCE2551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727A4E31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F.3</w:t>
      </w:r>
      <w:r w:rsidRPr="00236526">
        <w:rPr>
          <w:lang w:val="it-CH"/>
        </w:rPr>
        <w:tab/>
        <w:t>Materiale didattico e d’apprendimento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49A90BB5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916AFB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2" w:name="_Hlk509457793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6604B3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47322BE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6ACA721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7386BE6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343798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E999FC9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693ABE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367423" w14:textId="77777777" w:rsidR="00A965E8" w:rsidRPr="00236526" w:rsidRDefault="00A965E8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F.3.1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Il materiale didattico e d’apprendimento è adeguato agli obiettivi di formazione e di apprendimento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6125DE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0214F523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532FFB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088C49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9EB3FE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0FF79B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3ECC0B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CAADE0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3DCE637A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790CE87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7F3F62F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DC49BF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AA0EEE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AFB1F3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EEA4DE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DBAD86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240DBB1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11C9130A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1CB132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6AB15E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C747BC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BBEB12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F.3.1.1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A00AA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materiale e i supporti mediatici specifici favoriscono il raggiungimento degli obiettivi di formazione e di apprendimento.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C5737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4EAC10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CFC9AB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725F86F4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9EC19F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1ACB61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9D2E51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AAAFDB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34F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5DEAD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07A89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0DBFC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ABED1BD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5C9419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4E7115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F91AA6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243CD5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E28A5B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96E8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710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FB4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6C0C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52"/>
      <w:tr w:rsidR="00A965E8" w:rsidRPr="00236526" w14:paraId="21FD68FF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580F6A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F83714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09EBB4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483ECC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F.3.1.2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1EB76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materiale e i supporti mediatici impiegati si basano sulla pratica professionale.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96DC31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2E2A57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BF3C5F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52D7E536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1B1CC3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CF3273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733C09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77064C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07A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AA833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77830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6EAA56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5C90F4F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F813A6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AB8AC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EF858B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87190C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7CBB94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0697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86F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8AD4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6CB78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D5D00C5" w14:textId="77777777" w:rsidR="00A965E8" w:rsidRPr="00236526" w:rsidRDefault="00A965E8" w:rsidP="00A965E8">
      <w:pPr>
        <w:rPr>
          <w:rFonts w:cs="Arial"/>
          <w:lang w:val="it-CH"/>
        </w:rPr>
      </w:pPr>
    </w:p>
    <w:p w14:paraId="53F372D0" w14:textId="77777777" w:rsidR="00A965E8" w:rsidRPr="00236526" w:rsidRDefault="00A965E8" w:rsidP="00A965E8">
      <w:pPr>
        <w:rPr>
          <w:rFonts w:cs="Arial"/>
          <w:lang w:val="it-CH"/>
        </w:rPr>
      </w:pP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2E22800C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3D8868F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352F5F3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75647D25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2B21EF2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FE1593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328012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0C0DFCE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256A2E1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B33854" w14:textId="77777777" w:rsidR="00A965E8" w:rsidRPr="00236526" w:rsidRDefault="00A965E8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F.3.2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L’impostazione del materiale didattico e d’apprendimento soddisfa i requisiti relativi alla didattica (digitale)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684C26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0E1EA7CD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C9720A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CCC8DC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E67960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6F2A39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57AC20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1726F2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28BD573E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4918104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3B35657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A82286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E54A44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02FF03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A20654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7DAE83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40BEE3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29D4A916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2C8BB0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9BB6BF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629783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FF68BA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F.3.2.1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58A18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materiale didattico e d’apprendimento è adattato alle competenze degli studenti (conoscenze pregresse, requisiti, lingua, ritmo di studio).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3393DF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60AED9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C4ABA2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C7B653A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E6783F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43D6AF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33CC12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CCB871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AF3A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31F3C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63112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895236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73B2DAFA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4E7613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B89AAF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B71793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B44DE0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C063CF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D665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ABB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729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6C959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3A806BE6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F8799F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02A57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3584C4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D7413B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F.3.2.2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264C4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materiale didattico e d’apprendimento è comprensibile (p. es. a livello di lingua, articolazione dei contenuti, orientamento pratico).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D49C52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21CE57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99D16C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BD5BCB7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BB81D9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153E4D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A7E4AB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A04528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FB46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19A53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E342B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68307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9407971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1B5897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C67F4B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B242A2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5722F5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88F5BF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35F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C6F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728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65B0E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497FB0A1" w14:textId="77777777" w:rsidR="00A965E8" w:rsidRPr="00236526" w:rsidRDefault="00A965E8" w:rsidP="00A965E8">
      <w:pPr>
        <w:rPr>
          <w:rFonts w:cs="Arial"/>
          <w:lang w:val="it-CH"/>
        </w:rPr>
      </w:pPr>
    </w:p>
    <w:p w14:paraId="42A7DC64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3CBEC23E" w14:textId="77777777" w:rsidR="00A965E8" w:rsidRPr="00236526" w:rsidRDefault="00A965E8" w:rsidP="00A965E8">
      <w:pPr>
        <w:pStyle w:val="berschrift1"/>
        <w:ind w:left="432" w:hanging="432"/>
        <w:rPr>
          <w:lang w:val="it-CH"/>
        </w:rPr>
      </w:pPr>
      <w:r w:rsidRPr="00236526">
        <w:rPr>
          <w:lang w:val="it-CH"/>
        </w:rPr>
        <w:lastRenderedPageBreak/>
        <w:t>G.</w:t>
      </w:r>
      <w:r w:rsidRPr="00236526">
        <w:rPr>
          <w:lang w:val="it-CH"/>
        </w:rPr>
        <w:tab/>
        <w:t xml:space="preserve">Promozione e procedura di qualificazione </w:t>
      </w:r>
    </w:p>
    <w:p w14:paraId="7D2E9D29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t>G.1</w:t>
      </w:r>
      <w:r w:rsidRPr="00236526">
        <w:rPr>
          <w:lang w:val="it-CH"/>
        </w:rPr>
        <w:tab/>
        <w:t>Regolamento degli studi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01A36CCC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0050298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E55EEC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61B6B7E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39BA6FE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063362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922269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E2FBC02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84C7F4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BCA06F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G.1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Il regolamento degli studi disciplina e descrive in dettaglio le procedure di qualificazione per la promozione e la procedura di qualificazione finale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463BF0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612D3905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591830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A5BC6B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DE2F12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64B735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7948D3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18FA9B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7BAF6A17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EF170C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3" w:name="_Hlk509349569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F7F39D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EDB8B0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771912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AD9E6C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47610F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075BCE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FDDD13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66407602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385E92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4" w:name="_Hlk509349583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34EF75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77424A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DAE857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42F08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Le procedure di qualificazione e le promozioni (p. es. semestre, anno, procedura di qualificazione finale) sono conformi ai requisiti.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2137EF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0FB45A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2AB71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F35FEB4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1FC240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0FF4A0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CC7E9C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C612F9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BB70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5A6FF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858B4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03D000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0C84213A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5791F2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2ACE24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D717FB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63DFCC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31741F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D11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E94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EED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6D05C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6AE3D76D" w14:textId="77777777" w:rsidTr="00B5588A">
        <w:trPr>
          <w:cantSplit/>
          <w:trHeight w:val="605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3FB77C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5" w:name="_Hlk509351813"/>
            <w:bookmarkStart w:id="56" w:name="_Hlk509350077"/>
            <w:bookmarkEnd w:id="53"/>
            <w:bookmarkEnd w:id="54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12FC32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05D595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8388F8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E8229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regolamento degli studi riporta i criteri di valutazione, i criteri qualitativi e la scala per l’attribuzione delle note dei singoli esami (promozioni e procedura di qualificazione finale).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083B2D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7703CC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7D9000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0192F497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1CC4F3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7" w:name="_Hlk509351862"/>
            <w:bookmarkEnd w:id="55"/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608742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D5D07B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4FCA6A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4BF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78B01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0799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1AAD3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39A1CF37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DBE055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DE0D00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49A4D2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E8DACB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C27345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F6A8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6D27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466F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9EB56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02B9F7A7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F973D8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8" w:name="_Hlk509350415"/>
            <w:bookmarkEnd w:id="56"/>
            <w:bookmarkEnd w:id="57"/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82162D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3DA1F1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1E84DD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FDF9E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regolamento degli studi disciplina la ponderazione delle singole note (promozioni e procedura di qualificazione finale).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5690ED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A6B854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9E5DF7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455C0DDC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35E700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FD66E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C61CE5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F3697D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B9C3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55FCE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D2C4A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8CE81F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0425BF62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78C8EC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64F65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EF6CD1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D26345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DB37AD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BC7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A8DA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8363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E60A4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bookmarkEnd w:id="58"/>
      <w:tr w:rsidR="00A965E8" w:rsidRPr="00236526" w14:paraId="08FFDC5B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72BC7C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59CDBF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DAF5A1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B1EEEA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B66A8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Il regolamento degli studi definisce i criteri per la promozione e il rilascio del diploma.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D21085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74AE3C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F10224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2C9F040B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AB54B6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819842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5F0BE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FCA884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AE4F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8E6A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A579C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C3E49B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6E2A7DEA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B6AD88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D02D97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15E6DD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EA8E4C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05DF3D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FA25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E8C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056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8D6A0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</w:tbl>
    <w:p w14:paraId="6F2D6A3F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3C51F6FC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G.2</w:t>
      </w:r>
      <w:r w:rsidRPr="00236526">
        <w:rPr>
          <w:lang w:val="it-CH"/>
        </w:rPr>
        <w:tab/>
        <w:t>Procedure di qualificazione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A965E8" w:rsidRPr="00236526" w14:paraId="615F182D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F7D0461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9" w:name="_Hlk509409842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A1DC71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36CA77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4A6214D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2FC753C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CE6C06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B71177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C9D684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B71D6E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G.2</w:t>
            </w: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Le procedure di qualificazione verificano in modo adeguato se sono presenti le competenze operative</w:t>
            </w: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 xml:space="preserve"> definite.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4F0B51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52417E70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82F6FB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EDE3CA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ECA1687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9CF320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CC003F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1D654C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bookmarkEnd w:id="59"/>
      <w:tr w:rsidR="00A965E8" w:rsidRPr="00236526" w14:paraId="5A0B4E2B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359C809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FFD8B3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CD210C6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1DA4F5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F22035D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6E7C2F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42EDF0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052E3DF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49AD8BFB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EC2BE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0258A9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B42697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DD402C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7C116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I metodi e la struttura dell’esame sono adatti a verificare gli obiettivi di formazione secondo l’articolo 7 capoverso 1 </w:t>
            </w:r>
            <w:proofErr w:type="spellStart"/>
            <w:r w:rsidRPr="00236526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Pr="00236526">
              <w:rPr>
                <w:rFonts w:cs="Arial"/>
                <w:sz w:val="18"/>
                <w:szCs w:val="18"/>
                <w:lang w:val="it-CH"/>
              </w:rPr>
              <w:t>-SSS e le competenze operative, e rispettano l’orientamento alla pratica dello SPD SSS.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7B5106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84269A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6DAF9C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21FF962A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1DFEEA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6D462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CD49C4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37D05D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62170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4D83B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C35FB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7B3B036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1F939CA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5307ED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07E865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0F4DD6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CDF50F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E31568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D06F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FAE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F56A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4CF8F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B494CF9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12AA41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60" w:name="_Hlk509409278"/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BE6F36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614B4D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369C69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F5453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Le condizioni quadro della procedura sono definite (p. es. competenze, scadenze, strumenti ausiliari, forma dell’esame [scritta/orale], esame individuale o di gruppo, ripetizione, costi, ecc.).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B6CE9B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C4F7ED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0C25BD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61FCE1B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61AC37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C8E83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580A2B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2EE9360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8CEB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3F6AF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F87FA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946A47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5EC2DFDF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D32C51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FBFD0A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CB58E7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C260F6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B294BB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83F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AEC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523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0242A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bookmarkEnd w:id="60"/>
      <w:tr w:rsidR="00A965E8" w:rsidRPr="00236526" w14:paraId="549B1587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5134F7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0DD7AA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BB819E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0C5E78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35088C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Le procedure di qualificazione comprendono esami relativi a un processo, ovvero esami che non verificano solamente le conoscenze, bensì il modo di lavorare e di procedere, la cooperazione, la modalità di ricerca delle informazioni, la capacità di strutturazione (p. es. portfolio dell’apprendimento), ecc.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39C06A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3B7C56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C1BE13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DDEC25D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C95B84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6CB6CA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51371D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6025F9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85F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34F60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CE2A5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43B9C0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0BC4AA9F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5D35E9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8E0F45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9098E0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E99C09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B7F115E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9FDD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1D6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060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4A204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43EDEB75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2D2480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8227CE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E1E788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2024E8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G.2.4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8C2E99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Per gli esami scritti e orali esistono compiti d’esame e domande con soluzioni tipo e schizzi oppure criteri di valutazione in forma scritta.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5E45FF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542D3B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FC1ABE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2D0412E5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96EB64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752B1C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A7B1B2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FCD644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0CE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92E56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7732D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AE6A2E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A965E8" w:rsidRPr="00236526" w14:paraId="2CEB4555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0559DA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F8DEDE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2ED8A4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DDE457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31CD71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E29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05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ABF0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404D8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</w:tbl>
    <w:p w14:paraId="58CF8912" w14:textId="77777777" w:rsidR="00A965E8" w:rsidRPr="00236526" w:rsidRDefault="00A965E8" w:rsidP="00A965E8">
      <w:pPr>
        <w:rPr>
          <w:rFonts w:cs="Arial"/>
          <w:lang w:val="it-CH"/>
        </w:rPr>
      </w:pPr>
    </w:p>
    <w:p w14:paraId="2CCA6469" w14:textId="77777777" w:rsidR="00A965E8" w:rsidRPr="00236526" w:rsidRDefault="00A965E8" w:rsidP="00A965E8">
      <w:pPr>
        <w:spacing w:line="240" w:lineRule="auto"/>
        <w:jc w:val="left"/>
        <w:rPr>
          <w:rFonts w:cs="Arial"/>
          <w:lang w:val="it-CH"/>
        </w:rPr>
      </w:pPr>
      <w:r w:rsidRPr="00236526">
        <w:rPr>
          <w:rFonts w:cs="Arial"/>
          <w:lang w:val="it-CH"/>
        </w:rPr>
        <w:br w:type="page"/>
      </w:r>
    </w:p>
    <w:p w14:paraId="6B7AE70F" w14:textId="77777777" w:rsidR="00A965E8" w:rsidRPr="00236526" w:rsidRDefault="00A965E8" w:rsidP="00A965E8">
      <w:pPr>
        <w:pStyle w:val="berschrift2"/>
        <w:rPr>
          <w:lang w:val="it-CH"/>
        </w:rPr>
      </w:pPr>
      <w:r w:rsidRPr="00236526">
        <w:rPr>
          <w:lang w:val="it-CH"/>
        </w:rPr>
        <w:lastRenderedPageBreak/>
        <w:t>G.3</w:t>
      </w:r>
      <w:r w:rsidRPr="00236526">
        <w:rPr>
          <w:lang w:val="it-CH"/>
        </w:rPr>
        <w:tab/>
        <w:t xml:space="preserve">Disposizioni integrative sulla procedura di qualificazione finale </w:t>
      </w:r>
    </w:p>
    <w:tbl>
      <w:tblPr>
        <w:tblW w:w="146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9"/>
        <w:gridCol w:w="359"/>
        <w:gridCol w:w="22"/>
        <w:gridCol w:w="381"/>
        <w:gridCol w:w="1705"/>
        <w:gridCol w:w="8801"/>
        <w:gridCol w:w="992"/>
        <w:gridCol w:w="992"/>
        <w:gridCol w:w="993"/>
      </w:tblGrid>
      <w:tr w:rsidR="00A965E8" w:rsidRPr="00236526" w14:paraId="104F41E1" w14:textId="77777777" w:rsidTr="00B5588A">
        <w:trPr>
          <w:cantSplit/>
          <w:trHeight w:val="378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4FF1F43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A5F2E1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077557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1D1753E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22FBC22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F543334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C3D0DF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D4E49F2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77BB1B" w14:textId="77777777" w:rsidR="00A965E8" w:rsidRPr="00236526" w:rsidRDefault="00A965E8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G.3 La procedura di qualificazione finale soddisfa le disposizioni del regolamento degli studi e del regolamento di promozione.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F51CDC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A965E8" w:rsidRPr="00236526" w14:paraId="2240FB6D" w14:textId="77777777" w:rsidTr="00B5588A">
        <w:trPr>
          <w:cantSplit/>
          <w:trHeight w:val="391"/>
        </w:trPr>
        <w:tc>
          <w:tcPr>
            <w:tcW w:w="11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4B9F034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2E4D403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801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A44E4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E5BAF4C" w14:textId="77777777" w:rsidR="00A965E8" w:rsidRPr="00236526" w:rsidRDefault="00A965E8" w:rsidP="00B5588A">
            <w:pPr>
              <w:spacing w:after="60"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E609E3E" w14:textId="77777777" w:rsidR="00A965E8" w:rsidRPr="00236526" w:rsidRDefault="00A965E8" w:rsidP="00B5588A">
            <w:pPr>
              <w:spacing w:after="60"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0BA3B41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A965E8" w:rsidRPr="00236526" w14:paraId="40DD04B3" w14:textId="77777777" w:rsidTr="00B5588A">
        <w:trPr>
          <w:cantSplit/>
          <w:trHeight w:val="259"/>
        </w:trPr>
        <w:tc>
          <w:tcPr>
            <w:tcW w:w="3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31FA3DFE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6829185B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0B984828" w14:textId="77777777" w:rsidR="00A965E8" w:rsidRPr="00236526" w:rsidRDefault="00A965E8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6C14EBF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801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9AE315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2AA8785B" w14:textId="77777777" w:rsidR="00A965E8" w:rsidRPr="00236526" w:rsidRDefault="00A965E8" w:rsidP="00B5588A">
            <w:pPr>
              <w:spacing w:after="60"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1C1DFE1F" w14:textId="77777777" w:rsidR="00A965E8" w:rsidRPr="00236526" w:rsidRDefault="00A965E8" w:rsidP="00B5588A">
            <w:pPr>
              <w:spacing w:after="60"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14:paraId="45AAB48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A965E8" w:rsidRPr="00236526" w14:paraId="125CFD36" w14:textId="77777777" w:rsidTr="00B5588A">
        <w:trPr>
          <w:cantSplit/>
          <w:trHeight w:val="454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A0A167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00C284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D72C27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69AA3B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G.3.1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86CF6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Se è previsto un lavoro di diploma o di progetto: le disposizioni relative al lavoro di diploma o di progetto e i criteri di valutazione sono disponibili in forma scritta e sono note agli studenti.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FCFD0A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283700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76D979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6BAB9D8E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46AAF1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CADB1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04383C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923C5BC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F9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D53F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EC2CA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C7B279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604051CD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1C843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AD35E1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9CDA69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17BFF9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D09017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9583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B169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976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B3A15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5F5A2174" w14:textId="77777777" w:rsidTr="00B5588A">
        <w:trPr>
          <w:cantSplit/>
          <w:trHeight w:val="378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E8F1A3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61" w:name="_Hlk509410454"/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2ED634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807917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756330F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G.3.2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59F47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Se è previsto un lavoro di diploma o di progetto: i lavori di diploma o di progetto abbinano elementi teorici e pratici.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B04E5A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5EA2E5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400020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77109A37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FC23C5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992210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60A360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0C789C8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6C0A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267FD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02658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8FCD8A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14CFCE58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2F9337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D38C72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63C27D6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CD11755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C78E28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6BC5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1368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1B0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7E60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82A0FAB" w14:textId="77777777" w:rsidTr="00B5588A">
        <w:trPr>
          <w:cantSplit/>
          <w:trHeight w:val="454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32BC3DD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62" w:name="_Hlk509427212"/>
            <w:bookmarkEnd w:id="61"/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105AA1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15BD03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A4E8E0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G.3.3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AAFB5C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Se è previsto un lavoro di diploma o di progetto: sono definiti i dettagli dell’assistenza specialistica da parte dei docenti agli studenti per la pianificazione e la realizzazione del lavoro di diploma o di progetto.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479ABF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AC7481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A25D35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75AE9E0C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A7E32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3C1DBF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F21086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14CE1C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ED208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4C59F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24497F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424752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6F61083F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6F2268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2BBC4F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87FB749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6A71B8D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3D8B44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1F1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A55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62C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0F4F4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62"/>
      <w:tr w:rsidR="00A965E8" w:rsidRPr="00236526" w14:paraId="41719480" w14:textId="77777777" w:rsidTr="00B5588A">
        <w:trPr>
          <w:cantSplit/>
          <w:trHeight w:val="454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886453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21ADB7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B619DB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AEC9EF9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G.3.4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9B6524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Se è previsto un lavoro di diploma o di progetto: la valutazione dei lavori di diploma e di progetto avviene sotto forma di riscontro scritto agli studenti.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83CFC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1C6B38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EE20F4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1B1282F8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5ACDD7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F9774B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0647DF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A42755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F61B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9A3FAC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89AFD6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F2B4C1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2581460D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037268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ECEF3D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46D92A3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A9F6A02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0B28CB1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447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B146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A4301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E94ED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236526" w14:paraId="4A8A5A6C" w14:textId="77777777" w:rsidTr="00B5588A">
        <w:trPr>
          <w:cantSplit/>
          <w:trHeight w:val="680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B6914F2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95578E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F0C32D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2069AA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b/>
                <w:sz w:val="18"/>
                <w:szCs w:val="18"/>
                <w:lang w:val="it-CH"/>
              </w:rPr>
              <w:t>G.3.5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66BB06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 xml:space="preserve">Alle procedure di qualificazione finali partecipano periti provenienti dal mondo della pratica professionale (p. es. per la redazione dei documenti d’esame).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A21B94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ACDF2C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9E753E5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526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236526">
              <w:rPr>
                <w:rFonts w:cs="Arial"/>
                <w:sz w:val="18"/>
                <w:szCs w:val="18"/>
                <w:lang w:val="it-CH"/>
              </w:rPr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236526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A965E8" w:rsidRPr="00236526" w14:paraId="38DE97D4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BBC018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5C530EA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8F22C77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DA0B88F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50BEE" w14:textId="77777777" w:rsidR="00A965E8" w:rsidRPr="00236526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379C54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750773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9ABA4D0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A965E8" w:rsidRPr="00526C80" w14:paraId="7A7EADF3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E7378CE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EEE5A0B" w14:textId="77777777" w:rsidR="00A965E8" w:rsidRPr="00236526" w:rsidRDefault="00A965E8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9011E5A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AF6520B" w14:textId="77777777" w:rsidR="00A965E8" w:rsidRPr="00236526" w:rsidRDefault="00A965E8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6B62052" w14:textId="77777777" w:rsidR="00A965E8" w:rsidRPr="00526C80" w:rsidRDefault="00A965E8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236526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F010" w14:textId="77777777" w:rsidR="00A965E8" w:rsidRPr="00526C80" w:rsidRDefault="00A965E8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5C78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4C72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899DFC" w14:textId="77777777" w:rsidR="00A965E8" w:rsidRPr="00526C80" w:rsidRDefault="00A965E8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68E44893" w14:textId="77777777" w:rsidR="00A965E8" w:rsidRPr="00526C80" w:rsidRDefault="00A965E8" w:rsidP="00A965E8"/>
    <w:p w14:paraId="6F9BB1C7" w14:textId="77777777" w:rsidR="00EC05C1" w:rsidRPr="00EC05C1" w:rsidRDefault="00EC05C1" w:rsidP="00A965E8">
      <w:pPr>
        <w:rPr>
          <w:lang w:val="it-CH"/>
        </w:rPr>
      </w:pPr>
    </w:p>
    <w:sectPr w:rsidR="00EC05C1" w:rsidRPr="00EC05C1" w:rsidSect="00336FD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63F6E" w14:textId="77777777" w:rsidR="00ED2D08" w:rsidRDefault="00ED2D08">
      <w:r>
        <w:separator/>
      </w:r>
    </w:p>
    <w:p w14:paraId="4D9C4131" w14:textId="77777777" w:rsidR="00ED2D08" w:rsidRDefault="00ED2D08"/>
  </w:endnote>
  <w:endnote w:type="continuationSeparator" w:id="0">
    <w:p w14:paraId="3C2DD296" w14:textId="77777777" w:rsidR="00ED2D08" w:rsidRDefault="00ED2D08">
      <w:r>
        <w:continuationSeparator/>
      </w:r>
    </w:p>
    <w:p w14:paraId="44F49664" w14:textId="77777777" w:rsidR="00ED2D08" w:rsidRDefault="00ED2D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3F8D0" w14:textId="77777777" w:rsidR="00AC1BDE" w:rsidRPr="00F554BD" w:rsidRDefault="00AC1BDE" w:rsidP="006C7A10">
    <w:pPr>
      <w:pStyle w:val="Kopfzeile"/>
      <w:rPr>
        <w:rFonts w:cs="Arial"/>
        <w:lang w:val="it-CH"/>
      </w:rPr>
    </w:pPr>
    <w:r w:rsidRPr="00F554BD">
      <w:rPr>
        <w:rFonts w:cs="Arial"/>
        <w:lang w:val="it-CH"/>
      </w:rPr>
      <w:t xml:space="preserve">Studio </w:t>
    </w:r>
    <w:proofErr w:type="spellStart"/>
    <w:r w:rsidRPr="00F554BD">
      <w:rPr>
        <w:rFonts w:cs="Arial"/>
        <w:lang w:val="it-CH"/>
      </w:rPr>
      <w:t>postdiploma</w:t>
    </w:r>
    <w:proofErr w:type="spellEnd"/>
    <w:r w:rsidRPr="00F554BD">
      <w:rPr>
        <w:rFonts w:cs="Arial"/>
        <w:lang w:val="it-CH"/>
      </w:rPr>
      <w:t xml:space="preserve"> SSS senza PQI</w:t>
    </w:r>
  </w:p>
  <w:p w14:paraId="5E6D0EDD" w14:textId="77777777" w:rsidR="00AC1BDE" w:rsidRPr="00F554BD" w:rsidRDefault="00AC1BDE" w:rsidP="00E4299A">
    <w:pPr>
      <w:pStyle w:val="Kopfzeile"/>
      <w:rPr>
        <w:rFonts w:cs="Arial"/>
        <w:lang w:val="it-CH"/>
      </w:rPr>
    </w:pPr>
    <w:r w:rsidRPr="00F554BD">
      <w:rPr>
        <w:rFonts w:cs="Arial"/>
        <w:lang w:val="it-CH"/>
      </w:rPr>
      <w:t>Fasi 1 + 2: rapporti intermedi</w:t>
    </w:r>
  </w:p>
  <w:p w14:paraId="18E0232F" w14:textId="32F90A44" w:rsidR="00AC1BDE" w:rsidRPr="00F554BD" w:rsidRDefault="00AC1BDE" w:rsidP="00E4299A">
    <w:pPr>
      <w:pStyle w:val="Kopfzeile"/>
      <w:rPr>
        <w:rFonts w:cs="Arial"/>
        <w:lang w:val="it-CH"/>
      </w:rPr>
    </w:pPr>
    <w:r w:rsidRPr="00F554BD">
      <w:rPr>
        <w:rFonts w:cs="Arial"/>
        <w:lang w:val="it-CH"/>
      </w:rPr>
      <w:t>Versio</w:t>
    </w:r>
    <w:r w:rsidR="00EC05C1">
      <w:rPr>
        <w:rFonts w:cs="Arial"/>
        <w:lang w:val="it-CH"/>
      </w:rPr>
      <w:t>ne settembre 202</w:t>
    </w:r>
    <w:r w:rsidR="00A965E8">
      <w:rPr>
        <w:rFonts w:cs="Arial"/>
        <w:lang w:val="it-CH"/>
      </w:rPr>
      <w:t>5</w:t>
    </w:r>
  </w:p>
  <w:p w14:paraId="69B26EF4" w14:textId="0596F990" w:rsidR="00AC1BDE" w:rsidRPr="00F554BD" w:rsidRDefault="00AC1BDE" w:rsidP="00E4299A">
    <w:pPr>
      <w:pStyle w:val="Fuzeile"/>
      <w:rPr>
        <w:rFonts w:cs="Arial"/>
        <w:lang w:val="it-CH"/>
      </w:rPr>
    </w:pPr>
    <w:r w:rsidRPr="00F554BD">
      <w:rPr>
        <w:rFonts w:cs="Arial"/>
        <w:b/>
        <w:lang w:val="it-CH"/>
      </w:rPr>
      <w:t xml:space="preserve">Pagina </w:t>
    </w:r>
    <w:r w:rsidRPr="00F554BD">
      <w:rPr>
        <w:rFonts w:cs="Arial"/>
        <w:b/>
        <w:lang w:val="it-CH"/>
      </w:rPr>
      <w:fldChar w:fldCharType="begin"/>
    </w:r>
    <w:r w:rsidRPr="00F554BD">
      <w:rPr>
        <w:rFonts w:cs="Arial"/>
        <w:b/>
        <w:lang w:val="it-CH"/>
      </w:rPr>
      <w:instrText xml:space="preserve"> PAGE \* MERGEFORMAT </w:instrText>
    </w:r>
    <w:r w:rsidRPr="00F554BD">
      <w:rPr>
        <w:rFonts w:cs="Arial"/>
        <w:b/>
        <w:lang w:val="it-CH"/>
      </w:rPr>
      <w:fldChar w:fldCharType="separate"/>
    </w:r>
    <w:r w:rsidR="006526D4">
      <w:rPr>
        <w:rFonts w:cs="Arial"/>
        <w:b/>
        <w:noProof/>
        <w:lang w:val="it-CH"/>
      </w:rPr>
      <w:t>2</w:t>
    </w:r>
    <w:r w:rsidRPr="00F554BD">
      <w:rPr>
        <w:rFonts w:cs="Arial"/>
        <w:b/>
        <w:lang w:val="it-CH"/>
      </w:rPr>
      <w:fldChar w:fldCharType="end"/>
    </w:r>
    <w:r w:rsidRPr="00F554BD">
      <w:rPr>
        <w:rFonts w:cs="Arial"/>
        <w:lang w:val="it-CH"/>
      </w:rPr>
      <w:t xml:space="preserve"> (di </w:t>
    </w:r>
    <w:r w:rsidRPr="00F554BD">
      <w:rPr>
        <w:rFonts w:cs="Arial"/>
        <w:lang w:val="it-CH"/>
      </w:rPr>
      <w:fldChar w:fldCharType="begin"/>
    </w:r>
    <w:r w:rsidRPr="00F554BD">
      <w:rPr>
        <w:rFonts w:cs="Arial"/>
        <w:lang w:val="it-CH"/>
      </w:rPr>
      <w:instrText xml:space="preserve"> NUMPAGES  \* MERGEFORMAT </w:instrText>
    </w:r>
    <w:r w:rsidRPr="00F554BD">
      <w:rPr>
        <w:rFonts w:cs="Arial"/>
        <w:lang w:val="it-CH"/>
      </w:rPr>
      <w:fldChar w:fldCharType="separate"/>
    </w:r>
    <w:r w:rsidR="006526D4">
      <w:rPr>
        <w:rFonts w:cs="Arial"/>
        <w:noProof/>
        <w:lang w:val="it-CH"/>
      </w:rPr>
      <w:t>25</w:t>
    </w:r>
    <w:r w:rsidRPr="00F554BD">
      <w:rPr>
        <w:rFonts w:cs="Arial"/>
        <w:lang w:val="it-CH"/>
      </w:rPr>
      <w:fldChar w:fldCharType="end"/>
    </w:r>
    <w:r w:rsidRPr="00F554BD">
      <w:rPr>
        <w:rFonts w:cs="Arial"/>
        <w:lang w:val="it-CH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1E72" w14:textId="77777777" w:rsidR="00AC1BDE" w:rsidRPr="00F554BD" w:rsidRDefault="00AC1BDE" w:rsidP="00725C37">
    <w:pPr>
      <w:pStyle w:val="Kopfzeile"/>
      <w:rPr>
        <w:rFonts w:cs="Arial"/>
        <w:lang w:val="it-CH"/>
      </w:rPr>
    </w:pPr>
    <w:r w:rsidRPr="00F554BD">
      <w:rPr>
        <w:rFonts w:cs="Arial"/>
        <w:lang w:val="it-CH"/>
      </w:rPr>
      <w:t xml:space="preserve">Studio </w:t>
    </w:r>
    <w:proofErr w:type="spellStart"/>
    <w:r w:rsidRPr="00F554BD">
      <w:rPr>
        <w:rFonts w:cs="Arial"/>
        <w:lang w:val="it-CH"/>
      </w:rPr>
      <w:t>postdiploma</w:t>
    </w:r>
    <w:proofErr w:type="spellEnd"/>
    <w:r w:rsidRPr="00F554BD">
      <w:rPr>
        <w:rFonts w:cs="Arial"/>
        <w:lang w:val="it-CH"/>
      </w:rPr>
      <w:t xml:space="preserve"> SSS senza PQI</w:t>
    </w:r>
  </w:p>
  <w:p w14:paraId="2042FC85" w14:textId="77777777" w:rsidR="00AC1BDE" w:rsidRPr="00F554BD" w:rsidRDefault="00AC1BDE" w:rsidP="00725C37">
    <w:pPr>
      <w:pStyle w:val="Kopfzeile"/>
      <w:rPr>
        <w:rFonts w:cs="Arial"/>
        <w:lang w:val="it-CH"/>
      </w:rPr>
    </w:pPr>
    <w:r w:rsidRPr="00F554BD">
      <w:rPr>
        <w:rFonts w:cs="Arial"/>
        <w:lang w:val="it-CH"/>
      </w:rPr>
      <w:t>Fasi 1 + 2: rapporti intermedi</w:t>
    </w:r>
  </w:p>
  <w:p w14:paraId="44DE2C98" w14:textId="1366F09E" w:rsidR="00AC1BDE" w:rsidRPr="00F554BD" w:rsidRDefault="00AC1BDE" w:rsidP="00725C37">
    <w:pPr>
      <w:pStyle w:val="Kopfzeile"/>
      <w:rPr>
        <w:rFonts w:cs="Arial"/>
        <w:lang w:val="it-CH"/>
      </w:rPr>
    </w:pPr>
    <w:r w:rsidRPr="00F554BD">
      <w:rPr>
        <w:rFonts w:cs="Arial"/>
        <w:lang w:val="it-CH"/>
      </w:rPr>
      <w:t>Versio</w:t>
    </w:r>
    <w:r w:rsidR="00EC05C1">
      <w:rPr>
        <w:rFonts w:cs="Arial"/>
        <w:lang w:val="it-CH"/>
      </w:rPr>
      <w:t>ne settembre 202</w:t>
    </w:r>
    <w:r w:rsidR="00A965E8">
      <w:rPr>
        <w:rFonts w:cs="Arial"/>
        <w:lang w:val="it-CH"/>
      </w:rPr>
      <w:t>5</w:t>
    </w:r>
  </w:p>
  <w:p w14:paraId="212AD936" w14:textId="6F2994C5" w:rsidR="00AC1BDE" w:rsidRDefault="00AC1BDE">
    <w:pPr>
      <w:pStyle w:val="Fuzeile"/>
      <w:rPr>
        <w:sz w:val="13"/>
      </w:rPr>
    </w:pPr>
    <w:r w:rsidRPr="00F554BD">
      <w:rPr>
        <w:rFonts w:cs="Arial"/>
        <w:b/>
        <w:lang w:val="it-CH"/>
      </w:rPr>
      <w:t xml:space="preserve">Pagina </w:t>
    </w:r>
    <w:r w:rsidRPr="00F554BD">
      <w:rPr>
        <w:rFonts w:cs="Arial"/>
        <w:b/>
        <w:lang w:val="it-CH"/>
      </w:rPr>
      <w:fldChar w:fldCharType="begin"/>
    </w:r>
    <w:r w:rsidRPr="00F554BD">
      <w:rPr>
        <w:rFonts w:cs="Arial"/>
        <w:b/>
        <w:lang w:val="it-CH"/>
      </w:rPr>
      <w:instrText xml:space="preserve"> PAGE \* MERGEFORMAT </w:instrText>
    </w:r>
    <w:r w:rsidRPr="00F554BD">
      <w:rPr>
        <w:rFonts w:cs="Arial"/>
        <w:b/>
        <w:lang w:val="it-CH"/>
      </w:rPr>
      <w:fldChar w:fldCharType="separate"/>
    </w:r>
    <w:r w:rsidR="006526D4">
      <w:rPr>
        <w:rFonts w:cs="Arial"/>
        <w:b/>
        <w:noProof/>
        <w:lang w:val="it-CH"/>
      </w:rPr>
      <w:t>1</w:t>
    </w:r>
    <w:r w:rsidRPr="00F554BD">
      <w:rPr>
        <w:rFonts w:cs="Arial"/>
        <w:b/>
        <w:lang w:val="it-CH"/>
      </w:rPr>
      <w:fldChar w:fldCharType="end"/>
    </w:r>
    <w:r w:rsidRPr="00F554BD">
      <w:rPr>
        <w:rFonts w:cs="Arial"/>
        <w:lang w:val="it-CH"/>
      </w:rPr>
      <w:t xml:space="preserve"> (di </w:t>
    </w:r>
    <w:r w:rsidRPr="00F554BD">
      <w:rPr>
        <w:rFonts w:cs="Arial"/>
        <w:lang w:val="it-CH"/>
      </w:rPr>
      <w:fldChar w:fldCharType="begin"/>
    </w:r>
    <w:r w:rsidRPr="00F554BD">
      <w:rPr>
        <w:rFonts w:cs="Arial"/>
        <w:lang w:val="it-CH"/>
      </w:rPr>
      <w:instrText xml:space="preserve"> NUMPAGES  \* MERGEFORMAT </w:instrText>
    </w:r>
    <w:r w:rsidRPr="00F554BD">
      <w:rPr>
        <w:rFonts w:cs="Arial"/>
        <w:lang w:val="it-CH"/>
      </w:rPr>
      <w:fldChar w:fldCharType="separate"/>
    </w:r>
    <w:r w:rsidR="006526D4">
      <w:rPr>
        <w:rFonts w:cs="Arial"/>
        <w:noProof/>
        <w:lang w:val="it-CH"/>
      </w:rPr>
      <w:t>25</w:t>
    </w:r>
    <w:r w:rsidRPr="00F554BD">
      <w:rPr>
        <w:rFonts w:cs="Arial"/>
        <w:lang w:val="it-CH"/>
      </w:rPr>
      <w:fldChar w:fldCharType="end"/>
    </w:r>
    <w:r w:rsidRPr="00F554BD">
      <w:rPr>
        <w:rFonts w:cs="Arial"/>
        <w:lang w:val="it-C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578F7" w14:textId="77777777" w:rsidR="00ED2D08" w:rsidRDefault="00ED2D08">
      <w:r>
        <w:separator/>
      </w:r>
    </w:p>
    <w:p w14:paraId="2E2E6FA7" w14:textId="77777777" w:rsidR="00ED2D08" w:rsidRDefault="00ED2D08"/>
  </w:footnote>
  <w:footnote w:type="continuationSeparator" w:id="0">
    <w:p w14:paraId="6F4EF924" w14:textId="77777777" w:rsidR="00ED2D08" w:rsidRDefault="00ED2D08">
      <w:r>
        <w:continuationSeparator/>
      </w:r>
    </w:p>
    <w:p w14:paraId="43B8D76F" w14:textId="77777777" w:rsidR="00ED2D08" w:rsidRDefault="00ED2D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4ABF7" w14:textId="0D23BD75" w:rsidR="00AC1BDE" w:rsidRDefault="00AC1BDE" w:rsidP="00192483">
    <w:pPr>
      <w:pStyle w:val="Kopfzeile"/>
      <w:tabs>
        <w:tab w:val="left" w:pos="1260"/>
      </w:tabs>
      <w:jc w:val="right"/>
      <w:rPr>
        <w:rFonts w:cs="Arial"/>
        <w:sz w:val="18"/>
        <w:szCs w:val="18"/>
        <w:lang w:val="it-IT"/>
      </w:rPr>
    </w:pPr>
  </w:p>
  <w:p w14:paraId="4DBD29F6" w14:textId="77777777" w:rsidR="00AC1BDE" w:rsidRPr="00731BF6" w:rsidRDefault="00AC1BDE" w:rsidP="00A965E8">
    <w:pPr>
      <w:tabs>
        <w:tab w:val="left" w:pos="4860"/>
      </w:tabs>
      <w:rPr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854"/>
      <w:gridCol w:w="4880"/>
    </w:tblGrid>
    <w:tr w:rsidR="00A965E8" w:rsidRPr="009276FB" w14:paraId="4EC75B56" w14:textId="77777777" w:rsidTr="00B5588A">
      <w:trPr>
        <w:cantSplit/>
        <w:trHeight w:hRule="exact" w:val="1163"/>
      </w:trPr>
      <w:tc>
        <w:tcPr>
          <w:tcW w:w="4854" w:type="dxa"/>
          <w:hideMark/>
        </w:tcPr>
        <w:p w14:paraId="14A32C5A" w14:textId="77777777" w:rsidR="00A965E8" w:rsidRDefault="00A965E8" w:rsidP="00A965E8">
          <w:pPr>
            <w:rPr>
              <w:sz w:val="22"/>
              <w:szCs w:val="24"/>
            </w:rPr>
          </w:pPr>
          <w:bookmarkStart w:id="16" w:name="_Hlk200461175"/>
          <w:r>
            <w:rPr>
              <w:noProof/>
              <w:szCs w:val="24"/>
              <w:lang w:eastAsia="de-CH"/>
            </w:rPr>
            <w:drawing>
              <wp:anchor distT="0" distB="0" distL="114300" distR="114300" simplePos="0" relativeHeight="251663360" behindDoc="0" locked="1" layoutInCell="1" allowOverlap="1" wp14:anchorId="5107C616" wp14:editId="32471DA6">
                <wp:simplePos x="0" y="0"/>
                <wp:positionH relativeFrom="column">
                  <wp:posOffset>-53975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0"/>
                <wp:wrapNone/>
                <wp:docPr id="7177572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  <w:lang w:eastAsia="de-CH"/>
            </w:rPr>
            <mc:AlternateContent>
              <mc:Choice Requires="wpg">
                <w:drawing>
                  <wp:anchor distT="0" distB="0" distL="114300" distR="114300" simplePos="0" relativeHeight="251664384" behindDoc="0" locked="1" layoutInCell="1" allowOverlap="1" wp14:anchorId="6D49331B" wp14:editId="2C3A8FCA">
                    <wp:simplePos x="0" y="0"/>
                    <wp:positionH relativeFrom="column">
                      <wp:posOffset>-53975</wp:posOffset>
                    </wp:positionH>
                    <wp:positionV relativeFrom="page">
                      <wp:posOffset>6985</wp:posOffset>
                    </wp:positionV>
                    <wp:extent cx="1979930" cy="492125"/>
                    <wp:effectExtent l="3175" t="0" r="0" b="5715"/>
                    <wp:wrapNone/>
                    <wp:docPr id="1038771266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79930" cy="492125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078891379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94329799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E1133F9" id="LogoCol" o:spid="_x0000_s1026" style="position:absolute;margin-left:-4.25pt;margin-top:.55pt;width:155.9pt;height:38.75pt;z-index:251664384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">
                      <v:imagedata r:id="rId3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">
                      <v:imagedata r:id="rId4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880" w:type="dxa"/>
        </w:tcPr>
        <w:p w14:paraId="52E9390F" w14:textId="77777777" w:rsidR="00A965E8" w:rsidRPr="00506105" w:rsidRDefault="00A965E8" w:rsidP="00A965E8">
          <w:pPr>
            <w:pStyle w:val="zzKopfDept"/>
            <w:rPr>
              <w:rFonts w:cs="Arial"/>
              <w:szCs w:val="15"/>
            </w:rPr>
          </w:pPr>
          <w:r w:rsidRPr="00506105">
            <w:rPr>
              <w:rFonts w:cs="Arial"/>
              <w:szCs w:val="15"/>
            </w:rPr>
            <w:t xml:space="preserve">Dipartimento federale dell’economia, </w:t>
          </w:r>
          <w:r w:rsidRPr="00506105">
            <w:rPr>
              <w:rFonts w:cs="Arial"/>
              <w:szCs w:val="15"/>
            </w:rPr>
            <w:br/>
            <w:t>della formazione e della ricerca DEFR</w:t>
          </w:r>
        </w:p>
        <w:p w14:paraId="583ECF69" w14:textId="77777777" w:rsidR="00A965E8" w:rsidRPr="003E412C" w:rsidRDefault="00A965E8" w:rsidP="00A965E8">
          <w:pPr>
            <w:pStyle w:val="zzKopfFett"/>
          </w:pPr>
          <w:r w:rsidRPr="00506105">
            <w:rPr>
              <w:rFonts w:cs="Arial"/>
              <w:szCs w:val="15"/>
            </w:rPr>
            <w:t>Segreteria di Stato per la formazione,</w:t>
          </w:r>
          <w:r w:rsidRPr="00506105">
            <w:rPr>
              <w:rFonts w:cs="Arial"/>
              <w:szCs w:val="15"/>
            </w:rPr>
            <w:br/>
            <w:t>la ricerca e l’innovazione SEFRI</w:t>
          </w:r>
        </w:p>
        <w:p w14:paraId="7CA7DC9D" w14:textId="77777777" w:rsidR="00A965E8" w:rsidRPr="003E412C" w:rsidRDefault="00A965E8" w:rsidP="00A965E8">
          <w:pPr>
            <w:jc w:val="center"/>
            <w:rPr>
              <w:lang w:val="it-CH" w:eastAsia="de-CH"/>
            </w:rPr>
          </w:pPr>
        </w:p>
      </w:tc>
    </w:tr>
    <w:bookmarkEnd w:id="16"/>
  </w:tbl>
  <w:p w14:paraId="20BA8B34" w14:textId="056B9D30" w:rsidR="00AC1BDE" w:rsidRPr="00725C37" w:rsidRDefault="00AC1BDE">
    <w:pPr>
      <w:pStyle w:val="Kopfzeile"/>
      <w:tabs>
        <w:tab w:val="clear" w:pos="4536"/>
      </w:tabs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B4E27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885BD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C556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9C9FA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C09E3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C6C81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0EECE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EA6F7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80C1F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56C0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33EFE"/>
    <w:multiLevelType w:val="hybridMultilevel"/>
    <w:tmpl w:val="AFBEB63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D286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6056D"/>
    <w:multiLevelType w:val="multilevel"/>
    <w:tmpl w:val="870087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CD4410A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EE453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F944B70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3D6435"/>
    <w:multiLevelType w:val="multilevel"/>
    <w:tmpl w:val="1F6E41D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59117EB"/>
    <w:multiLevelType w:val="hybridMultilevel"/>
    <w:tmpl w:val="3440FE58"/>
    <w:lvl w:ilvl="0" w:tplc="3BC696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4779B1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3F2664"/>
    <w:multiLevelType w:val="hybridMultilevel"/>
    <w:tmpl w:val="679420A2"/>
    <w:lvl w:ilvl="0" w:tplc="9EA49D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1136E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74B3A"/>
    <w:multiLevelType w:val="hybridMultilevel"/>
    <w:tmpl w:val="564AA5B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79403D3"/>
    <w:multiLevelType w:val="hybridMultilevel"/>
    <w:tmpl w:val="B462A462"/>
    <w:lvl w:ilvl="0" w:tplc="E4AC301C">
      <w:start w:val="1"/>
      <w:numFmt w:val="bullet"/>
      <w:lvlText w:val="-"/>
      <w:lvlJc w:val="left"/>
      <w:pPr>
        <w:ind w:left="1080" w:hanging="360"/>
      </w:pPr>
      <w:rPr>
        <w:rFonts w:ascii="Open Sans" w:hAnsi="Open Sans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A5B2ACE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E25B1"/>
    <w:multiLevelType w:val="multilevel"/>
    <w:tmpl w:val="A69C4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C374B2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3D325710"/>
    <w:multiLevelType w:val="multilevel"/>
    <w:tmpl w:val="90E8B18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23B1D9D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B5C8B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9D49DD"/>
    <w:multiLevelType w:val="hybridMultilevel"/>
    <w:tmpl w:val="BB38E1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D260AC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148ED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B3BD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D870FF"/>
    <w:multiLevelType w:val="multilevel"/>
    <w:tmpl w:val="13D8B8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9DF08A8"/>
    <w:multiLevelType w:val="hybridMultilevel"/>
    <w:tmpl w:val="8886E3B0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F4382"/>
    <w:multiLevelType w:val="multilevel"/>
    <w:tmpl w:val="0D84BCA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5B441910"/>
    <w:multiLevelType w:val="hybridMultilevel"/>
    <w:tmpl w:val="48CAF87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5A5BB9"/>
    <w:multiLevelType w:val="hybridMultilevel"/>
    <w:tmpl w:val="E2F672A2"/>
    <w:lvl w:ilvl="0" w:tplc="36A00262">
      <w:start w:val="1"/>
      <w:numFmt w:val="decimal"/>
      <w:pStyle w:val="AufzhlungNummerierung"/>
      <w:lvlText w:val="%1."/>
      <w:lvlJc w:val="left"/>
      <w:pPr>
        <w:tabs>
          <w:tab w:val="num" w:pos="757"/>
        </w:tabs>
        <w:ind w:left="720" w:hanging="323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7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9E099B"/>
    <w:multiLevelType w:val="multilevel"/>
    <w:tmpl w:val="5A38985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5FFE4E1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5605D"/>
    <w:multiLevelType w:val="multilevel"/>
    <w:tmpl w:val="2D8A623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CAD00C6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C0C6F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EB356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E31838"/>
    <w:multiLevelType w:val="hybridMultilevel"/>
    <w:tmpl w:val="9782EF6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A52B3F"/>
    <w:multiLevelType w:val="hybridMultilevel"/>
    <w:tmpl w:val="10DAD48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9591390"/>
    <w:multiLevelType w:val="hybridMultilevel"/>
    <w:tmpl w:val="12DCFEF6"/>
    <w:lvl w:ilvl="0" w:tplc="EAF0A29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CC79F4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5527">
    <w:abstractNumId w:val="9"/>
  </w:num>
  <w:num w:numId="2" w16cid:durableId="1400444254">
    <w:abstractNumId w:val="7"/>
  </w:num>
  <w:num w:numId="3" w16cid:durableId="1523471088">
    <w:abstractNumId w:val="6"/>
  </w:num>
  <w:num w:numId="4" w16cid:durableId="1110902034">
    <w:abstractNumId w:val="5"/>
  </w:num>
  <w:num w:numId="5" w16cid:durableId="1420520545">
    <w:abstractNumId w:val="4"/>
  </w:num>
  <w:num w:numId="6" w16cid:durableId="521671801">
    <w:abstractNumId w:val="8"/>
  </w:num>
  <w:num w:numId="7" w16cid:durableId="114952864">
    <w:abstractNumId w:val="3"/>
  </w:num>
  <w:num w:numId="8" w16cid:durableId="1164395562">
    <w:abstractNumId w:val="2"/>
  </w:num>
  <w:num w:numId="9" w16cid:durableId="876158813">
    <w:abstractNumId w:val="1"/>
  </w:num>
  <w:num w:numId="10" w16cid:durableId="76094597">
    <w:abstractNumId w:val="0"/>
  </w:num>
  <w:num w:numId="11" w16cid:durableId="1073311980">
    <w:abstractNumId w:val="37"/>
  </w:num>
  <w:num w:numId="12" w16cid:durableId="1664040441">
    <w:abstractNumId w:val="21"/>
  </w:num>
  <w:num w:numId="13" w16cid:durableId="1983463822">
    <w:abstractNumId w:val="11"/>
  </w:num>
  <w:num w:numId="14" w16cid:durableId="177894205">
    <w:abstractNumId w:val="34"/>
  </w:num>
  <w:num w:numId="15" w16cid:durableId="388965844">
    <w:abstractNumId w:val="43"/>
  </w:num>
  <w:num w:numId="16" w16cid:durableId="1787313581">
    <w:abstractNumId w:val="41"/>
  </w:num>
  <w:num w:numId="17" w16cid:durableId="1699501951">
    <w:abstractNumId w:val="13"/>
  </w:num>
  <w:num w:numId="18" w16cid:durableId="761146367">
    <w:abstractNumId w:val="47"/>
  </w:num>
  <w:num w:numId="19" w16cid:durableId="1523547417">
    <w:abstractNumId w:val="14"/>
  </w:num>
  <w:num w:numId="20" w16cid:durableId="972947627">
    <w:abstractNumId w:val="42"/>
  </w:num>
  <w:num w:numId="21" w16cid:durableId="1953782086">
    <w:abstractNumId w:val="27"/>
  </w:num>
  <w:num w:numId="22" w16cid:durableId="1391612569">
    <w:abstractNumId w:val="28"/>
  </w:num>
  <w:num w:numId="23" w16cid:durableId="865022870">
    <w:abstractNumId w:val="29"/>
  </w:num>
  <w:num w:numId="24" w16cid:durableId="1785340853">
    <w:abstractNumId w:val="32"/>
  </w:num>
  <w:num w:numId="25" w16cid:durableId="1162116571">
    <w:abstractNumId w:val="20"/>
  </w:num>
  <w:num w:numId="26" w16cid:durableId="1179663401">
    <w:abstractNumId w:val="18"/>
  </w:num>
  <w:num w:numId="27" w16cid:durableId="714696844">
    <w:abstractNumId w:val="30"/>
  </w:num>
  <w:num w:numId="28" w16cid:durableId="1266422473">
    <w:abstractNumId w:val="45"/>
  </w:num>
  <w:num w:numId="29" w16cid:durableId="1923642802">
    <w:abstractNumId w:val="39"/>
  </w:num>
  <w:num w:numId="30" w16cid:durableId="644165834">
    <w:abstractNumId w:val="36"/>
  </w:num>
  <w:num w:numId="31" w16cid:durableId="1458186660">
    <w:abstractNumId w:val="15"/>
  </w:num>
  <w:num w:numId="32" w16cid:durableId="843595070">
    <w:abstractNumId w:val="22"/>
  </w:num>
  <w:num w:numId="33" w16cid:durableId="1755514420">
    <w:abstractNumId w:val="23"/>
  </w:num>
  <w:num w:numId="34" w16cid:durableId="621498121">
    <w:abstractNumId w:val="31"/>
  </w:num>
  <w:num w:numId="35" w16cid:durableId="1930310616">
    <w:abstractNumId w:val="10"/>
  </w:num>
  <w:num w:numId="36" w16cid:durableId="244077468">
    <w:abstractNumId w:val="44"/>
  </w:num>
  <w:num w:numId="37" w16cid:durableId="524634165">
    <w:abstractNumId w:val="46"/>
  </w:num>
  <w:num w:numId="38" w16cid:durableId="625546133">
    <w:abstractNumId w:val="12"/>
  </w:num>
  <w:num w:numId="39" w16cid:durableId="47993755">
    <w:abstractNumId w:val="25"/>
  </w:num>
  <w:num w:numId="40" w16cid:durableId="1508406274">
    <w:abstractNumId w:val="19"/>
  </w:num>
  <w:num w:numId="41" w16cid:durableId="2109959155">
    <w:abstractNumId w:val="26"/>
  </w:num>
  <w:num w:numId="42" w16cid:durableId="1326129052">
    <w:abstractNumId w:val="16"/>
  </w:num>
  <w:num w:numId="43" w16cid:durableId="790170885">
    <w:abstractNumId w:val="40"/>
  </w:num>
  <w:num w:numId="44" w16cid:durableId="999236379">
    <w:abstractNumId w:val="35"/>
  </w:num>
  <w:num w:numId="45" w16cid:durableId="1655065994">
    <w:abstractNumId w:val="33"/>
  </w:num>
  <w:num w:numId="46" w16cid:durableId="1222013717">
    <w:abstractNumId w:val="38"/>
  </w:num>
  <w:num w:numId="47" w16cid:durableId="1319262819">
    <w:abstractNumId w:val="24"/>
  </w:num>
  <w:num w:numId="48" w16cid:durableId="262879289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attachedTemplate r:id="rId1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68"/>
    <w:rsid w:val="00007998"/>
    <w:rsid w:val="00013C4B"/>
    <w:rsid w:val="0001569B"/>
    <w:rsid w:val="000201D3"/>
    <w:rsid w:val="0002269B"/>
    <w:rsid w:val="00023025"/>
    <w:rsid w:val="00024123"/>
    <w:rsid w:val="0003362C"/>
    <w:rsid w:val="00035269"/>
    <w:rsid w:val="00041D40"/>
    <w:rsid w:val="00060361"/>
    <w:rsid w:val="000637D6"/>
    <w:rsid w:val="00063E21"/>
    <w:rsid w:val="00065FF4"/>
    <w:rsid w:val="000665F3"/>
    <w:rsid w:val="000763FE"/>
    <w:rsid w:val="00077F1D"/>
    <w:rsid w:val="00084F6D"/>
    <w:rsid w:val="00085F5F"/>
    <w:rsid w:val="000901A9"/>
    <w:rsid w:val="000904BC"/>
    <w:rsid w:val="00097D74"/>
    <w:rsid w:val="000A7D9C"/>
    <w:rsid w:val="000B703F"/>
    <w:rsid w:val="000C2476"/>
    <w:rsid w:val="000C27FA"/>
    <w:rsid w:val="000C4D3A"/>
    <w:rsid w:val="000D13B6"/>
    <w:rsid w:val="000D1B98"/>
    <w:rsid w:val="000E2C13"/>
    <w:rsid w:val="000E326D"/>
    <w:rsid w:val="000E4857"/>
    <w:rsid w:val="000E6514"/>
    <w:rsid w:val="000F265E"/>
    <w:rsid w:val="000F59B6"/>
    <w:rsid w:val="000F6654"/>
    <w:rsid w:val="000F6782"/>
    <w:rsid w:val="000F696F"/>
    <w:rsid w:val="000F73FB"/>
    <w:rsid w:val="000F74C2"/>
    <w:rsid w:val="00103851"/>
    <w:rsid w:val="00103A3A"/>
    <w:rsid w:val="001046F7"/>
    <w:rsid w:val="00104A6F"/>
    <w:rsid w:val="001075E1"/>
    <w:rsid w:val="00112F49"/>
    <w:rsid w:val="00115316"/>
    <w:rsid w:val="001173D1"/>
    <w:rsid w:val="00123399"/>
    <w:rsid w:val="00125163"/>
    <w:rsid w:val="001267E6"/>
    <w:rsid w:val="001279E3"/>
    <w:rsid w:val="0013525D"/>
    <w:rsid w:val="00143A7F"/>
    <w:rsid w:val="00146639"/>
    <w:rsid w:val="00153E18"/>
    <w:rsid w:val="00154659"/>
    <w:rsid w:val="00162722"/>
    <w:rsid w:val="001641FD"/>
    <w:rsid w:val="001649F2"/>
    <w:rsid w:val="00172FC1"/>
    <w:rsid w:val="001754FD"/>
    <w:rsid w:val="00176FC6"/>
    <w:rsid w:val="001810F0"/>
    <w:rsid w:val="00185DB3"/>
    <w:rsid w:val="00192483"/>
    <w:rsid w:val="00193E5D"/>
    <w:rsid w:val="00194B1A"/>
    <w:rsid w:val="001968DF"/>
    <w:rsid w:val="00196B86"/>
    <w:rsid w:val="001A3928"/>
    <w:rsid w:val="001A3BBE"/>
    <w:rsid w:val="001B12A0"/>
    <w:rsid w:val="001B430B"/>
    <w:rsid w:val="001B44B9"/>
    <w:rsid w:val="001B5324"/>
    <w:rsid w:val="001B569B"/>
    <w:rsid w:val="001B5C7B"/>
    <w:rsid w:val="001B5D4F"/>
    <w:rsid w:val="001B6B15"/>
    <w:rsid w:val="001C06C3"/>
    <w:rsid w:val="001C5061"/>
    <w:rsid w:val="001C77D5"/>
    <w:rsid w:val="001D0A89"/>
    <w:rsid w:val="001D666C"/>
    <w:rsid w:val="001E2519"/>
    <w:rsid w:val="001E26C1"/>
    <w:rsid w:val="001E50FB"/>
    <w:rsid w:val="001F027F"/>
    <w:rsid w:val="0020052A"/>
    <w:rsid w:val="00211541"/>
    <w:rsid w:val="00214AA5"/>
    <w:rsid w:val="0021580C"/>
    <w:rsid w:val="00215A77"/>
    <w:rsid w:val="002166CE"/>
    <w:rsid w:val="00222D16"/>
    <w:rsid w:val="002249CA"/>
    <w:rsid w:val="0023390E"/>
    <w:rsid w:val="00234619"/>
    <w:rsid w:val="00243B02"/>
    <w:rsid w:val="0024797E"/>
    <w:rsid w:val="002537DA"/>
    <w:rsid w:val="00255A41"/>
    <w:rsid w:val="00257B71"/>
    <w:rsid w:val="002604A3"/>
    <w:rsid w:val="002609E1"/>
    <w:rsid w:val="00264D0B"/>
    <w:rsid w:val="00271E32"/>
    <w:rsid w:val="00275704"/>
    <w:rsid w:val="00281902"/>
    <w:rsid w:val="00284A6C"/>
    <w:rsid w:val="002936C7"/>
    <w:rsid w:val="00293B05"/>
    <w:rsid w:val="00294930"/>
    <w:rsid w:val="0029630B"/>
    <w:rsid w:val="002A0462"/>
    <w:rsid w:val="002A2E6D"/>
    <w:rsid w:val="002A3CB1"/>
    <w:rsid w:val="002A5D4F"/>
    <w:rsid w:val="002B1C13"/>
    <w:rsid w:val="002B2977"/>
    <w:rsid w:val="002B5C1D"/>
    <w:rsid w:val="002B7AED"/>
    <w:rsid w:val="002C482E"/>
    <w:rsid w:val="002D26B0"/>
    <w:rsid w:val="002D7246"/>
    <w:rsid w:val="002D7635"/>
    <w:rsid w:val="002E08C7"/>
    <w:rsid w:val="002E5D56"/>
    <w:rsid w:val="002E5E81"/>
    <w:rsid w:val="002E62CE"/>
    <w:rsid w:val="002F026F"/>
    <w:rsid w:val="002F580E"/>
    <w:rsid w:val="002F60FC"/>
    <w:rsid w:val="002F63E9"/>
    <w:rsid w:val="003005D3"/>
    <w:rsid w:val="0030093B"/>
    <w:rsid w:val="003021EA"/>
    <w:rsid w:val="00306F67"/>
    <w:rsid w:val="003075C5"/>
    <w:rsid w:val="00315D36"/>
    <w:rsid w:val="00316D8B"/>
    <w:rsid w:val="003200AE"/>
    <w:rsid w:val="0032501E"/>
    <w:rsid w:val="00336E46"/>
    <w:rsid w:val="00336FD1"/>
    <w:rsid w:val="00337664"/>
    <w:rsid w:val="00342AFD"/>
    <w:rsid w:val="00346B92"/>
    <w:rsid w:val="003507AD"/>
    <w:rsid w:val="00350F53"/>
    <w:rsid w:val="003562FD"/>
    <w:rsid w:val="003563F4"/>
    <w:rsid w:val="00357CEC"/>
    <w:rsid w:val="00357DC7"/>
    <w:rsid w:val="003627E4"/>
    <w:rsid w:val="00362D78"/>
    <w:rsid w:val="003654BF"/>
    <w:rsid w:val="00375175"/>
    <w:rsid w:val="00382071"/>
    <w:rsid w:val="00382624"/>
    <w:rsid w:val="00384A23"/>
    <w:rsid w:val="003871AB"/>
    <w:rsid w:val="003901B8"/>
    <w:rsid w:val="00393B84"/>
    <w:rsid w:val="00394393"/>
    <w:rsid w:val="003960C5"/>
    <w:rsid w:val="00397BB6"/>
    <w:rsid w:val="003A1060"/>
    <w:rsid w:val="003A4FD2"/>
    <w:rsid w:val="003A6786"/>
    <w:rsid w:val="003A69C6"/>
    <w:rsid w:val="003B171F"/>
    <w:rsid w:val="003B1BDB"/>
    <w:rsid w:val="003B2E65"/>
    <w:rsid w:val="003B49E5"/>
    <w:rsid w:val="003B6E3A"/>
    <w:rsid w:val="003C244D"/>
    <w:rsid w:val="003C73AD"/>
    <w:rsid w:val="003D013E"/>
    <w:rsid w:val="003D25E8"/>
    <w:rsid w:val="003D3F88"/>
    <w:rsid w:val="003D71B3"/>
    <w:rsid w:val="003E0F5F"/>
    <w:rsid w:val="003E145F"/>
    <w:rsid w:val="003E3D53"/>
    <w:rsid w:val="003F2E65"/>
    <w:rsid w:val="003F44A1"/>
    <w:rsid w:val="00400CA0"/>
    <w:rsid w:val="004066FA"/>
    <w:rsid w:val="0040768D"/>
    <w:rsid w:val="004131D5"/>
    <w:rsid w:val="004138C7"/>
    <w:rsid w:val="004148BF"/>
    <w:rsid w:val="004179E1"/>
    <w:rsid w:val="00425CED"/>
    <w:rsid w:val="0042650B"/>
    <w:rsid w:val="00427938"/>
    <w:rsid w:val="004328DE"/>
    <w:rsid w:val="004538BE"/>
    <w:rsid w:val="004603AB"/>
    <w:rsid w:val="00461778"/>
    <w:rsid w:val="00470F49"/>
    <w:rsid w:val="004712D0"/>
    <w:rsid w:val="00477E53"/>
    <w:rsid w:val="00480AAA"/>
    <w:rsid w:val="00481D74"/>
    <w:rsid w:val="00482663"/>
    <w:rsid w:val="004855DA"/>
    <w:rsid w:val="00495693"/>
    <w:rsid w:val="00496F4F"/>
    <w:rsid w:val="00497403"/>
    <w:rsid w:val="00497448"/>
    <w:rsid w:val="004A0002"/>
    <w:rsid w:val="004A07CC"/>
    <w:rsid w:val="004A0CA6"/>
    <w:rsid w:val="004A6AB3"/>
    <w:rsid w:val="004A795B"/>
    <w:rsid w:val="004B66AD"/>
    <w:rsid w:val="004B6A4A"/>
    <w:rsid w:val="004B7238"/>
    <w:rsid w:val="004B7310"/>
    <w:rsid w:val="004C03B3"/>
    <w:rsid w:val="004C4DE2"/>
    <w:rsid w:val="004C6982"/>
    <w:rsid w:val="004C71F1"/>
    <w:rsid w:val="004D312F"/>
    <w:rsid w:val="004D416E"/>
    <w:rsid w:val="004D4B53"/>
    <w:rsid w:val="004D7FDE"/>
    <w:rsid w:val="004E033A"/>
    <w:rsid w:val="004E416D"/>
    <w:rsid w:val="004E7A30"/>
    <w:rsid w:val="004F1745"/>
    <w:rsid w:val="004F6786"/>
    <w:rsid w:val="0050517C"/>
    <w:rsid w:val="00506F66"/>
    <w:rsid w:val="00514357"/>
    <w:rsid w:val="005150AF"/>
    <w:rsid w:val="005201BE"/>
    <w:rsid w:val="00520E54"/>
    <w:rsid w:val="00522200"/>
    <w:rsid w:val="00523348"/>
    <w:rsid w:val="0052486A"/>
    <w:rsid w:val="00524B6A"/>
    <w:rsid w:val="00525366"/>
    <w:rsid w:val="005320BD"/>
    <w:rsid w:val="00532B4A"/>
    <w:rsid w:val="00536748"/>
    <w:rsid w:val="0054056B"/>
    <w:rsid w:val="0054169E"/>
    <w:rsid w:val="0054231C"/>
    <w:rsid w:val="00542D58"/>
    <w:rsid w:val="005505DB"/>
    <w:rsid w:val="00550C79"/>
    <w:rsid w:val="00551E0A"/>
    <w:rsid w:val="00555206"/>
    <w:rsid w:val="005572ED"/>
    <w:rsid w:val="0056142E"/>
    <w:rsid w:val="00561F4E"/>
    <w:rsid w:val="0056528C"/>
    <w:rsid w:val="00565DC1"/>
    <w:rsid w:val="00570794"/>
    <w:rsid w:val="00572744"/>
    <w:rsid w:val="00577B5A"/>
    <w:rsid w:val="00582764"/>
    <w:rsid w:val="00583470"/>
    <w:rsid w:val="0058395A"/>
    <w:rsid w:val="00584970"/>
    <w:rsid w:val="0058627B"/>
    <w:rsid w:val="00586CCD"/>
    <w:rsid w:val="00587CEC"/>
    <w:rsid w:val="005936F2"/>
    <w:rsid w:val="005A49DA"/>
    <w:rsid w:val="005A6F05"/>
    <w:rsid w:val="005A7F62"/>
    <w:rsid w:val="005B3ABC"/>
    <w:rsid w:val="005B4060"/>
    <w:rsid w:val="005B5857"/>
    <w:rsid w:val="005B598D"/>
    <w:rsid w:val="005B61AA"/>
    <w:rsid w:val="005C2E18"/>
    <w:rsid w:val="005D0556"/>
    <w:rsid w:val="005D0962"/>
    <w:rsid w:val="005D0A8C"/>
    <w:rsid w:val="005D2F7D"/>
    <w:rsid w:val="005D3D80"/>
    <w:rsid w:val="005E3E4D"/>
    <w:rsid w:val="005E70A0"/>
    <w:rsid w:val="005F09C5"/>
    <w:rsid w:val="005F1F7A"/>
    <w:rsid w:val="005F2EDA"/>
    <w:rsid w:val="005F7946"/>
    <w:rsid w:val="006022CB"/>
    <w:rsid w:val="006039F2"/>
    <w:rsid w:val="0061090F"/>
    <w:rsid w:val="00613376"/>
    <w:rsid w:val="006153AC"/>
    <w:rsid w:val="006158D7"/>
    <w:rsid w:val="00616911"/>
    <w:rsid w:val="00621B75"/>
    <w:rsid w:val="0062217F"/>
    <w:rsid w:val="00624C0D"/>
    <w:rsid w:val="00625D50"/>
    <w:rsid w:val="00635751"/>
    <w:rsid w:val="00637D9B"/>
    <w:rsid w:val="00645C7E"/>
    <w:rsid w:val="006526D4"/>
    <w:rsid w:val="00660EB0"/>
    <w:rsid w:val="00670565"/>
    <w:rsid w:val="006721DB"/>
    <w:rsid w:val="00672D6E"/>
    <w:rsid w:val="00673708"/>
    <w:rsid w:val="00674064"/>
    <w:rsid w:val="00677489"/>
    <w:rsid w:val="00680459"/>
    <w:rsid w:val="0068081E"/>
    <w:rsid w:val="0068147E"/>
    <w:rsid w:val="00682382"/>
    <w:rsid w:val="00696192"/>
    <w:rsid w:val="006977B6"/>
    <w:rsid w:val="006A0259"/>
    <w:rsid w:val="006A1218"/>
    <w:rsid w:val="006A2ACC"/>
    <w:rsid w:val="006B199C"/>
    <w:rsid w:val="006B7A01"/>
    <w:rsid w:val="006C4D82"/>
    <w:rsid w:val="006C7A10"/>
    <w:rsid w:val="006C7B9D"/>
    <w:rsid w:val="006D00F0"/>
    <w:rsid w:val="006D0690"/>
    <w:rsid w:val="006D0DE0"/>
    <w:rsid w:val="006D5260"/>
    <w:rsid w:val="006E12EB"/>
    <w:rsid w:val="006E560A"/>
    <w:rsid w:val="006E568B"/>
    <w:rsid w:val="006F0F11"/>
    <w:rsid w:val="006F18FF"/>
    <w:rsid w:val="006F281D"/>
    <w:rsid w:val="006F472D"/>
    <w:rsid w:val="007071A6"/>
    <w:rsid w:val="00710AC6"/>
    <w:rsid w:val="00710D93"/>
    <w:rsid w:val="00720DE1"/>
    <w:rsid w:val="00720F50"/>
    <w:rsid w:val="007212D4"/>
    <w:rsid w:val="007254F1"/>
    <w:rsid w:val="00725C37"/>
    <w:rsid w:val="00726C65"/>
    <w:rsid w:val="00731BF6"/>
    <w:rsid w:val="00741C28"/>
    <w:rsid w:val="00751CFF"/>
    <w:rsid w:val="00752268"/>
    <w:rsid w:val="00762CA8"/>
    <w:rsid w:val="0077430B"/>
    <w:rsid w:val="00780058"/>
    <w:rsid w:val="007842DB"/>
    <w:rsid w:val="00786946"/>
    <w:rsid w:val="0079641E"/>
    <w:rsid w:val="007A26FC"/>
    <w:rsid w:val="007A32DF"/>
    <w:rsid w:val="007A5DC0"/>
    <w:rsid w:val="007A7474"/>
    <w:rsid w:val="007B3DAD"/>
    <w:rsid w:val="007B60E2"/>
    <w:rsid w:val="007C3580"/>
    <w:rsid w:val="007C3766"/>
    <w:rsid w:val="007C4D23"/>
    <w:rsid w:val="007D0BB0"/>
    <w:rsid w:val="007D0C9C"/>
    <w:rsid w:val="007D489C"/>
    <w:rsid w:val="007E0455"/>
    <w:rsid w:val="007E0C8D"/>
    <w:rsid w:val="007E0F58"/>
    <w:rsid w:val="007E13BA"/>
    <w:rsid w:val="007F560F"/>
    <w:rsid w:val="007F5E75"/>
    <w:rsid w:val="008015A0"/>
    <w:rsid w:val="00802B39"/>
    <w:rsid w:val="00802DDC"/>
    <w:rsid w:val="00804716"/>
    <w:rsid w:val="00806D34"/>
    <w:rsid w:val="00815A1A"/>
    <w:rsid w:val="008207A3"/>
    <w:rsid w:val="0082080D"/>
    <w:rsid w:val="00820D7A"/>
    <w:rsid w:val="0082710D"/>
    <w:rsid w:val="008279C7"/>
    <w:rsid w:val="00832C4A"/>
    <w:rsid w:val="00837644"/>
    <w:rsid w:val="00840656"/>
    <w:rsid w:val="008436BB"/>
    <w:rsid w:val="008573EF"/>
    <w:rsid w:val="0086121B"/>
    <w:rsid w:val="008676B4"/>
    <w:rsid w:val="00870B2E"/>
    <w:rsid w:val="00881606"/>
    <w:rsid w:val="0088237E"/>
    <w:rsid w:val="00891C74"/>
    <w:rsid w:val="008A5962"/>
    <w:rsid w:val="008A675B"/>
    <w:rsid w:val="008B0B93"/>
    <w:rsid w:val="008C1D3F"/>
    <w:rsid w:val="008E5FD2"/>
    <w:rsid w:val="008E6979"/>
    <w:rsid w:val="0090194A"/>
    <w:rsid w:val="00902C1E"/>
    <w:rsid w:val="00902EBF"/>
    <w:rsid w:val="00902F9B"/>
    <w:rsid w:val="00904668"/>
    <w:rsid w:val="009064F2"/>
    <w:rsid w:val="00911800"/>
    <w:rsid w:val="00911B7C"/>
    <w:rsid w:val="0091210A"/>
    <w:rsid w:val="009124DF"/>
    <w:rsid w:val="0091763B"/>
    <w:rsid w:val="00926D02"/>
    <w:rsid w:val="009276FB"/>
    <w:rsid w:val="00927BD2"/>
    <w:rsid w:val="0093094A"/>
    <w:rsid w:val="00941928"/>
    <w:rsid w:val="0094359E"/>
    <w:rsid w:val="00943E44"/>
    <w:rsid w:val="00950044"/>
    <w:rsid w:val="00956553"/>
    <w:rsid w:val="0096121B"/>
    <w:rsid w:val="00961F10"/>
    <w:rsid w:val="00971766"/>
    <w:rsid w:val="00972500"/>
    <w:rsid w:val="009766ED"/>
    <w:rsid w:val="00980A29"/>
    <w:rsid w:val="009916E2"/>
    <w:rsid w:val="009917C7"/>
    <w:rsid w:val="0099250D"/>
    <w:rsid w:val="00994B53"/>
    <w:rsid w:val="0099557C"/>
    <w:rsid w:val="009A050F"/>
    <w:rsid w:val="009A2883"/>
    <w:rsid w:val="009A378E"/>
    <w:rsid w:val="009A71F3"/>
    <w:rsid w:val="009B6999"/>
    <w:rsid w:val="009C565B"/>
    <w:rsid w:val="009C6B2C"/>
    <w:rsid w:val="009C7EDF"/>
    <w:rsid w:val="009D0605"/>
    <w:rsid w:val="009D4C1F"/>
    <w:rsid w:val="009D5BD8"/>
    <w:rsid w:val="009D6C2D"/>
    <w:rsid w:val="009E0C7A"/>
    <w:rsid w:val="009E28CC"/>
    <w:rsid w:val="009E5B60"/>
    <w:rsid w:val="009E7EBB"/>
    <w:rsid w:val="009F457F"/>
    <w:rsid w:val="00A02EC4"/>
    <w:rsid w:val="00A06F2A"/>
    <w:rsid w:val="00A07045"/>
    <w:rsid w:val="00A132DB"/>
    <w:rsid w:val="00A146C4"/>
    <w:rsid w:val="00A24EB0"/>
    <w:rsid w:val="00A3379F"/>
    <w:rsid w:val="00A35FEA"/>
    <w:rsid w:val="00A415F7"/>
    <w:rsid w:val="00A43A5B"/>
    <w:rsid w:val="00A503AF"/>
    <w:rsid w:val="00A52818"/>
    <w:rsid w:val="00A54E72"/>
    <w:rsid w:val="00A6564A"/>
    <w:rsid w:val="00A66551"/>
    <w:rsid w:val="00A71F9D"/>
    <w:rsid w:val="00A876D2"/>
    <w:rsid w:val="00A87C5D"/>
    <w:rsid w:val="00A91706"/>
    <w:rsid w:val="00A923D7"/>
    <w:rsid w:val="00A965E8"/>
    <w:rsid w:val="00A97B4A"/>
    <w:rsid w:val="00AA32E1"/>
    <w:rsid w:val="00AA63C0"/>
    <w:rsid w:val="00AB473E"/>
    <w:rsid w:val="00AB54D4"/>
    <w:rsid w:val="00AC0919"/>
    <w:rsid w:val="00AC1BDE"/>
    <w:rsid w:val="00AD3DFC"/>
    <w:rsid w:val="00AE3207"/>
    <w:rsid w:val="00AF3875"/>
    <w:rsid w:val="00AF3F5D"/>
    <w:rsid w:val="00AF4657"/>
    <w:rsid w:val="00B02859"/>
    <w:rsid w:val="00B029C9"/>
    <w:rsid w:val="00B0431B"/>
    <w:rsid w:val="00B1009C"/>
    <w:rsid w:val="00B175E3"/>
    <w:rsid w:val="00B20CF9"/>
    <w:rsid w:val="00B238A7"/>
    <w:rsid w:val="00B25A46"/>
    <w:rsid w:val="00B27801"/>
    <w:rsid w:val="00B27A4E"/>
    <w:rsid w:val="00B27B8C"/>
    <w:rsid w:val="00B30F51"/>
    <w:rsid w:val="00B337E3"/>
    <w:rsid w:val="00B34F8B"/>
    <w:rsid w:val="00B35269"/>
    <w:rsid w:val="00B4219C"/>
    <w:rsid w:val="00B44D9D"/>
    <w:rsid w:val="00B467CC"/>
    <w:rsid w:val="00B47471"/>
    <w:rsid w:val="00B53D5E"/>
    <w:rsid w:val="00B5774F"/>
    <w:rsid w:val="00B60AF5"/>
    <w:rsid w:val="00B61FA1"/>
    <w:rsid w:val="00B67CDA"/>
    <w:rsid w:val="00B67EDE"/>
    <w:rsid w:val="00B70157"/>
    <w:rsid w:val="00B73809"/>
    <w:rsid w:val="00B754C4"/>
    <w:rsid w:val="00B83B03"/>
    <w:rsid w:val="00B843C0"/>
    <w:rsid w:val="00B85500"/>
    <w:rsid w:val="00B916A4"/>
    <w:rsid w:val="00BA0312"/>
    <w:rsid w:val="00BA5751"/>
    <w:rsid w:val="00BB4DC1"/>
    <w:rsid w:val="00BB67C0"/>
    <w:rsid w:val="00BC662E"/>
    <w:rsid w:val="00BC6C39"/>
    <w:rsid w:val="00BD1587"/>
    <w:rsid w:val="00BD2353"/>
    <w:rsid w:val="00BD2E87"/>
    <w:rsid w:val="00BE0B0C"/>
    <w:rsid w:val="00BE2758"/>
    <w:rsid w:val="00BE5718"/>
    <w:rsid w:val="00BF0AFB"/>
    <w:rsid w:val="00BF2532"/>
    <w:rsid w:val="00BF68CB"/>
    <w:rsid w:val="00BF6A46"/>
    <w:rsid w:val="00BF718D"/>
    <w:rsid w:val="00C013F2"/>
    <w:rsid w:val="00C03E27"/>
    <w:rsid w:val="00C07484"/>
    <w:rsid w:val="00C12403"/>
    <w:rsid w:val="00C13A91"/>
    <w:rsid w:val="00C179CD"/>
    <w:rsid w:val="00C20E04"/>
    <w:rsid w:val="00C21D88"/>
    <w:rsid w:val="00C272EA"/>
    <w:rsid w:val="00C27965"/>
    <w:rsid w:val="00C317BB"/>
    <w:rsid w:val="00C32126"/>
    <w:rsid w:val="00C43D3E"/>
    <w:rsid w:val="00C443AB"/>
    <w:rsid w:val="00C47E34"/>
    <w:rsid w:val="00C5273D"/>
    <w:rsid w:val="00C535D9"/>
    <w:rsid w:val="00C53991"/>
    <w:rsid w:val="00C540B0"/>
    <w:rsid w:val="00C61181"/>
    <w:rsid w:val="00C63CAF"/>
    <w:rsid w:val="00C63E32"/>
    <w:rsid w:val="00C73945"/>
    <w:rsid w:val="00C740BC"/>
    <w:rsid w:val="00C768D0"/>
    <w:rsid w:val="00C80B3B"/>
    <w:rsid w:val="00C83617"/>
    <w:rsid w:val="00C8681E"/>
    <w:rsid w:val="00C9286C"/>
    <w:rsid w:val="00C930E5"/>
    <w:rsid w:val="00C96810"/>
    <w:rsid w:val="00C97484"/>
    <w:rsid w:val="00CB3B04"/>
    <w:rsid w:val="00CC02D5"/>
    <w:rsid w:val="00CC43E6"/>
    <w:rsid w:val="00CC4997"/>
    <w:rsid w:val="00CC5FCB"/>
    <w:rsid w:val="00CC6864"/>
    <w:rsid w:val="00CC6FCD"/>
    <w:rsid w:val="00CC7157"/>
    <w:rsid w:val="00CD051F"/>
    <w:rsid w:val="00CD0F7A"/>
    <w:rsid w:val="00CD12B9"/>
    <w:rsid w:val="00CD2845"/>
    <w:rsid w:val="00CD2A4A"/>
    <w:rsid w:val="00CD6623"/>
    <w:rsid w:val="00CD7773"/>
    <w:rsid w:val="00CE02F1"/>
    <w:rsid w:val="00CE09C4"/>
    <w:rsid w:val="00CE1266"/>
    <w:rsid w:val="00CE6D41"/>
    <w:rsid w:val="00CE7330"/>
    <w:rsid w:val="00CE7CD2"/>
    <w:rsid w:val="00CE7D1D"/>
    <w:rsid w:val="00CF3BF4"/>
    <w:rsid w:val="00CF78BA"/>
    <w:rsid w:val="00D0273F"/>
    <w:rsid w:val="00D03AA8"/>
    <w:rsid w:val="00D07A78"/>
    <w:rsid w:val="00D1345A"/>
    <w:rsid w:val="00D13C34"/>
    <w:rsid w:val="00D14440"/>
    <w:rsid w:val="00D2181E"/>
    <w:rsid w:val="00D246D4"/>
    <w:rsid w:val="00D25C9D"/>
    <w:rsid w:val="00D26A03"/>
    <w:rsid w:val="00D3059E"/>
    <w:rsid w:val="00D305A4"/>
    <w:rsid w:val="00D42125"/>
    <w:rsid w:val="00D44BBE"/>
    <w:rsid w:val="00D46DC6"/>
    <w:rsid w:val="00D479B6"/>
    <w:rsid w:val="00D54FCD"/>
    <w:rsid w:val="00D605B6"/>
    <w:rsid w:val="00D632E9"/>
    <w:rsid w:val="00D677F1"/>
    <w:rsid w:val="00D75226"/>
    <w:rsid w:val="00D75D65"/>
    <w:rsid w:val="00D863B6"/>
    <w:rsid w:val="00D91B3B"/>
    <w:rsid w:val="00DA2A2C"/>
    <w:rsid w:val="00DA3EA9"/>
    <w:rsid w:val="00DA3EC8"/>
    <w:rsid w:val="00DA5161"/>
    <w:rsid w:val="00DA55D8"/>
    <w:rsid w:val="00DB0793"/>
    <w:rsid w:val="00DC1D36"/>
    <w:rsid w:val="00DC5F03"/>
    <w:rsid w:val="00DC7D33"/>
    <w:rsid w:val="00DD2BB5"/>
    <w:rsid w:val="00DD3FE7"/>
    <w:rsid w:val="00DD49C4"/>
    <w:rsid w:val="00DD4EEC"/>
    <w:rsid w:val="00DD7FF8"/>
    <w:rsid w:val="00DE1BF4"/>
    <w:rsid w:val="00DE2C87"/>
    <w:rsid w:val="00DE2D6C"/>
    <w:rsid w:val="00DF044F"/>
    <w:rsid w:val="00DF188C"/>
    <w:rsid w:val="00DF398B"/>
    <w:rsid w:val="00DF5694"/>
    <w:rsid w:val="00E05F9C"/>
    <w:rsid w:val="00E14BD7"/>
    <w:rsid w:val="00E159BC"/>
    <w:rsid w:val="00E16A5C"/>
    <w:rsid w:val="00E205CE"/>
    <w:rsid w:val="00E2325E"/>
    <w:rsid w:val="00E23520"/>
    <w:rsid w:val="00E23599"/>
    <w:rsid w:val="00E24DE5"/>
    <w:rsid w:val="00E277E3"/>
    <w:rsid w:val="00E32840"/>
    <w:rsid w:val="00E34DEF"/>
    <w:rsid w:val="00E3734C"/>
    <w:rsid w:val="00E40190"/>
    <w:rsid w:val="00E41168"/>
    <w:rsid w:val="00E4299A"/>
    <w:rsid w:val="00E5072B"/>
    <w:rsid w:val="00E532F0"/>
    <w:rsid w:val="00E53D03"/>
    <w:rsid w:val="00E548AD"/>
    <w:rsid w:val="00E54D62"/>
    <w:rsid w:val="00E669BD"/>
    <w:rsid w:val="00E7306E"/>
    <w:rsid w:val="00E735D5"/>
    <w:rsid w:val="00E84F8C"/>
    <w:rsid w:val="00E8767E"/>
    <w:rsid w:val="00E90657"/>
    <w:rsid w:val="00E92463"/>
    <w:rsid w:val="00E96928"/>
    <w:rsid w:val="00EB0464"/>
    <w:rsid w:val="00EB591D"/>
    <w:rsid w:val="00EB7EFD"/>
    <w:rsid w:val="00EC05C1"/>
    <w:rsid w:val="00EC18A6"/>
    <w:rsid w:val="00EC3070"/>
    <w:rsid w:val="00ED2D08"/>
    <w:rsid w:val="00ED40ED"/>
    <w:rsid w:val="00ED5805"/>
    <w:rsid w:val="00ED587E"/>
    <w:rsid w:val="00EE306B"/>
    <w:rsid w:val="00EE3862"/>
    <w:rsid w:val="00EE5049"/>
    <w:rsid w:val="00EE554E"/>
    <w:rsid w:val="00EE6D87"/>
    <w:rsid w:val="00EF2768"/>
    <w:rsid w:val="00EF56DB"/>
    <w:rsid w:val="00F11855"/>
    <w:rsid w:val="00F133C4"/>
    <w:rsid w:val="00F176E2"/>
    <w:rsid w:val="00F23C3A"/>
    <w:rsid w:val="00F2460B"/>
    <w:rsid w:val="00F27780"/>
    <w:rsid w:val="00F3312C"/>
    <w:rsid w:val="00F41898"/>
    <w:rsid w:val="00F420D4"/>
    <w:rsid w:val="00F46CE7"/>
    <w:rsid w:val="00F5266A"/>
    <w:rsid w:val="00F538D1"/>
    <w:rsid w:val="00F554BD"/>
    <w:rsid w:val="00F60C27"/>
    <w:rsid w:val="00F60E45"/>
    <w:rsid w:val="00F619F7"/>
    <w:rsid w:val="00F62CDD"/>
    <w:rsid w:val="00F663FE"/>
    <w:rsid w:val="00F76CA8"/>
    <w:rsid w:val="00F8229C"/>
    <w:rsid w:val="00F8575F"/>
    <w:rsid w:val="00F866C7"/>
    <w:rsid w:val="00F92AFE"/>
    <w:rsid w:val="00F93503"/>
    <w:rsid w:val="00F95ED2"/>
    <w:rsid w:val="00FB144D"/>
    <w:rsid w:val="00FB314C"/>
    <w:rsid w:val="00FB3F04"/>
    <w:rsid w:val="00FB5BD2"/>
    <w:rsid w:val="00FC57B8"/>
    <w:rsid w:val="00FC69B5"/>
    <w:rsid w:val="00FD0214"/>
    <w:rsid w:val="00FD363B"/>
    <w:rsid w:val="00FE010B"/>
    <w:rsid w:val="00FE169B"/>
    <w:rsid w:val="00FE1FAA"/>
    <w:rsid w:val="00FE64B0"/>
    <w:rsid w:val="00FF0ED7"/>
    <w:rsid w:val="00FF40D1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12F4227"/>
  <w15:docId w15:val="{7B8FF7C5-E2C3-47C0-B5B7-3B440937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F0AFB"/>
    <w:pPr>
      <w:spacing w:line="260" w:lineRule="exact"/>
      <w:jc w:val="both"/>
    </w:pPr>
    <w:rPr>
      <w:rFonts w:ascii="Arial" w:hAnsi="Arial"/>
      <w:lang w:val="de-CH"/>
    </w:rPr>
  </w:style>
  <w:style w:type="paragraph" w:styleId="berschrift1">
    <w:name w:val="heading 1"/>
    <w:basedOn w:val="Standard"/>
    <w:next w:val="Standard"/>
    <w:qFormat/>
    <w:rsid w:val="00A965E8"/>
    <w:pPr>
      <w:keepNext/>
      <w:tabs>
        <w:tab w:val="left" w:pos="709"/>
      </w:tabs>
      <w:spacing w:before="120" w:after="240" w:line="240" w:lineRule="auto"/>
      <w:ind w:left="680" w:hanging="680"/>
      <w:jc w:val="left"/>
      <w:outlineLvl w:val="0"/>
    </w:pPr>
    <w:rPr>
      <w:rFonts w:cs="Arial"/>
      <w:b/>
      <w:kern w:val="32"/>
      <w:sz w:val="28"/>
    </w:rPr>
  </w:style>
  <w:style w:type="paragraph" w:styleId="berschrift2">
    <w:name w:val="heading 2"/>
    <w:basedOn w:val="berschrift1"/>
    <w:next w:val="Standard"/>
    <w:autoRedefine/>
    <w:qFormat/>
    <w:rsid w:val="001B5D4F"/>
    <w:pPr>
      <w:tabs>
        <w:tab w:val="clear" w:pos="709"/>
      </w:tabs>
      <w:spacing w:before="0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pPr>
      <w:numPr>
        <w:ilvl w:val="2"/>
      </w:numPr>
      <w:ind w:left="680" w:hanging="680"/>
      <w:outlineLvl w:val="2"/>
    </w:pPr>
  </w:style>
  <w:style w:type="paragraph" w:styleId="berschrift4">
    <w:name w:val="heading 4"/>
    <w:basedOn w:val="berschrift1"/>
    <w:next w:val="Standard"/>
    <w:qFormat/>
    <w:pPr>
      <w:numPr>
        <w:ilvl w:val="3"/>
      </w:numPr>
      <w:tabs>
        <w:tab w:val="clear" w:pos="709"/>
      </w:tabs>
      <w:ind w:left="680" w:hanging="680"/>
      <w:outlineLvl w:val="3"/>
    </w:pPr>
  </w:style>
  <w:style w:type="paragraph" w:styleId="berschrift5">
    <w:name w:val="heading 5"/>
    <w:basedOn w:val="berschrift1"/>
    <w:next w:val="Standard"/>
    <w:qFormat/>
    <w:pPr>
      <w:numPr>
        <w:ilvl w:val="4"/>
      </w:numPr>
      <w:tabs>
        <w:tab w:val="clear" w:pos="709"/>
        <w:tab w:val="left" w:pos="1134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qFormat/>
    <w:pPr>
      <w:numPr>
        <w:ilvl w:val="5"/>
      </w:numPr>
      <w:tabs>
        <w:tab w:val="clear" w:pos="709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qFormat/>
    <w:pPr>
      <w:numPr>
        <w:ilvl w:val="6"/>
      </w:numPr>
      <w:tabs>
        <w:tab w:val="clear" w:pos="709"/>
        <w:tab w:val="left" w:pos="1560"/>
      </w:tabs>
      <w:ind w:left="1560" w:hanging="1560"/>
      <w:outlineLvl w:val="6"/>
    </w:pPr>
  </w:style>
  <w:style w:type="paragraph" w:styleId="berschrift8">
    <w:name w:val="heading 8"/>
    <w:basedOn w:val="berschrift1"/>
    <w:next w:val="Standard"/>
    <w:qFormat/>
    <w:pPr>
      <w:numPr>
        <w:ilvl w:val="7"/>
      </w:numPr>
      <w:tabs>
        <w:tab w:val="clear" w:pos="709"/>
        <w:tab w:val="left" w:pos="1843"/>
      </w:tabs>
      <w:ind w:left="1843" w:hanging="1843"/>
      <w:outlineLvl w:val="7"/>
    </w:pPr>
  </w:style>
  <w:style w:type="paragraph" w:styleId="berschrift9">
    <w:name w:val="heading 9"/>
    <w:basedOn w:val="berschrift1"/>
    <w:next w:val="Standard"/>
    <w:qFormat/>
    <w:pPr>
      <w:numPr>
        <w:ilvl w:val="8"/>
      </w:numPr>
      <w:tabs>
        <w:tab w:val="clear" w:pos="709"/>
        <w:tab w:val="left" w:pos="2127"/>
      </w:tabs>
      <w:ind w:left="2127" w:hanging="2127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semiHidden/>
    <w:rPr>
      <w:b w:val="0"/>
    </w:rPr>
  </w:style>
  <w:style w:type="paragraph" w:styleId="Verzeichnis1">
    <w:name w:val="toc 1"/>
    <w:basedOn w:val="Standard"/>
    <w:next w:val="Standard"/>
    <w:autoRedefine/>
    <w:uiPriority w:val="39"/>
    <w:rsid w:val="00804716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Untertitel">
    <w:name w:val="Subtitle"/>
    <w:basedOn w:val="Standard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Standard"/>
    <w:rPr>
      <w:b/>
    </w:rPr>
  </w:style>
  <w:style w:type="paragraph" w:styleId="Titel">
    <w:name w:val="Title"/>
    <w:basedOn w:val="Standard"/>
    <w:next w:val="Standard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Verzeichnis2">
    <w:name w:val="toc 2"/>
    <w:basedOn w:val="Verzeichnis1"/>
    <w:next w:val="Standard"/>
    <w:autoRedefine/>
    <w:uiPriority w:val="39"/>
    <w:rPr>
      <w:b w:val="0"/>
    </w:rPr>
  </w:style>
  <w:style w:type="paragraph" w:styleId="Verzeichnis3">
    <w:name w:val="toc 3"/>
    <w:basedOn w:val="Verzeichnis1"/>
    <w:next w:val="Standard"/>
    <w:autoRedefine/>
    <w:uiPriority w:val="39"/>
    <w:rPr>
      <w:b w:val="0"/>
    </w:rPr>
  </w:style>
  <w:style w:type="paragraph" w:styleId="Verzeichnis5">
    <w:name w:val="toc 5"/>
    <w:basedOn w:val="Verzeichnis1"/>
    <w:next w:val="Standard"/>
    <w:autoRedefine/>
    <w:semiHidden/>
    <w:rPr>
      <w:b w:val="0"/>
    </w:rPr>
  </w:style>
  <w:style w:type="paragraph" w:styleId="Verzeichnis6">
    <w:name w:val="toc 6"/>
    <w:basedOn w:val="Verzeichnis1"/>
    <w:next w:val="Standard"/>
    <w:autoRedefine/>
    <w:semiHidden/>
    <w:rPr>
      <w:b w:val="0"/>
    </w:rPr>
  </w:style>
  <w:style w:type="paragraph" w:styleId="Verzeichnis7">
    <w:name w:val="toc 7"/>
    <w:basedOn w:val="Verzeichnis1"/>
    <w:next w:val="Standard"/>
    <w:autoRedefine/>
    <w:semiHidden/>
    <w:rPr>
      <w:b w:val="0"/>
    </w:rPr>
  </w:style>
  <w:style w:type="paragraph" w:styleId="Verzeichnis8">
    <w:name w:val="toc 8"/>
    <w:basedOn w:val="Verzeichnis1"/>
    <w:next w:val="Standard"/>
    <w:autoRedefine/>
    <w:semiHidden/>
    <w:rPr>
      <w:b w:val="0"/>
    </w:rPr>
  </w:style>
  <w:style w:type="paragraph" w:styleId="Verzeichnis9">
    <w:name w:val="toc 9"/>
    <w:basedOn w:val="Verzeichnis1"/>
    <w:next w:val="Standard"/>
    <w:autoRedefine/>
    <w:semiHidden/>
    <w:rPr>
      <w:b w:val="0"/>
    </w:rPr>
  </w:style>
  <w:style w:type="character" w:styleId="Hyperlink">
    <w:name w:val="Hyperlink"/>
    <w:basedOn w:val="Absatz-Standardschriftart"/>
    <w:uiPriority w:val="99"/>
    <w:rPr>
      <w:rFonts w:ascii="Verdana" w:hAnsi="Verdana"/>
      <w:color w:val="auto"/>
      <w:sz w:val="18"/>
      <w:u w:val="single"/>
    </w:rPr>
  </w:style>
  <w:style w:type="paragraph" w:styleId="Abbildungsverzeichnis">
    <w:name w:val="table of figures"/>
    <w:basedOn w:val="Verzeichnis1"/>
    <w:next w:val="Standard"/>
    <w:semiHidden/>
    <w:pPr>
      <w:ind w:left="0" w:firstLine="0"/>
    </w:pPr>
  </w:style>
  <w:style w:type="character" w:styleId="BesuchterLink">
    <w:name w:val="FollowedHyperlink"/>
    <w:basedOn w:val="Hyperlink"/>
    <w:semiHidden/>
    <w:rPr>
      <w:rFonts w:ascii="Verdana" w:hAnsi="Verdana"/>
      <w:color w:val="800000"/>
      <w:sz w:val="18"/>
      <w:u w:val="single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locktext">
    <w:name w:val="Block Text"/>
    <w:basedOn w:val="Standard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Gruformel">
    <w:name w:val="Closing"/>
    <w:basedOn w:val="Standard"/>
    <w:semiHidden/>
  </w:style>
  <w:style w:type="paragraph" w:styleId="Beschriftung">
    <w:name w:val="caption"/>
    <w:basedOn w:val="Untertitel"/>
    <w:next w:val="Standard"/>
    <w:qFormat/>
    <w:pPr>
      <w:spacing w:before="200" w:after="160" w:line="240" w:lineRule="auto"/>
      <w:ind w:left="1701" w:hanging="1701"/>
    </w:pPr>
  </w:style>
  <w:style w:type="paragraph" w:styleId="Endnotentext">
    <w:name w:val="endnote text"/>
    <w:aliases w:val="Endnotentext Char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Fett">
    <w:name w:val="Strong"/>
    <w:basedOn w:val="Absatz-Standardschriftart"/>
    <w:qFormat/>
    <w:rPr>
      <w:rFonts w:ascii="Verdana" w:hAnsi="Verdana"/>
      <w:b/>
    </w:rPr>
  </w:style>
  <w:style w:type="paragraph" w:styleId="Fu-Endnotenberschrift">
    <w:name w:val="Note Heading"/>
    <w:basedOn w:val="Standard"/>
    <w:next w:val="Standard"/>
    <w:semiHidden/>
    <w:rPr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Hervorhebung">
    <w:name w:val="Emphasis"/>
    <w:basedOn w:val="Absatz-Standardschriftart"/>
    <w:qFormat/>
    <w:rPr>
      <w:rFonts w:ascii="Verdana" w:hAnsi="Verdana"/>
      <w:sz w:val="18"/>
      <w:u w:val="single"/>
    </w:rPr>
  </w:style>
  <w:style w:type="paragraph" w:styleId="HTMLAdresse">
    <w:name w:val="HTML Address"/>
    <w:basedOn w:val="Standard"/>
    <w:semiHidden/>
    <w:rPr>
      <w:color w:val="FF6600"/>
      <w:u w:val="single"/>
    </w:rPr>
  </w:style>
  <w:style w:type="character" w:styleId="HTMLAkronym">
    <w:name w:val="HTML Acronym"/>
    <w:basedOn w:val="Absatz-Standardschriftart"/>
    <w:semiHidden/>
    <w:rPr>
      <w:rFonts w:ascii="Verdana" w:hAnsi="Verdana"/>
      <w:color w:val="FF6600"/>
      <w:sz w:val="18"/>
    </w:rPr>
  </w:style>
  <w:style w:type="character" w:styleId="HTMLBeispiel">
    <w:name w:val="HTML Sample"/>
    <w:basedOn w:val="Absatz-Standardschriftart"/>
    <w:semiHidden/>
    <w:rPr>
      <w:rFonts w:ascii="Courier New" w:hAnsi="Courier New"/>
      <w:sz w:val="16"/>
    </w:rPr>
  </w:style>
  <w:style w:type="character" w:styleId="HTMLCode">
    <w:name w:val="HTML Code"/>
    <w:basedOn w:val="Absatz-Standardschriftart"/>
    <w:semiHidden/>
    <w:rPr>
      <w:rFonts w:ascii="Courier New" w:hAnsi="Courier New"/>
      <w:sz w:val="16"/>
    </w:rPr>
  </w:style>
  <w:style w:type="character" w:styleId="HTMLDefinition">
    <w:name w:val="HTML Definition"/>
    <w:basedOn w:val="Absatz-Standardschriftart"/>
    <w:semiHidden/>
    <w:rPr>
      <w:rFonts w:ascii="Courier New" w:hAnsi="Courier New"/>
      <w:sz w:val="16"/>
    </w:rPr>
  </w:style>
  <w:style w:type="character" w:styleId="HTMLSchreibmaschine">
    <w:name w:val="HTML Typewriter"/>
    <w:basedOn w:val="Absatz-Standardschriftart"/>
    <w:semiHidden/>
    <w:rPr>
      <w:rFonts w:ascii="Courier New" w:hAnsi="Courier New"/>
      <w:sz w:val="16"/>
    </w:rPr>
  </w:style>
  <w:style w:type="character" w:styleId="HTMLTastatur">
    <w:name w:val="HTML Keyboard"/>
    <w:basedOn w:val="Absatz-Standardschriftart"/>
    <w:semiHidden/>
    <w:rPr>
      <w:rFonts w:ascii="Courier New" w:hAnsi="Courier New"/>
      <w:sz w:val="16"/>
    </w:rPr>
  </w:style>
  <w:style w:type="character" w:styleId="HTMLVariable">
    <w:name w:val="HTML Variable"/>
    <w:basedOn w:val="Absatz-Standardschriftart"/>
    <w:semiHidden/>
    <w:rPr>
      <w:rFonts w:ascii="Courier New" w:hAnsi="Courier New"/>
      <w:sz w:val="16"/>
    </w:rPr>
  </w:style>
  <w:style w:type="paragraph" w:styleId="HTMLVorformatiert">
    <w:name w:val="HTML Preformatted"/>
    <w:basedOn w:val="Standard"/>
    <w:semiHidden/>
    <w:rPr>
      <w:rFonts w:ascii="Courier New" w:hAnsi="Courier New"/>
      <w:sz w:val="16"/>
    </w:rPr>
  </w:style>
  <w:style w:type="character" w:styleId="HTMLZitat">
    <w:name w:val="HTML Cite"/>
    <w:basedOn w:val="Absatz-Standardschriftart"/>
    <w:semiHidden/>
    <w:rPr>
      <w:rFonts w:ascii="Courier New" w:hAnsi="Courier New"/>
      <w:sz w:val="16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8"/>
    </w:rPr>
  </w:style>
  <w:style w:type="paragraph" w:styleId="Listennummer">
    <w:name w:val="List Number"/>
    <w:basedOn w:val="Standard"/>
    <w:semiHidden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ennummer2">
    <w:name w:val="List Number 2"/>
    <w:basedOn w:val="Standard"/>
    <w:semiHidden/>
    <w:pPr>
      <w:numPr>
        <w:numId w:val="7"/>
      </w:numPr>
      <w:tabs>
        <w:tab w:val="clear" w:pos="643"/>
        <w:tab w:val="num" w:pos="567"/>
      </w:tabs>
      <w:ind w:left="568" w:hanging="284"/>
    </w:pPr>
  </w:style>
  <w:style w:type="paragraph" w:styleId="Listennummer3">
    <w:name w:val="List Number 3"/>
    <w:basedOn w:val="Standard"/>
    <w:semiHidden/>
    <w:pPr>
      <w:numPr>
        <w:numId w:val="8"/>
      </w:numPr>
      <w:tabs>
        <w:tab w:val="clear" w:pos="926"/>
        <w:tab w:val="left" w:pos="851"/>
      </w:tabs>
      <w:ind w:left="851" w:hanging="284"/>
    </w:pPr>
  </w:style>
  <w:style w:type="paragraph" w:styleId="Listennummer4">
    <w:name w:val="List Number 4"/>
    <w:basedOn w:val="Standard"/>
    <w:semiHidden/>
    <w:pPr>
      <w:numPr>
        <w:numId w:val="9"/>
      </w:numPr>
      <w:tabs>
        <w:tab w:val="clear" w:pos="1209"/>
        <w:tab w:val="left" w:pos="1134"/>
      </w:tabs>
      <w:ind w:left="1135" w:hanging="284"/>
    </w:pPr>
  </w:style>
  <w:style w:type="paragraph" w:styleId="Listennummer5">
    <w:name w:val="List Number 5"/>
    <w:basedOn w:val="Standard"/>
    <w:semiHidden/>
    <w:pPr>
      <w:numPr>
        <w:numId w:val="10"/>
      </w:numPr>
      <w:tabs>
        <w:tab w:val="clear" w:pos="1492"/>
        <w:tab w:val="left" w:pos="1418"/>
      </w:tabs>
      <w:ind w:left="1418" w:hanging="284"/>
    </w:p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Nachrichtenkopf">
    <w:name w:val="Message Header"/>
    <w:basedOn w:val="Untertitel"/>
    <w:semiHidden/>
    <w:pPr>
      <w:pBdr>
        <w:bottom w:val="single" w:sz="6" w:space="3" w:color="auto"/>
      </w:pBdr>
    </w:p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character" w:styleId="Seitenzahl">
    <w:name w:val="page number"/>
    <w:basedOn w:val="Absatz-Standardschriftart"/>
    <w:semiHidden/>
    <w:rPr>
      <w:rFonts w:ascii="Verdana" w:hAnsi="Verdana"/>
      <w:b/>
      <w:sz w:val="18"/>
    </w:rPr>
  </w:style>
  <w:style w:type="paragraph" w:styleId="StandardWeb">
    <w:name w:val="Normal (Web)"/>
    <w:basedOn w:val="Standard"/>
    <w:semiHidden/>
    <w:pPr>
      <w:spacing w:line="360" w:lineRule="exact"/>
    </w:pPr>
    <w:rPr>
      <w:sz w:val="22"/>
    </w:rPr>
  </w:style>
  <w:style w:type="paragraph" w:styleId="Standardeinzug">
    <w:name w:val="Normal Indent"/>
    <w:basedOn w:val="Standard"/>
    <w:semiHidden/>
    <w:pPr>
      <w:ind w:left="567"/>
    </w:pPr>
  </w:style>
  <w:style w:type="paragraph" w:styleId="Textkrper">
    <w:name w:val="Body Text"/>
    <w:basedOn w:val="Standard"/>
    <w:semiHidden/>
  </w:style>
  <w:style w:type="paragraph" w:styleId="Textkrper2">
    <w:name w:val="Body Text 2"/>
    <w:basedOn w:val="Standard"/>
    <w:semiHidden/>
  </w:style>
  <w:style w:type="paragraph" w:styleId="Textkrper3">
    <w:name w:val="Body Text 3"/>
    <w:basedOn w:val="Standard"/>
    <w:semiHidden/>
  </w:style>
  <w:style w:type="paragraph" w:styleId="Textkrper-Zeileneinzug">
    <w:name w:val="Body Text Indent"/>
    <w:basedOn w:val="Standard"/>
    <w:semiHidden/>
    <w:pPr>
      <w:ind w:left="284"/>
    </w:pPr>
  </w:style>
  <w:style w:type="paragraph" w:styleId="Textkrper-Einzug2">
    <w:name w:val="Body Text Indent 2"/>
    <w:basedOn w:val="Standard"/>
    <w:semiHidden/>
    <w:pPr>
      <w:ind w:left="284"/>
    </w:pPr>
  </w:style>
  <w:style w:type="paragraph" w:styleId="Textkrper-Einzug3">
    <w:name w:val="Body Text Indent 3"/>
    <w:basedOn w:val="Standard"/>
    <w:semiHidden/>
    <w:pPr>
      <w:ind w:left="284"/>
    </w:pPr>
  </w:style>
  <w:style w:type="paragraph" w:styleId="Textkrper-Erstzeileneinzug">
    <w:name w:val="Body Text First Indent"/>
    <w:basedOn w:val="Textkrper"/>
    <w:semiHidden/>
    <w:pPr>
      <w:ind w:firstLine="284"/>
    </w:pPr>
  </w:style>
  <w:style w:type="paragraph" w:styleId="Textkrper-Erstzeileneinzug2">
    <w:name w:val="Body Text First Indent 2"/>
    <w:basedOn w:val="Textkrper-Zeileneinzug"/>
    <w:semiHidden/>
    <w:pPr>
      <w:ind w:firstLine="284"/>
    </w:pPr>
  </w:style>
  <w:style w:type="paragraph" w:styleId="Umschlagabsenderadresse">
    <w:name w:val="envelope return"/>
    <w:basedOn w:val="Standard"/>
    <w:semiHidden/>
  </w:style>
  <w:style w:type="paragraph" w:styleId="Umschlagadresse">
    <w:name w:val="envelope address"/>
    <w:basedOn w:val="Standard"/>
    <w:semiHidden/>
    <w:pPr>
      <w:framePr w:hSpace="142" w:vSpace="142" w:wrap="notBeside" w:vAnchor="page" w:hAnchor="page" w:yAlign="top"/>
    </w:pPr>
  </w:style>
  <w:style w:type="paragraph" w:styleId="Unterschrift">
    <w:name w:val="Signature"/>
    <w:basedOn w:val="Standard"/>
    <w:semiHidden/>
  </w:style>
  <w:style w:type="character" w:styleId="Zeilennummer">
    <w:name w:val="line number"/>
    <w:basedOn w:val="Absatz-Standardschriftart"/>
    <w:semiHidden/>
    <w:rPr>
      <w:rFonts w:ascii="Verdana" w:hAnsi="Verdana"/>
      <w:sz w:val="14"/>
    </w:rPr>
  </w:style>
  <w:style w:type="paragraph" w:styleId="Aufzhlungszeichen">
    <w:name w:val="List Bullet"/>
    <w:basedOn w:val="Standard"/>
    <w:autoRedefine/>
    <w:semiHidden/>
    <w:pPr>
      <w:numPr>
        <w:numId w:val="1"/>
      </w:numPr>
      <w:tabs>
        <w:tab w:val="clear" w:pos="360"/>
        <w:tab w:val="left" w:pos="284"/>
      </w:tabs>
      <w:ind w:left="284" w:hanging="284"/>
    </w:pPr>
  </w:style>
  <w:style w:type="paragraph" w:styleId="Aufzhlungszeichen2">
    <w:name w:val="List Bullet 2"/>
    <w:basedOn w:val="Aufzhlungszeichen"/>
    <w:autoRedefine/>
    <w:semiHidden/>
    <w:pPr>
      <w:numPr>
        <w:numId w:val="2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Aufzhlungszeichen3">
    <w:name w:val="List Bullet 3"/>
    <w:basedOn w:val="Aufzhlungszeichen"/>
    <w:autoRedefine/>
    <w:semiHidden/>
    <w:pPr>
      <w:numPr>
        <w:numId w:val="3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Aufzhlungszeichen4">
    <w:name w:val="List Bullet 4"/>
    <w:basedOn w:val="Aufzhlungszeichen"/>
    <w:autoRedefine/>
    <w:semiHidden/>
    <w:pPr>
      <w:numPr>
        <w:numId w:val="4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Aufzhlungszeichen5">
    <w:name w:val="List Bullet 5"/>
    <w:basedOn w:val="Aufzhlungszeichen"/>
    <w:autoRedefine/>
    <w:semiHidden/>
    <w:pPr>
      <w:numPr>
        <w:numId w:val="5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Standard"/>
    <w:pPr>
      <w:jc w:val="left"/>
    </w:pPr>
    <w:rPr>
      <w:sz w:val="14"/>
    </w:rPr>
  </w:style>
  <w:style w:type="paragraph" w:customStyle="1" w:styleId="Dokumenttitel">
    <w:name w:val="Dokumenttitel"/>
    <w:basedOn w:val="Titel"/>
    <w:pPr>
      <w:spacing w:before="30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Standard"/>
    <w:next w:val="Standard"/>
    <w:pPr>
      <w:numPr>
        <w:numId w:val="11"/>
      </w:numPr>
      <w:tabs>
        <w:tab w:val="left" w:pos="720"/>
      </w:tabs>
      <w:spacing w:after="60" w:line="240" w:lineRule="auto"/>
    </w:pPr>
    <w:rPr>
      <w:sz w:val="22"/>
      <w:szCs w:val="24"/>
    </w:rPr>
  </w:style>
  <w:style w:type="paragraph" w:customStyle="1" w:styleId="QAPSpezStadiumText">
    <w:name w:val="QAP_Spez_Stadium_Text"/>
    <w:basedOn w:val="Standard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Standard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lang w:val="de-DE"/>
    </w:rPr>
  </w:style>
  <w:style w:type="character" w:customStyle="1" w:styleId="QAP2001StadiumTextChar">
    <w:name w:val="QAP2001_Stadium_Text Char"/>
    <w:basedOn w:val="Absatz-Standardschriftar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Absatz-Standardschriftar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Standard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Standard"/>
    <w:pPr>
      <w:spacing w:before="100" w:line="280" w:lineRule="atLeast"/>
      <w:ind w:left="397" w:hanging="397"/>
    </w:pPr>
    <w:rPr>
      <w:sz w:val="22"/>
      <w:lang w:val="de-DE" w:eastAsia="en-US"/>
    </w:rPr>
  </w:style>
  <w:style w:type="paragraph" w:styleId="berarbeitung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64D0B"/>
    <w:rPr>
      <w:rFonts w:ascii="Verdana" w:hAnsi="Verdana"/>
      <w:sz w:val="14"/>
      <w:lang w:val="de-CH" w:eastAsia="de-DE"/>
    </w:rPr>
  </w:style>
  <w:style w:type="paragraph" w:styleId="Listenabsatz">
    <w:name w:val="List Paragraph"/>
    <w:basedOn w:val="Standard"/>
    <w:uiPriority w:val="34"/>
    <w:qFormat/>
    <w:rsid w:val="009A050F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B53"/>
    <w:pPr>
      <w:spacing w:line="240" w:lineRule="auto"/>
    </w:pPr>
    <w:rPr>
      <w:b/>
      <w:bCs/>
      <w:u w:val="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  <w:style w:type="table" w:styleId="Tabellenraster">
    <w:name w:val="Table Grid"/>
    <w:basedOn w:val="NormaleTabelle"/>
    <w:uiPriority w:val="59"/>
    <w:rsid w:val="004A0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KopfDept">
    <w:name w:val="zz KopfDept"/>
    <w:next w:val="Standard"/>
    <w:rsid w:val="00725C37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Kopfzeile"/>
    <w:rsid w:val="00725C37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  <w:style w:type="paragraph" w:customStyle="1" w:styleId="Default">
    <w:name w:val="Default"/>
    <w:rsid w:val="00EC05C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de-CH"/>
    </w:rPr>
  </w:style>
  <w:style w:type="character" w:customStyle="1" w:styleId="KopfzeileZchn">
    <w:name w:val="Kopfzeile Zchn"/>
    <w:basedOn w:val="Absatz-Standardschriftart"/>
    <w:link w:val="Kopfzeile"/>
    <w:semiHidden/>
    <w:rsid w:val="00EC05C1"/>
    <w:rPr>
      <w:sz w:val="14"/>
      <w:lang w:val="de-CH"/>
    </w:rPr>
  </w:style>
  <w:style w:type="paragraph" w:customStyle="1" w:styleId="Titelschwarz">
    <w:name w:val="Titel schwarz"/>
    <w:basedOn w:val="Standard"/>
    <w:rsid w:val="00EC05C1"/>
    <w:pPr>
      <w:spacing w:after="120" w:line="240" w:lineRule="auto"/>
      <w:jc w:val="left"/>
    </w:pPr>
    <w:rPr>
      <w:b/>
      <w:bCs/>
      <w:sz w:val="6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h\LOKALE~1\Temp\Tempor&#228;res%20Verzeichnis%201%20f&#252;r%20Office.zip\Office\Layouts\A4%20hoch,%20farbig.dot" TargetMode="Externa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>
  <f:record ref="">
    <f:field ref="objname" par="" edit="true" text="01_NRAKV_ZwB Phase 1_BG-Anbieter_31.01.2014"/>
    <f:field ref="objsubject" par="" edit="true" text=""/>
    <f:field ref="objcreatedby" par="" text="Demaurex, Emilie, SBFI"/>
    <f:field ref="objcreatedat" par="" text="28.01.2014 12:44:16"/>
    <f:field ref="objchangedby" par="" text="Demaurex, Emilie, SBFI"/>
    <f:field ref="objmodifiedat" par="" text="28.01.2014 15:43:42"/>
    <f:field ref="doc_FSCFOLIO_1_1001_FieldDocumentNumber" par="" text=""/>
    <f:field ref="doc_FSCFOLIO_1_1001_FieldSubject" par="" edit="true" text=""/>
    <f:field ref="FSCFOLIO_1_1001_FieldCurrentUser" par="" text="SBFI Emilie Demaurex"/>
    <f:field ref="CCAPRECONFIG_15_1001_Objektname" par="" edit="true" text="01_NRAKV_ZwB Phase 1_BG-Anbieter_31.01.2014"/>
    <f:field ref="CHPRECONFIG_1_1001_Objektname" par="" edit="true" text="01_NRAKV_ZwB Phase 1_BG-Anbieter_31.01.2014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</f:fields>
</file>

<file path=customXml/itemProps1.xml><?xml version="1.0" encoding="utf-8"?>
<ds:datastoreItem xmlns:ds="http://schemas.openxmlformats.org/officeDocument/2006/customXml" ds:itemID="{70054902-9461-4945-AD26-D5F0624DC3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hoch, farbig</Template>
  <TotalTime>0</TotalTime>
  <Pages>24</Pages>
  <Words>4675</Words>
  <Characters>29454</Characters>
  <Application>Microsoft Office Word</Application>
  <DocSecurity>0</DocSecurity>
  <Lines>245</Lines>
  <Paragraphs>68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[Dokumenttitel oder Betreff]</vt:lpstr>
      <vt:lpstr>[Dokumenttitel oder Betreff]</vt:lpstr>
      <vt:lpstr>[Dokumenttitel oder Betreff]</vt:lpstr>
    </vt:vector>
  </TitlesOfParts>
  <Manager>[Vorname Nachname Autor]</Manager>
  <Company>Ectaveo AG</Company>
  <LinksUpToDate>false</LinksUpToDate>
  <CharactersWithSpaces>34061</CharactersWithSpaces>
  <SharedDoc>false</SharedDoc>
  <HLinks>
    <vt:vector size="120" baseType="variant"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_Toc275173672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_Toc275173671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_Toc275173670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_Toc275173669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_Toc275173668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_Toc275173667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_Toc275173666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_Toc275173665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_Toc275173664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_Toc275173663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_Toc275173662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_Toc275173661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_Toc275173660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_Toc275173659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_Toc275173658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_Toc275173657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_Toc275173656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_Toc275173655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_Toc275173654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_Toc275173653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[Dokumenttitel oder Betreff]</dc:title>
  <dc:subject>[Thema]</dc:subject>
  <dc:creator>Daniel Preckel</dc:creator>
  <cp:keywords/>
  <dc:description/>
  <cp:lastModifiedBy>Schrieverhoff Hannah SBFI</cp:lastModifiedBy>
  <cp:revision>16</cp:revision>
  <cp:lastPrinted>2018-03-22T06:11:00Z</cp:lastPrinted>
  <dcterms:created xsi:type="dcterms:W3CDTF">2021-10-15T15:37:00Z</dcterms:created>
  <dcterms:modified xsi:type="dcterms:W3CDTF">2025-09-09T15:38:00Z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2014-01-28T12:44:16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Demaurex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Stagiaire académique_x000d_
Hochschulpraktikantin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COO.2101.108.5.1680485</vt:lpwstr>
  </property>
  <property fmtid="{D5CDD505-2E9C-101B-9397-08002B2CF9AE}" pid="26" name="FSC#COOELAK@1.1001:Subject">
    <vt:lpwstr>Subdossier für Prozessablauf Bildunggänge udn NDS_x000d_
</vt:lpwstr>
  </property>
  <property fmtid="{D5CDD505-2E9C-101B-9397-08002B2CF9AE}" pid="27" name="FSC#COOELAK@1.1001:FileReference">
    <vt:lpwstr>320/2011/06206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HBB/SBFI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Demaurex Emilie, SBFI</vt:lpwstr>
  </property>
  <property fmtid="{D5CDD505-2E9C-101B-9397-08002B2CF9AE}" pid="33" name="FSC#COOELAK@1.1001:OwnerExtension">
    <vt:lpwstr>+41 58 465 11 14</vt:lpwstr>
  </property>
  <property fmtid="{D5CDD505-2E9C-101B-9397-08002B2CF9AE}" pid="34" name="FSC#COOELAK@1.1001:OwnerFaxExtension">
    <vt:lpwstr>+41 31 324 96 14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(HBB/SBFI)</vt:lpwstr>
  </property>
  <property fmtid="{D5CDD505-2E9C-101B-9397-08002B2CF9AE}" pid="40" name="FSC#COOELAK@1.1001:CreatedAt">
    <vt:lpwstr>28.01.2014</vt:lpwstr>
  </property>
  <property fmtid="{D5CDD505-2E9C-101B-9397-08002B2CF9AE}" pid="41" name="FSC#COOELAK@1.1001:OU">
    <vt:lpwstr>Formation professionnelle supérieure (HBB/SBFI)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*COO.2101.108.5.1680485*</vt:lpwstr>
  </property>
  <property fmtid="{D5CDD505-2E9C-101B-9397-08002B2CF9AE}" pid="44" name="FSC#COOELAK@1.1001:RefBarCode">
    <vt:lpwstr>*COO.2101.108.6.954223*</vt:lpwstr>
  </property>
  <property fmtid="{D5CDD505-2E9C-101B-9397-08002B2CF9AE}" pid="45" name="FSC#COOELAK@1.1001:FileRefBarCode">
    <vt:lpwstr>*320/2011/06206*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320</vt:lpwstr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emilie.demaurex@sbfi.admin.ch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emilie.demaurex@sbfi.admin.ch</vt:lpwstr>
  </property>
  <property fmtid="{D5CDD505-2E9C-101B-9397-08002B2CF9AE}" pid="69" name="FSC#EVDCFG@15.1400:FileRespFax">
    <vt:lpwstr>+41 31 324 96 14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Emilie Demaurex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dee</vt:lpwstr>
  </property>
  <property fmtid="{D5CDD505-2E9C-101B-9397-08002B2CF9AE}" pid="78" name="FSC#EVDCFG@15.1400:FileRespStreet">
    <vt:lpwstr>Belpstrasse 14</vt:lpwstr>
  </property>
  <property fmtid="{D5CDD505-2E9C-101B-9397-08002B2CF9AE}" pid="79" name="FSC#EVDCFG@15.1400:FileRespTel">
    <vt:lpwstr>+41 58 465 11 14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01_NRAKV_ZwB Phase 1_BG-Anbieter_31.01.2014</vt:lpwstr>
  </property>
  <property fmtid="{D5CDD505-2E9C-101B-9397-08002B2CF9AE}" pid="94" name="FSC#EVDCFG@15.1400:UserFunction">
    <vt:lpwstr>Sachbearbeiter/-in - in HBB /SBFI</vt:lpwstr>
  </property>
  <property fmtid="{D5CDD505-2E9C-101B-9397-08002B2CF9AE}" pid="95" name="FSC#EVDCFG@15.1400:SalutationEnglish">
    <vt:lpwstr>Professional Education and Training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Stagiaire académique</vt:lpwstr>
  </property>
  <property fmtid="{D5CDD505-2E9C-101B-9397-08002B2CF9AE}" pid="101" name="FSC#EVDCFG@15.1400:SalutationGermanUser">
    <vt:lpwstr>Hochschulpraktikantin</vt:lpwstr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HBB/SBFI</vt:lpwstr>
  </property>
  <property fmtid="{D5CDD505-2E9C-101B-9397-08002B2CF9AE}" pid="104" name="FSC#EVDCFG@15.1400:ResponsibleEditorFirstname">
    <vt:lpwstr>Emilie</vt:lpwstr>
  </property>
  <property fmtid="{D5CDD505-2E9C-101B-9397-08002B2CF9AE}" pid="105" name="FSC#EVDCFG@15.1400:ResponsibleEditorSurname">
    <vt:lpwstr>Demaurex</vt:lpwstr>
  </property>
  <property fmtid="{D5CDD505-2E9C-101B-9397-08002B2CF9AE}" pid="106" name="FSC#EVDCFG@15.1400:GroupTitle">
    <vt:lpwstr>Formation professionnelle supérieure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Emilie Demaurex</vt:lpwstr>
  </property>
  <property fmtid="{D5CDD505-2E9C-101B-9397-08002B2CF9AE}" pid="109" name="FSC#ATSTATECFG@1.1001:AgentPhone">
    <vt:lpwstr>+41 58 465 11 14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>28.01.2014</vt:lpwstr>
  </property>
  <property fmtid="{D5CDD505-2E9C-101B-9397-08002B2CF9AE}" pid="113" name="FSC#ATSTATECFG@1.1001:SubfileSubject">
    <vt:lpwstr>1_NRAKV_ZwB Phase 1_BG-Anbieter_31.01.2014_x000d_
</vt:lpwstr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2014/000890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c5c8fc13-10ff-486c-8b98-f1c4969692dd_Enabled">
    <vt:lpwstr>true</vt:lpwstr>
  </property>
  <property fmtid="{D5CDD505-2E9C-101B-9397-08002B2CF9AE}" pid="156" name="MSIP_Label_c5c8fc13-10ff-486c-8b98-f1c4969692dd_SetDate">
    <vt:lpwstr>2025-07-21T11:20:12Z</vt:lpwstr>
  </property>
  <property fmtid="{D5CDD505-2E9C-101B-9397-08002B2CF9AE}" pid="157" name="MSIP_Label_c5c8fc13-10ff-486c-8b98-f1c4969692dd_Method">
    <vt:lpwstr>Privileged</vt:lpwstr>
  </property>
  <property fmtid="{D5CDD505-2E9C-101B-9397-08002B2CF9AE}" pid="158" name="MSIP_Label_c5c8fc13-10ff-486c-8b98-f1c4969692dd_Name">
    <vt:lpwstr>L3</vt:lpwstr>
  </property>
  <property fmtid="{D5CDD505-2E9C-101B-9397-08002B2CF9AE}" pid="159" name="MSIP_Label_c5c8fc13-10ff-486c-8b98-f1c4969692dd_SiteId">
    <vt:lpwstr>6ae27add-8276-4a38-88c1-3a9c1f973767</vt:lpwstr>
  </property>
  <property fmtid="{D5CDD505-2E9C-101B-9397-08002B2CF9AE}" pid="160" name="MSIP_Label_c5c8fc13-10ff-486c-8b98-f1c4969692dd_ActionId">
    <vt:lpwstr>3a5e1b82-e8d0-4b39-b670-87cff9815a82</vt:lpwstr>
  </property>
  <property fmtid="{D5CDD505-2E9C-101B-9397-08002B2CF9AE}" pid="161" name="MSIP_Label_c5c8fc13-10ff-486c-8b98-f1c4969692dd_ContentBits">
    <vt:lpwstr>0</vt:lpwstr>
  </property>
  <property fmtid="{D5CDD505-2E9C-101B-9397-08002B2CF9AE}" pid="162" name="MSIP_Label_c5c8fc13-10ff-486c-8b98-f1c4969692dd_Tag">
    <vt:lpwstr>10, 0, 1, 1</vt:lpwstr>
  </property>
</Properties>
</file>